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1E" w:rsidRDefault="00850F1E" w:rsidP="00850F1E">
      <w:pPr>
        <w:autoSpaceDE w:val="0"/>
        <w:autoSpaceDN w:val="0"/>
        <w:adjustRightInd w:val="0"/>
        <w:spacing w:line="240" w:lineRule="auto"/>
        <w:jc w:val="right"/>
        <w:rPr>
          <w:rFonts w:ascii="TimesNewRomanPSMT-Identity-H" w:hAnsi="TimesNewRomanPSMT-Identity-H" w:cs="TimesNewRomanPSMT-Identity-H"/>
          <w:sz w:val="25"/>
          <w:szCs w:val="25"/>
        </w:rPr>
      </w:pPr>
      <w:proofErr w:type="gramStart"/>
      <w:r>
        <w:rPr>
          <w:rFonts w:ascii="TimesNewRomanPSMT-Identity-H" w:hAnsi="TimesNewRomanPSMT-Identity-H" w:cs="TimesNewRomanPSMT-Identity-H"/>
          <w:sz w:val="18"/>
          <w:szCs w:val="18"/>
        </w:rPr>
        <w:t>r</w:t>
      </w:r>
      <w:proofErr w:type="gramEnd"/>
      <w:r>
        <w:rPr>
          <w:rFonts w:ascii="TimesNewRomanPSMT-Identity-H" w:hAnsi="TimesNewRomanPSMT-Identity-H" w:cs="TimesNewRomanPSMT-Identity-H"/>
          <w:sz w:val="18"/>
          <w:szCs w:val="18"/>
        </w:rPr>
        <w:t xml:space="preserve"> 9A</w:t>
      </w:r>
    </w:p>
    <w:p w:rsidR="00850F1E" w:rsidRDefault="00850F1E" w:rsidP="00850F1E">
      <w:pPr>
        <w:autoSpaceDE w:val="0"/>
        <w:autoSpaceDN w:val="0"/>
        <w:adjustRightInd w:val="0"/>
        <w:spacing w:line="240" w:lineRule="auto"/>
        <w:jc w:val="center"/>
        <w:rPr>
          <w:rFonts w:ascii="TimesNewRomanPSMT-Identity-H" w:hAnsi="TimesNewRomanPSMT-Identity-H" w:cs="TimesNewRomanPSMT-Identity-H"/>
          <w:sz w:val="18"/>
          <w:szCs w:val="18"/>
        </w:rPr>
      </w:pPr>
      <w:r>
        <w:rPr>
          <w:rFonts w:ascii="TimesNewRomanPSMT-Identity-H" w:hAnsi="TimesNewRomanPSMT-Identity-H" w:cs="TimesNewRomanPSMT-Identity-H"/>
          <w:sz w:val="25"/>
          <w:szCs w:val="25"/>
        </w:rPr>
        <w:t>Form 4</w:t>
      </w:r>
    </w:p>
    <w:p w:rsidR="00850F1E" w:rsidRDefault="00850F1E" w:rsidP="0072375A">
      <w:pPr>
        <w:autoSpaceDE w:val="0"/>
        <w:autoSpaceDN w:val="0"/>
        <w:adjustRightInd w:val="0"/>
        <w:spacing w:line="240" w:lineRule="auto"/>
        <w:jc w:val="center"/>
        <w:rPr>
          <w:rFonts w:ascii="TimesNewRomanPSMT-Identity-H" w:hAnsi="TimesNewRomanPSMT-Identity-H" w:cs="TimesNewRomanPSMT-Identity-H"/>
          <w:sz w:val="25"/>
          <w:szCs w:val="25"/>
        </w:rPr>
      </w:pPr>
      <w:r>
        <w:rPr>
          <w:rFonts w:ascii="TimesNewRomanPSMT-Identity-H" w:hAnsi="TimesNewRomanPSMT-Identity-H" w:cs="TimesNewRomanPSMT-Identity-H"/>
          <w:sz w:val="25"/>
          <w:szCs w:val="25"/>
        </w:rPr>
        <w:t xml:space="preserve">Application for </w:t>
      </w:r>
      <w:r w:rsidR="0072375A">
        <w:rPr>
          <w:rFonts w:ascii="TimesNewRomanPSMT-Identity-H" w:hAnsi="TimesNewRomanPSMT-Identity-H" w:cs="TimesNewRomanPSMT-Identity-H"/>
          <w:sz w:val="25"/>
          <w:szCs w:val="25"/>
        </w:rPr>
        <w:t>joining controlling third party to personal grievance</w:t>
      </w:r>
    </w:p>
    <w:p w:rsidR="00850F1E" w:rsidRDefault="0072375A" w:rsidP="00850F1E">
      <w:pPr>
        <w:autoSpaceDE w:val="0"/>
        <w:autoSpaceDN w:val="0"/>
        <w:adjustRightInd w:val="0"/>
        <w:spacing w:line="240" w:lineRule="auto"/>
        <w:jc w:val="center"/>
        <w:rPr>
          <w:rFonts w:ascii="TimesNewRomanPS-ItalicMT-Identi" w:hAnsi="TimesNewRomanPS-ItalicMT-Identi" w:cs="TimesNewRomanPS-ItalicMT-Identi"/>
          <w:i/>
          <w:iCs/>
          <w:sz w:val="20"/>
          <w:szCs w:val="20"/>
        </w:rPr>
      </w:pPr>
      <w:r>
        <w:rPr>
          <w:rFonts w:ascii="TimesNewRomanPS-ItalicMT-Identi" w:hAnsi="TimesNewRomanPS-ItalicMT-Identi" w:cs="TimesNewRomanPS-ItalicMT-Identi"/>
          <w:i/>
          <w:iCs/>
          <w:sz w:val="20"/>
          <w:szCs w:val="20"/>
        </w:rPr>
        <w:t>Section 103B</w:t>
      </w:r>
      <w:r w:rsidR="00850F1E">
        <w:rPr>
          <w:rFonts w:ascii="TimesNewRomanPS-ItalicMT-Identi" w:hAnsi="TimesNewRomanPS-ItalicMT-Identi" w:cs="TimesNewRomanPS-ItalicMT-Identi"/>
          <w:i/>
          <w:iCs/>
          <w:sz w:val="20"/>
          <w:szCs w:val="20"/>
        </w:rPr>
        <w:t>, Employment Relations Act 2000</w:t>
      </w:r>
    </w:p>
    <w:p w:rsidR="00850F1E" w:rsidRDefault="00850F1E" w:rsidP="00850F1E">
      <w:pPr>
        <w:autoSpaceDE w:val="0"/>
        <w:autoSpaceDN w:val="0"/>
        <w:adjustRightInd w:val="0"/>
        <w:spacing w:line="240" w:lineRule="auto"/>
        <w:rPr>
          <w:rFonts w:ascii="TimesNewRomanPSMT-Identity-H" w:hAnsi="TimesNewRomanPSMT-Identity-H" w:cs="TimesNewRomanPSMT-Identity-H"/>
          <w:sz w:val="23"/>
          <w:szCs w:val="23"/>
        </w:rPr>
      </w:pPr>
    </w:p>
    <w:p w:rsidR="00FB61CC" w:rsidRDefault="00FB61CC" w:rsidP="00850F1E">
      <w:pPr>
        <w:autoSpaceDE w:val="0"/>
        <w:autoSpaceDN w:val="0"/>
        <w:adjustRightInd w:val="0"/>
        <w:spacing w:line="240" w:lineRule="auto"/>
        <w:rPr>
          <w:rFonts w:ascii="TimesNewRomanPSMT-Identity-H" w:hAnsi="TimesNewRomanPSMT-Identity-H" w:cs="TimesNewRomanPSMT-Identity-H"/>
          <w:sz w:val="23"/>
          <w:szCs w:val="23"/>
        </w:rPr>
      </w:pPr>
    </w:p>
    <w:p w:rsidR="00BC49EC" w:rsidRDefault="00BC49EC" w:rsidP="00BC49EC">
      <w:pPr>
        <w:autoSpaceDE w:val="0"/>
        <w:autoSpaceDN w:val="0"/>
        <w:adjustRightInd w:val="0"/>
        <w:spacing w:line="240" w:lineRule="auto"/>
        <w:rPr>
          <w:rFonts w:ascii="TimesNewRomanPSMT-Identity-H" w:hAnsi="TimesNewRomanPSMT-Identity-H" w:cs="TimesNewRomanPSMT-Identity-H"/>
          <w:sz w:val="23"/>
          <w:szCs w:val="23"/>
        </w:rPr>
      </w:pPr>
    </w:p>
    <w:p w:rsidR="00FB61CC" w:rsidRDefault="00FB61CC" w:rsidP="00FB61CC">
      <w:pPr>
        <w:autoSpaceDE w:val="0"/>
        <w:autoSpaceDN w:val="0"/>
        <w:adjustRightInd w:val="0"/>
        <w:spacing w:line="240" w:lineRule="auto"/>
        <w:rPr>
          <w:rFonts w:ascii="TimesNewRomanPSMT-Identity-H" w:hAnsi="TimesNewRomanPSMT-Identity-H" w:cs="TimesNewRomanPSMT-Identity-H"/>
          <w:sz w:val="23"/>
          <w:szCs w:val="23"/>
        </w:rPr>
      </w:pPr>
      <w:r>
        <w:rPr>
          <w:rFonts w:ascii="TimesNewRomanPSMT-Identity-H" w:hAnsi="TimesNewRomanPSMT-Identity-H" w:cs="TimesNewRomanPSMT-Identity-H"/>
          <w:sz w:val="23"/>
          <w:szCs w:val="23"/>
        </w:rPr>
        <w:t xml:space="preserve">Between </w:t>
      </w:r>
    </w:p>
    <w:p w:rsidR="00FB61CC" w:rsidRDefault="00FB61CC" w:rsidP="00FB61CC">
      <w:pPr>
        <w:autoSpaceDE w:val="0"/>
        <w:autoSpaceDN w:val="0"/>
        <w:adjustRightInd w:val="0"/>
        <w:spacing w:line="240" w:lineRule="auto"/>
        <w:rPr>
          <w:rFonts w:ascii="TimesNewRomanPSMT-Identity-H" w:hAnsi="TimesNewRomanPSMT-Identity-H" w:cs="TimesNewRomanPSMT-Identity-H"/>
          <w:sz w:val="23"/>
          <w:szCs w:val="23"/>
        </w:rPr>
      </w:pPr>
    </w:p>
    <w:p w:rsidR="00FB61CC" w:rsidRPr="000B7518" w:rsidRDefault="0043121D" w:rsidP="00FB61CC">
      <w:pPr>
        <w:autoSpaceDE w:val="0"/>
        <w:autoSpaceDN w:val="0"/>
        <w:adjustRightInd w:val="0"/>
        <w:spacing w:line="480" w:lineRule="auto"/>
        <w:rPr>
          <w:rFonts w:ascii="TimesNewRomanPS-ItalicMT-Identi" w:hAnsi="TimesNewRomanPS-ItalicMT-Identi" w:cs="TimesNewRomanPS-ItalicMT-Identi"/>
          <w:i/>
          <w:iCs/>
          <w:sz w:val="20"/>
          <w:szCs w:val="20"/>
        </w:rPr>
      </w:pPr>
      <w:r>
        <w:rPr>
          <w:rFonts w:ascii="TimesNewRomanPS-ItalicMT-Identi" w:hAnsi="TimesNewRomanPS-ItalicMT-Identi" w:cs="TimesNewRomanPS-ItalicMT-Identi"/>
          <w:i/>
          <w:iCs/>
          <w:sz w:val="20"/>
          <w:szCs w:val="20"/>
        </w:rPr>
        <w:t>Full name of Applicant</w:t>
      </w:r>
      <w:r w:rsidR="00FB61CC" w:rsidRPr="000B7518">
        <w:rPr>
          <w:rFonts w:ascii="TimesNewRomanPS-ItalicMT-Identi" w:hAnsi="TimesNewRomanPS-ItalicMT-Identi" w:cs="TimesNewRomanPS-ItalicMT-Identi"/>
          <w:i/>
          <w:iCs/>
          <w:sz w:val="20"/>
          <w:szCs w:val="20"/>
        </w:rPr>
        <w:t>……………………………………………………………………………</w:t>
      </w:r>
      <w:r w:rsidR="00FB61CC">
        <w:rPr>
          <w:rFonts w:ascii="TimesNewRomanPS-ItalicMT-Identi" w:hAnsi="TimesNewRomanPS-ItalicMT-Identi" w:cs="TimesNewRomanPS-ItalicMT-Identi"/>
          <w:i/>
          <w:iCs/>
          <w:sz w:val="20"/>
          <w:szCs w:val="20"/>
        </w:rPr>
        <w:t>……………</w:t>
      </w:r>
    </w:p>
    <w:p w:rsidR="00FB61CC" w:rsidRPr="000B7518" w:rsidRDefault="0043121D" w:rsidP="00FB61CC">
      <w:pPr>
        <w:autoSpaceDE w:val="0"/>
        <w:autoSpaceDN w:val="0"/>
        <w:adjustRightInd w:val="0"/>
        <w:spacing w:line="480" w:lineRule="auto"/>
        <w:rPr>
          <w:rFonts w:ascii="TimesNewRomanPS-ItalicMT-Identi" w:hAnsi="TimesNewRomanPS-ItalicMT-Identi" w:cs="TimesNewRomanPS-ItalicMT-Identi"/>
          <w:i/>
          <w:iCs/>
          <w:sz w:val="20"/>
          <w:szCs w:val="20"/>
        </w:rPr>
      </w:pPr>
      <w:r>
        <w:rPr>
          <w:rFonts w:ascii="TimesNewRomanPS-ItalicMT-Identi" w:hAnsi="TimesNewRomanPS-ItalicMT-Identi" w:cs="TimesNewRomanPS-ItalicMT-Identi"/>
          <w:i/>
          <w:iCs/>
          <w:sz w:val="20"/>
          <w:szCs w:val="20"/>
        </w:rPr>
        <w:t>Address</w:t>
      </w:r>
      <w:r w:rsidR="00FB61CC" w:rsidRPr="000B7518">
        <w:rPr>
          <w:rFonts w:ascii="TimesNewRomanPS-ItalicMT-Identi" w:hAnsi="TimesNewRomanPS-ItalicMT-Identi" w:cs="TimesNewRomanPS-ItalicMT-Identi"/>
          <w:i/>
          <w:iCs/>
          <w:sz w:val="20"/>
          <w:szCs w:val="20"/>
        </w:rPr>
        <w:t>……………………………………………………………………………………………</w:t>
      </w:r>
      <w:r w:rsidR="00FB61CC">
        <w:rPr>
          <w:rFonts w:ascii="TimesNewRomanPS-ItalicMT-Identi" w:hAnsi="TimesNewRomanPS-ItalicMT-Identi" w:cs="TimesNewRomanPS-ItalicMT-Identi"/>
          <w:i/>
          <w:iCs/>
          <w:sz w:val="20"/>
          <w:szCs w:val="20"/>
        </w:rPr>
        <w:t>……………..</w:t>
      </w:r>
    </w:p>
    <w:p w:rsidR="00FB61CC" w:rsidRPr="000B7518" w:rsidRDefault="00FB61CC" w:rsidP="00FB61CC">
      <w:pPr>
        <w:autoSpaceDE w:val="0"/>
        <w:autoSpaceDN w:val="0"/>
        <w:adjustRightInd w:val="0"/>
        <w:spacing w:line="480" w:lineRule="auto"/>
        <w:rPr>
          <w:rFonts w:ascii="TimesNewRomanPS-ItalicMT-Identi" w:hAnsi="TimesNewRomanPS-ItalicMT-Identi" w:cs="TimesNewRomanPS-ItalicMT-Identi"/>
          <w:i/>
          <w:iCs/>
          <w:sz w:val="20"/>
          <w:szCs w:val="20"/>
        </w:rPr>
      </w:pPr>
      <w:r w:rsidRPr="000B7518">
        <w:rPr>
          <w:rFonts w:ascii="TimesNewRomanPS-ItalicMT-Identi" w:hAnsi="TimesNewRomanPS-ItalicMT-Identi" w:cs="TimesNewRomanPS-ItalicMT-Identi"/>
          <w:i/>
          <w:iCs/>
          <w:sz w:val="20"/>
          <w:szCs w:val="20"/>
        </w:rPr>
        <w:t>………………………………………………………………………………………………………</w:t>
      </w:r>
      <w:r>
        <w:rPr>
          <w:rFonts w:ascii="TimesNewRomanPS-ItalicMT-Identi" w:hAnsi="TimesNewRomanPS-ItalicMT-Identi" w:cs="TimesNewRomanPS-ItalicMT-Identi"/>
          <w:i/>
          <w:iCs/>
          <w:sz w:val="20"/>
          <w:szCs w:val="20"/>
        </w:rPr>
        <w:t>……………..</w:t>
      </w:r>
    </w:p>
    <w:p w:rsidR="00FB61CC" w:rsidRPr="000B7518" w:rsidRDefault="00FB61CC" w:rsidP="00FB61CC">
      <w:pPr>
        <w:autoSpaceDE w:val="0"/>
        <w:autoSpaceDN w:val="0"/>
        <w:adjustRightInd w:val="0"/>
        <w:spacing w:line="480" w:lineRule="auto"/>
        <w:rPr>
          <w:rFonts w:ascii="TimesNewRomanPS-ItalicMT-Identi" w:hAnsi="TimesNewRomanPS-ItalicMT-Identi" w:cs="TimesNewRomanPS-ItalicMT-Identi"/>
          <w:i/>
          <w:iCs/>
          <w:sz w:val="20"/>
          <w:szCs w:val="20"/>
        </w:rPr>
      </w:pPr>
      <w:r w:rsidRPr="000B7518">
        <w:rPr>
          <w:rFonts w:ascii="TimesNewRomanPS-ItalicMT-Identi" w:hAnsi="TimesNewRomanPS-ItalicMT-Identi" w:cs="TimesNewRomanPS-ItalicMT-Identi"/>
          <w:i/>
          <w:iCs/>
          <w:sz w:val="20"/>
          <w:szCs w:val="20"/>
        </w:rPr>
        <w:t>Telephone number………………………………………………………………………………</w:t>
      </w:r>
      <w:r>
        <w:rPr>
          <w:rFonts w:ascii="TimesNewRomanPS-ItalicMT-Identi" w:hAnsi="TimesNewRomanPS-ItalicMT-Identi" w:cs="TimesNewRomanPS-ItalicMT-Identi"/>
          <w:i/>
          <w:iCs/>
          <w:sz w:val="20"/>
          <w:szCs w:val="20"/>
        </w:rPr>
        <w:t>……………….</w:t>
      </w:r>
    </w:p>
    <w:p w:rsidR="00FB61CC" w:rsidRPr="000B7518" w:rsidRDefault="00FB61CC" w:rsidP="00FB61CC">
      <w:pPr>
        <w:autoSpaceDE w:val="0"/>
        <w:autoSpaceDN w:val="0"/>
        <w:adjustRightInd w:val="0"/>
        <w:spacing w:line="480" w:lineRule="auto"/>
        <w:rPr>
          <w:rFonts w:ascii="TimesNewRomanPSMT-Identity-H" w:hAnsi="TimesNewRomanPSMT-Identity-H" w:cs="TimesNewRomanPSMT-Identity-H"/>
          <w:sz w:val="20"/>
          <w:szCs w:val="20"/>
        </w:rPr>
      </w:pPr>
      <w:r w:rsidRPr="000B7518">
        <w:rPr>
          <w:rFonts w:ascii="TimesNewRomanPS-ItalicMT-Identi" w:hAnsi="TimesNewRomanPS-ItalicMT-Identi" w:cs="TimesNewRomanPS-ItalicMT-Identi"/>
          <w:i/>
          <w:iCs/>
          <w:sz w:val="20"/>
          <w:szCs w:val="20"/>
        </w:rPr>
        <w:t xml:space="preserve">Email address </w:t>
      </w:r>
      <w:r w:rsidRPr="000B7518">
        <w:rPr>
          <w:rFonts w:ascii="TimesNewRomanPSMT-Identity-H" w:hAnsi="TimesNewRomanPSMT-Identity-H" w:cs="TimesNewRomanPSMT-Identity-H"/>
          <w:sz w:val="20"/>
          <w:szCs w:val="20"/>
        </w:rPr>
        <w:t>……………………………………………………………………………………</w:t>
      </w:r>
      <w:r>
        <w:rPr>
          <w:rFonts w:ascii="TimesNewRomanPSMT-Identity-H" w:hAnsi="TimesNewRomanPSMT-Identity-H" w:cs="TimesNewRomanPSMT-Identity-H"/>
          <w:sz w:val="20"/>
          <w:szCs w:val="20"/>
        </w:rPr>
        <w:t>………………</w:t>
      </w:r>
    </w:p>
    <w:p w:rsidR="00FB61CC" w:rsidRDefault="00FB61CC" w:rsidP="00FB61CC">
      <w:pPr>
        <w:autoSpaceDE w:val="0"/>
        <w:autoSpaceDN w:val="0"/>
        <w:adjustRightInd w:val="0"/>
        <w:spacing w:line="480" w:lineRule="auto"/>
        <w:rPr>
          <w:rFonts w:ascii="TimesNewRomanPSMT-Identity-H" w:hAnsi="TimesNewRomanPSMT-Identity-H" w:cs="TimesNewRomanPSMT-Identity-H"/>
          <w:sz w:val="20"/>
          <w:szCs w:val="20"/>
        </w:rPr>
      </w:pPr>
      <w:r w:rsidRPr="000B7518">
        <w:rPr>
          <w:rFonts w:ascii="TimesNewRomanPSMT-Identity-H" w:hAnsi="TimesNewRomanPSMT-Identity-H" w:cs="TimesNewRomanPSMT-Identity-H"/>
          <w:sz w:val="20"/>
          <w:szCs w:val="20"/>
        </w:rPr>
        <w:t xml:space="preserve"> </w:t>
      </w:r>
    </w:p>
    <w:p w:rsidR="00FB61CC" w:rsidRPr="000B7518" w:rsidRDefault="00FB61CC" w:rsidP="00FB61CC">
      <w:pPr>
        <w:autoSpaceDE w:val="0"/>
        <w:autoSpaceDN w:val="0"/>
        <w:adjustRightInd w:val="0"/>
        <w:spacing w:line="480" w:lineRule="auto"/>
        <w:rPr>
          <w:rFonts w:ascii="TimesNewRomanPSMT-Identity-H" w:hAnsi="TimesNewRomanPSMT-Identity-H" w:cs="TimesNewRomanPSMT-Identity-H"/>
          <w:sz w:val="20"/>
          <w:szCs w:val="20"/>
        </w:rPr>
      </w:pPr>
      <w:r w:rsidRPr="000B7518">
        <w:rPr>
          <w:rFonts w:ascii="TimesNewRomanPSMT-Identity-H" w:hAnsi="TimesNewRomanPSMT-Identity-H" w:cs="TimesNewRomanPSMT-Identity-H"/>
          <w:sz w:val="20"/>
          <w:szCs w:val="20"/>
        </w:rPr>
        <w:t xml:space="preserve">And </w:t>
      </w:r>
    </w:p>
    <w:p w:rsidR="00FB61CC" w:rsidRDefault="00FB61CC" w:rsidP="00FB61CC">
      <w:pPr>
        <w:autoSpaceDE w:val="0"/>
        <w:autoSpaceDN w:val="0"/>
        <w:adjustRightInd w:val="0"/>
        <w:spacing w:line="480" w:lineRule="auto"/>
        <w:rPr>
          <w:rFonts w:ascii="TimesNewRomanPSMT-Identity-H" w:hAnsi="TimesNewRomanPSMT-Identity-H" w:cs="TimesNewRomanPSMT-Identity-H"/>
          <w:sz w:val="20"/>
          <w:szCs w:val="20"/>
        </w:rPr>
      </w:pPr>
    </w:p>
    <w:p w:rsidR="00FB61CC" w:rsidRPr="000B7518" w:rsidRDefault="00FB61CC" w:rsidP="00FB61CC">
      <w:pPr>
        <w:autoSpaceDE w:val="0"/>
        <w:autoSpaceDN w:val="0"/>
        <w:adjustRightInd w:val="0"/>
        <w:spacing w:line="480" w:lineRule="auto"/>
        <w:rPr>
          <w:rFonts w:ascii="TimesNewRomanPSMT-Identity-H" w:hAnsi="TimesNewRomanPSMT-Identity-H" w:cs="TimesNewRomanPSMT-Identity-H"/>
          <w:sz w:val="20"/>
          <w:szCs w:val="20"/>
        </w:rPr>
      </w:pPr>
      <w:r w:rsidRPr="0043121D">
        <w:rPr>
          <w:rFonts w:ascii="TimesNewRomanPSMT-Identity-H" w:hAnsi="TimesNewRomanPSMT-Identity-H" w:cs="TimesNewRomanPSMT-Identity-H"/>
          <w:i/>
          <w:sz w:val="20"/>
          <w:szCs w:val="20"/>
        </w:rPr>
        <w:t>Full name of Respondent</w:t>
      </w:r>
      <w:r w:rsidRPr="000B7518">
        <w:rPr>
          <w:rFonts w:ascii="TimesNewRomanPSMT-Identity-H" w:hAnsi="TimesNewRomanPSMT-Identity-H" w:cs="TimesNewRomanPSMT-Identity-H"/>
          <w:sz w:val="20"/>
          <w:szCs w:val="20"/>
        </w:rPr>
        <w:t>…………………………………………………………………………</w:t>
      </w:r>
      <w:r>
        <w:rPr>
          <w:rFonts w:ascii="TimesNewRomanPSMT-Identity-H" w:hAnsi="TimesNewRomanPSMT-Identity-H" w:cs="TimesNewRomanPSMT-Identity-H"/>
          <w:sz w:val="20"/>
          <w:szCs w:val="20"/>
        </w:rPr>
        <w:t>…………….</w:t>
      </w:r>
      <w:r w:rsidRPr="000B7518">
        <w:rPr>
          <w:rFonts w:ascii="TimesNewRomanPSMT-Identity-H" w:hAnsi="TimesNewRomanPSMT-Identity-H" w:cs="TimesNewRomanPSMT-Identity-H"/>
          <w:sz w:val="20"/>
          <w:szCs w:val="20"/>
        </w:rPr>
        <w:t xml:space="preserve"> </w:t>
      </w:r>
    </w:p>
    <w:p w:rsidR="00FB61CC" w:rsidRPr="000B7518" w:rsidRDefault="0043121D" w:rsidP="00FB61CC">
      <w:pPr>
        <w:autoSpaceDE w:val="0"/>
        <w:autoSpaceDN w:val="0"/>
        <w:adjustRightInd w:val="0"/>
        <w:spacing w:line="480" w:lineRule="auto"/>
        <w:rPr>
          <w:rFonts w:ascii="TimesNewRomanPS-ItalicMT-Identi" w:hAnsi="TimesNewRomanPS-ItalicMT-Identi" w:cs="TimesNewRomanPS-ItalicMT-Identi"/>
          <w:i/>
          <w:iCs/>
          <w:sz w:val="20"/>
          <w:szCs w:val="20"/>
        </w:rPr>
      </w:pPr>
      <w:r>
        <w:rPr>
          <w:rFonts w:ascii="TimesNewRomanPS-ItalicMT-Identi" w:hAnsi="TimesNewRomanPS-ItalicMT-Identi" w:cs="TimesNewRomanPS-ItalicMT-Identi"/>
          <w:i/>
          <w:iCs/>
          <w:sz w:val="20"/>
          <w:szCs w:val="20"/>
        </w:rPr>
        <w:t>Address</w:t>
      </w:r>
      <w:r w:rsidR="00FB61CC" w:rsidRPr="000B7518">
        <w:rPr>
          <w:rFonts w:ascii="TimesNewRomanPS-ItalicMT-Identi" w:hAnsi="TimesNewRomanPS-ItalicMT-Identi" w:cs="TimesNewRomanPS-ItalicMT-Identi"/>
          <w:i/>
          <w:iCs/>
          <w:sz w:val="20"/>
          <w:szCs w:val="20"/>
        </w:rPr>
        <w:t>……………………………………………………………………………………………</w:t>
      </w:r>
      <w:r w:rsidR="00FB61CC">
        <w:rPr>
          <w:rFonts w:ascii="TimesNewRomanPS-ItalicMT-Identi" w:hAnsi="TimesNewRomanPS-ItalicMT-Identi" w:cs="TimesNewRomanPS-ItalicMT-Identi"/>
          <w:i/>
          <w:iCs/>
          <w:sz w:val="20"/>
          <w:szCs w:val="20"/>
        </w:rPr>
        <w:t>……………..</w:t>
      </w:r>
    </w:p>
    <w:p w:rsidR="00FB61CC" w:rsidRPr="000B7518" w:rsidRDefault="00FB61CC" w:rsidP="00FB61CC">
      <w:pPr>
        <w:autoSpaceDE w:val="0"/>
        <w:autoSpaceDN w:val="0"/>
        <w:adjustRightInd w:val="0"/>
        <w:spacing w:line="480" w:lineRule="auto"/>
        <w:rPr>
          <w:rFonts w:ascii="TimesNewRomanPS-ItalicMT-Identi" w:hAnsi="TimesNewRomanPS-ItalicMT-Identi" w:cs="TimesNewRomanPS-ItalicMT-Identi"/>
          <w:i/>
          <w:iCs/>
          <w:sz w:val="20"/>
          <w:szCs w:val="20"/>
        </w:rPr>
      </w:pPr>
      <w:r w:rsidRPr="000B7518">
        <w:rPr>
          <w:rFonts w:ascii="TimesNewRomanPS-ItalicMT-Identi" w:hAnsi="TimesNewRomanPS-ItalicMT-Identi" w:cs="TimesNewRomanPS-ItalicMT-Identi"/>
          <w:i/>
          <w:iCs/>
          <w:sz w:val="20"/>
          <w:szCs w:val="20"/>
        </w:rPr>
        <w:t>………………………………………………………………………………………………………</w:t>
      </w:r>
      <w:r>
        <w:rPr>
          <w:rFonts w:ascii="TimesNewRomanPS-ItalicMT-Identi" w:hAnsi="TimesNewRomanPS-ItalicMT-Identi" w:cs="TimesNewRomanPS-ItalicMT-Identi"/>
          <w:i/>
          <w:iCs/>
          <w:sz w:val="20"/>
          <w:szCs w:val="20"/>
        </w:rPr>
        <w:t>……………..</w:t>
      </w:r>
    </w:p>
    <w:p w:rsidR="00FB61CC" w:rsidRPr="000B7518" w:rsidRDefault="00FB61CC" w:rsidP="00FB61CC">
      <w:pPr>
        <w:autoSpaceDE w:val="0"/>
        <w:autoSpaceDN w:val="0"/>
        <w:adjustRightInd w:val="0"/>
        <w:spacing w:line="480" w:lineRule="auto"/>
        <w:rPr>
          <w:rFonts w:ascii="TimesNewRomanPS-ItalicMT-Identi" w:hAnsi="TimesNewRomanPS-ItalicMT-Identi" w:cs="TimesNewRomanPS-ItalicMT-Identi"/>
          <w:i/>
          <w:iCs/>
          <w:sz w:val="20"/>
          <w:szCs w:val="20"/>
        </w:rPr>
      </w:pPr>
      <w:r w:rsidRPr="000B7518">
        <w:rPr>
          <w:rFonts w:ascii="TimesNewRomanPS-ItalicMT-Identi" w:hAnsi="TimesNewRomanPS-ItalicMT-Identi" w:cs="TimesNewRomanPS-ItalicMT-Identi"/>
          <w:i/>
          <w:iCs/>
          <w:sz w:val="20"/>
          <w:szCs w:val="20"/>
        </w:rPr>
        <w:t>Telephone number………………………………………………………………………………...</w:t>
      </w:r>
      <w:r>
        <w:rPr>
          <w:rFonts w:ascii="TimesNewRomanPS-ItalicMT-Identi" w:hAnsi="TimesNewRomanPS-ItalicMT-Identi" w:cs="TimesNewRomanPS-ItalicMT-Identi"/>
          <w:i/>
          <w:iCs/>
          <w:sz w:val="20"/>
          <w:szCs w:val="20"/>
        </w:rPr>
        <w:t>..................</w:t>
      </w:r>
    </w:p>
    <w:p w:rsidR="00BC49EC" w:rsidRPr="00FB61CC" w:rsidRDefault="00FB61CC" w:rsidP="00FB61CC">
      <w:pPr>
        <w:autoSpaceDE w:val="0"/>
        <w:autoSpaceDN w:val="0"/>
        <w:adjustRightInd w:val="0"/>
        <w:spacing w:line="240" w:lineRule="auto"/>
        <w:rPr>
          <w:rFonts w:ascii="TimesNewRomanPS-BoldMT-Identity" w:hAnsi="TimesNewRomanPS-BoldMT-Identity" w:cs="TimesNewRomanPS-BoldMT-Identity"/>
          <w:b/>
          <w:bCs/>
          <w:sz w:val="20"/>
          <w:szCs w:val="20"/>
        </w:rPr>
      </w:pPr>
      <w:r w:rsidRPr="000B7518">
        <w:rPr>
          <w:rFonts w:ascii="TimesNewRomanPS-ItalicMT-Identi" w:hAnsi="TimesNewRomanPS-ItalicMT-Identi" w:cs="TimesNewRomanPS-ItalicMT-Identi"/>
          <w:i/>
          <w:iCs/>
          <w:sz w:val="20"/>
          <w:szCs w:val="20"/>
        </w:rPr>
        <w:t xml:space="preserve">Email address </w:t>
      </w:r>
      <w:r w:rsidRPr="000B7518">
        <w:rPr>
          <w:rFonts w:ascii="TimesNewRomanPSMT-Identity-H" w:hAnsi="TimesNewRomanPSMT-Identity-H" w:cs="TimesNewRomanPSMT-Identity-H"/>
          <w:sz w:val="20"/>
          <w:szCs w:val="20"/>
        </w:rPr>
        <w:t>……………………………………………………………………………………</w:t>
      </w:r>
      <w:r>
        <w:rPr>
          <w:rFonts w:ascii="TimesNewRomanPSMT-Identity-H" w:hAnsi="TimesNewRomanPSMT-Identity-H" w:cs="TimesNewRomanPSMT-Identity-H"/>
          <w:sz w:val="20"/>
          <w:szCs w:val="20"/>
        </w:rPr>
        <w:t>……………….</w:t>
      </w:r>
    </w:p>
    <w:p w:rsidR="00FB61CC" w:rsidRDefault="00FB61CC" w:rsidP="00850F1E">
      <w:pPr>
        <w:autoSpaceDE w:val="0"/>
        <w:autoSpaceDN w:val="0"/>
        <w:adjustRightInd w:val="0"/>
        <w:spacing w:line="240" w:lineRule="auto"/>
        <w:rPr>
          <w:rFonts w:ascii="TimesNewRomanPS-BoldMT-Identity" w:hAnsi="TimesNewRomanPS-BoldMT-Identity" w:cs="TimesNewRomanPS-BoldMT-Identity"/>
          <w:b/>
          <w:bCs/>
          <w:sz w:val="20"/>
          <w:szCs w:val="20"/>
        </w:rPr>
      </w:pPr>
    </w:p>
    <w:p w:rsidR="00FB61CC" w:rsidRDefault="00FB61CC" w:rsidP="00850F1E">
      <w:pPr>
        <w:autoSpaceDE w:val="0"/>
        <w:autoSpaceDN w:val="0"/>
        <w:adjustRightInd w:val="0"/>
        <w:spacing w:line="240" w:lineRule="auto"/>
        <w:rPr>
          <w:rFonts w:ascii="TimesNewRomanPS-BoldMT-Identity" w:hAnsi="TimesNewRomanPS-BoldMT-Identity" w:cs="TimesNewRomanPS-BoldMT-Identity"/>
          <w:b/>
          <w:bCs/>
          <w:sz w:val="20"/>
          <w:szCs w:val="20"/>
        </w:rPr>
      </w:pPr>
    </w:p>
    <w:p w:rsidR="0099076A" w:rsidRDefault="0099076A" w:rsidP="0099076A">
      <w:pPr>
        <w:autoSpaceDE w:val="0"/>
        <w:autoSpaceDN w:val="0"/>
        <w:adjustRightInd w:val="0"/>
        <w:spacing w:line="240" w:lineRule="auto"/>
        <w:rPr>
          <w:rFonts w:ascii="TimesNewRomanPSMT-Identity-H" w:hAnsi="TimesNewRomanPSMT-Identity-H" w:cs="TimesNewRomanPSMT-Identity-H"/>
          <w:sz w:val="20"/>
          <w:szCs w:val="20"/>
        </w:rPr>
      </w:pPr>
      <w:r w:rsidRPr="00C30702">
        <w:rPr>
          <w:rFonts w:ascii="TimesNewRomanPS-BoldMT-Identity" w:hAnsi="TimesNewRomanPS-BoldMT-Identity" w:cs="TimesNewRomanPS-BoldMT-Identity"/>
          <w:b/>
          <w:bCs/>
          <w:sz w:val="20"/>
          <w:szCs w:val="20"/>
        </w:rPr>
        <w:t xml:space="preserve">To </w:t>
      </w:r>
      <w:r>
        <w:rPr>
          <w:rFonts w:ascii="TimesNewRomanPSMT-Identity-H" w:hAnsi="TimesNewRomanPSMT-Identity-H" w:cs="TimesNewRomanPSMT-Identity-H"/>
          <w:sz w:val="20"/>
          <w:szCs w:val="20"/>
        </w:rPr>
        <w:t>the Employment Relations Authority</w:t>
      </w:r>
    </w:p>
    <w:p w:rsidR="0099076A" w:rsidRPr="00C30702" w:rsidRDefault="0099076A" w:rsidP="0099076A">
      <w:pPr>
        <w:autoSpaceDE w:val="0"/>
        <w:autoSpaceDN w:val="0"/>
        <w:adjustRightInd w:val="0"/>
        <w:spacing w:line="240" w:lineRule="auto"/>
        <w:rPr>
          <w:rFonts w:ascii="TimesNewRomanPSMT-Identity-H" w:hAnsi="TimesNewRomanPSMT-Identity-H" w:cs="TimesNewRomanPSMT-Identity-H"/>
          <w:sz w:val="20"/>
          <w:szCs w:val="20"/>
        </w:rPr>
      </w:pPr>
    </w:p>
    <w:p w:rsidR="0099076A" w:rsidRDefault="0099076A" w:rsidP="0099076A">
      <w:pPr>
        <w:autoSpaceDE w:val="0"/>
        <w:autoSpaceDN w:val="0"/>
        <w:adjustRightInd w:val="0"/>
        <w:spacing w:line="240" w:lineRule="auto"/>
        <w:rPr>
          <w:rFonts w:ascii="TimesNewRomanPSMT-Identity-H" w:hAnsi="TimesNewRomanPSMT-Identity-H" w:cs="TimesNewRomanPSMT-Identity-H"/>
          <w:sz w:val="20"/>
          <w:szCs w:val="20"/>
        </w:rPr>
      </w:pPr>
      <w:proofErr w:type="gramStart"/>
      <w:r>
        <w:rPr>
          <w:rFonts w:ascii="TimesNewRomanPSMT-Identity-H" w:hAnsi="TimesNewRomanPSMT-Identity-H" w:cs="TimesNewRomanPSMT-Identity-H"/>
          <w:sz w:val="20"/>
          <w:szCs w:val="20"/>
        </w:rPr>
        <w:t>a</w:t>
      </w:r>
      <w:r w:rsidRPr="00C30702">
        <w:rPr>
          <w:rFonts w:ascii="TimesNewRomanPSMT-Identity-H" w:hAnsi="TimesNewRomanPSMT-Identity-H" w:cs="TimesNewRomanPSMT-Identity-H"/>
          <w:sz w:val="20"/>
          <w:szCs w:val="20"/>
        </w:rPr>
        <w:t>nd</w:t>
      </w:r>
      <w:proofErr w:type="gramEnd"/>
    </w:p>
    <w:p w:rsidR="0099076A" w:rsidRPr="00C30702" w:rsidRDefault="0099076A" w:rsidP="0099076A">
      <w:pPr>
        <w:autoSpaceDE w:val="0"/>
        <w:autoSpaceDN w:val="0"/>
        <w:adjustRightInd w:val="0"/>
        <w:spacing w:line="240" w:lineRule="auto"/>
        <w:rPr>
          <w:rFonts w:ascii="TimesNewRomanPSMT-Identity-H" w:hAnsi="TimesNewRomanPSMT-Identity-H" w:cs="TimesNewRomanPSMT-Identity-H"/>
          <w:sz w:val="20"/>
          <w:szCs w:val="20"/>
        </w:rPr>
      </w:pPr>
    </w:p>
    <w:p w:rsidR="0099076A" w:rsidRDefault="0099076A" w:rsidP="0099076A">
      <w:pPr>
        <w:autoSpaceDE w:val="0"/>
        <w:autoSpaceDN w:val="0"/>
        <w:adjustRightInd w:val="0"/>
        <w:spacing w:line="240" w:lineRule="auto"/>
        <w:rPr>
          <w:rFonts w:ascii="TimesNewRomanPSMT-Identity-H" w:hAnsi="TimesNewRomanPSMT-Identity-H" w:cs="TimesNewRomanPSMT-Identity-H"/>
          <w:sz w:val="20"/>
          <w:szCs w:val="20"/>
        </w:rPr>
      </w:pPr>
      <w:r w:rsidRPr="00C30702">
        <w:rPr>
          <w:rFonts w:ascii="TimesNewRomanPS-BoldMT-Identity" w:hAnsi="TimesNewRomanPS-BoldMT-Identity" w:cs="TimesNewRomanPS-BoldMT-Identity"/>
          <w:b/>
          <w:bCs/>
          <w:sz w:val="20"/>
          <w:szCs w:val="20"/>
        </w:rPr>
        <w:t xml:space="preserve">To </w:t>
      </w:r>
      <w:r w:rsidRPr="00C30702">
        <w:rPr>
          <w:rFonts w:ascii="TimesNewRomanPSMT-Identity-H" w:hAnsi="TimesNewRomanPSMT-Identity-H" w:cs="TimesNewRomanPSMT-Identity-H"/>
          <w:sz w:val="20"/>
          <w:szCs w:val="20"/>
        </w:rPr>
        <w:t xml:space="preserve">the </w:t>
      </w:r>
      <w:r>
        <w:rPr>
          <w:rFonts w:ascii="TimesNewRomanPSMT-Identity-H" w:hAnsi="TimesNewRomanPSMT-Identity-H" w:cs="TimesNewRomanPSMT-Identity-H"/>
          <w:sz w:val="20"/>
          <w:szCs w:val="20"/>
        </w:rPr>
        <w:t>applicant/the respondent*</w:t>
      </w:r>
    </w:p>
    <w:p w:rsidR="0099076A" w:rsidRPr="00024283" w:rsidRDefault="0099076A" w:rsidP="0099076A">
      <w:pPr>
        <w:autoSpaceDE w:val="0"/>
        <w:autoSpaceDN w:val="0"/>
        <w:adjustRightInd w:val="0"/>
        <w:spacing w:line="240" w:lineRule="auto"/>
        <w:rPr>
          <w:rFonts w:ascii="TimesNewRomanPSMT-Identity-H" w:hAnsi="TimesNewRomanPSMT-Identity-H" w:cs="TimesNewRomanPSMT-Identity-H"/>
          <w:sz w:val="18"/>
          <w:szCs w:val="20"/>
        </w:rPr>
      </w:pPr>
      <w:r w:rsidRPr="00024283">
        <w:rPr>
          <w:rFonts w:ascii="TimesNewRomanPSMT-Identity-H" w:hAnsi="TimesNewRomanPSMT-Identity-H" w:cs="TimesNewRomanPSMT-Identity-H"/>
          <w:sz w:val="18"/>
          <w:szCs w:val="20"/>
        </w:rPr>
        <w:t>*Select one or omit if application is lodged jointly by both the applicant and the respondent</w:t>
      </w:r>
    </w:p>
    <w:p w:rsidR="0099076A" w:rsidRDefault="0099076A" w:rsidP="0099076A">
      <w:pPr>
        <w:autoSpaceDE w:val="0"/>
        <w:autoSpaceDN w:val="0"/>
        <w:adjustRightInd w:val="0"/>
        <w:spacing w:line="240" w:lineRule="auto"/>
        <w:rPr>
          <w:rFonts w:ascii="TimesNewRomanPSMT-Identity-H" w:hAnsi="TimesNewRomanPSMT-Identity-H" w:cs="TimesNewRomanPSMT-Identity-H"/>
          <w:sz w:val="20"/>
          <w:szCs w:val="20"/>
        </w:rPr>
      </w:pPr>
    </w:p>
    <w:p w:rsidR="0099076A" w:rsidRDefault="00CE5DDF" w:rsidP="0099076A">
      <w:pPr>
        <w:autoSpaceDE w:val="0"/>
        <w:autoSpaceDN w:val="0"/>
        <w:adjustRightInd w:val="0"/>
        <w:spacing w:line="240" w:lineRule="auto"/>
        <w:rPr>
          <w:rFonts w:ascii="TimesNewRomanPSMT-Identity-H" w:hAnsi="TimesNewRomanPSMT-Identity-H" w:cs="TimesNewRomanPSMT-Identity-H"/>
          <w:sz w:val="20"/>
          <w:szCs w:val="20"/>
        </w:rPr>
      </w:pPr>
      <w:proofErr w:type="gramStart"/>
      <w:r>
        <w:rPr>
          <w:rFonts w:ascii="TimesNewRomanPSMT-Identity-H" w:hAnsi="TimesNewRomanPSMT-Identity-H" w:cs="TimesNewRomanPSMT-Identity-H"/>
          <w:sz w:val="20"/>
          <w:szCs w:val="20"/>
        </w:rPr>
        <w:t>a</w:t>
      </w:r>
      <w:r w:rsidR="0099076A">
        <w:rPr>
          <w:rFonts w:ascii="TimesNewRomanPSMT-Identity-H" w:hAnsi="TimesNewRomanPSMT-Identity-H" w:cs="TimesNewRomanPSMT-Identity-H"/>
          <w:sz w:val="20"/>
          <w:szCs w:val="20"/>
        </w:rPr>
        <w:t>nd</w:t>
      </w:r>
      <w:proofErr w:type="gramEnd"/>
    </w:p>
    <w:p w:rsidR="0099076A" w:rsidRDefault="0099076A" w:rsidP="0099076A">
      <w:pPr>
        <w:autoSpaceDE w:val="0"/>
        <w:autoSpaceDN w:val="0"/>
        <w:adjustRightInd w:val="0"/>
        <w:spacing w:line="240" w:lineRule="auto"/>
        <w:rPr>
          <w:rFonts w:ascii="TimesNewRomanPSMT-Identity-H" w:hAnsi="TimesNewRomanPSMT-Identity-H" w:cs="TimesNewRomanPSMT-Identity-H"/>
          <w:sz w:val="20"/>
          <w:szCs w:val="20"/>
        </w:rPr>
      </w:pPr>
    </w:p>
    <w:p w:rsidR="0099076A" w:rsidRPr="002835A6" w:rsidRDefault="0099076A" w:rsidP="0099076A">
      <w:pPr>
        <w:autoSpaceDE w:val="0"/>
        <w:autoSpaceDN w:val="0"/>
        <w:adjustRightInd w:val="0"/>
        <w:spacing w:line="240" w:lineRule="auto"/>
        <w:rPr>
          <w:rFonts w:ascii="TimesNewRomanPSMT-Identity-H" w:hAnsi="TimesNewRomanPSMT-Identity-H" w:cs="TimesNewRomanPSMT-Identity-H"/>
          <w:sz w:val="20"/>
          <w:szCs w:val="20"/>
        </w:rPr>
      </w:pPr>
      <w:r>
        <w:rPr>
          <w:rFonts w:ascii="TimesNewRomanPSMT-Identity-H" w:hAnsi="TimesNewRomanPSMT-Identity-H" w:cs="TimesNewRomanPSMT-Identity-H"/>
          <w:b/>
          <w:sz w:val="20"/>
          <w:szCs w:val="20"/>
        </w:rPr>
        <w:t>To</w:t>
      </w:r>
      <w:r>
        <w:rPr>
          <w:rFonts w:ascii="TimesNewRomanPSMT-Identity-H" w:hAnsi="TimesNewRomanPSMT-Identity-H" w:cs="TimesNewRomanPSMT-Identity-H"/>
          <w:sz w:val="20"/>
          <w:szCs w:val="20"/>
        </w:rPr>
        <w:t xml:space="preserve"> the third party</w:t>
      </w:r>
    </w:p>
    <w:p w:rsidR="00BC49EC" w:rsidRDefault="00BC49EC" w:rsidP="00850F1E">
      <w:pPr>
        <w:autoSpaceDE w:val="0"/>
        <w:autoSpaceDN w:val="0"/>
        <w:adjustRightInd w:val="0"/>
        <w:spacing w:line="240" w:lineRule="auto"/>
        <w:rPr>
          <w:rFonts w:ascii="TimesNewRomanPS-BoldMT-Identity" w:hAnsi="TimesNewRomanPS-BoldMT-Identity" w:cs="TimesNewRomanPS-BoldMT-Identity"/>
          <w:b/>
          <w:bCs/>
          <w:sz w:val="23"/>
          <w:szCs w:val="23"/>
        </w:rPr>
      </w:pPr>
    </w:p>
    <w:p w:rsidR="0099076A" w:rsidRPr="000B7518" w:rsidRDefault="0099076A" w:rsidP="0099076A">
      <w:pPr>
        <w:autoSpaceDE w:val="0"/>
        <w:autoSpaceDN w:val="0"/>
        <w:adjustRightInd w:val="0"/>
        <w:spacing w:line="480" w:lineRule="auto"/>
        <w:rPr>
          <w:rFonts w:ascii="TimesNewRomanPSMT-Identity-H" w:hAnsi="TimesNewRomanPSMT-Identity-H" w:cs="TimesNewRomanPSMT-Identity-H"/>
          <w:sz w:val="20"/>
          <w:szCs w:val="20"/>
        </w:rPr>
      </w:pPr>
      <w:r w:rsidRPr="000A7015">
        <w:rPr>
          <w:rFonts w:ascii="TimesNewRomanPSMT-Identity-H" w:hAnsi="TimesNewRomanPSMT-Identity-H" w:cs="TimesNewRomanPSMT-Identity-H"/>
          <w:i/>
          <w:sz w:val="20"/>
          <w:szCs w:val="20"/>
        </w:rPr>
        <w:t xml:space="preserve">Full name of </w:t>
      </w:r>
      <w:r w:rsidR="002F656F" w:rsidRPr="000A7015">
        <w:rPr>
          <w:rFonts w:ascii="TimesNewRomanPSMT-Identity-H" w:hAnsi="TimesNewRomanPSMT-Identity-H" w:cs="TimesNewRomanPSMT-Identity-H"/>
          <w:i/>
          <w:sz w:val="20"/>
          <w:szCs w:val="20"/>
        </w:rPr>
        <w:t>th</w:t>
      </w:r>
      <w:r w:rsidR="00C2191F" w:rsidRPr="000A7015">
        <w:rPr>
          <w:rFonts w:ascii="TimesNewRomanPSMT-Identity-H" w:hAnsi="TimesNewRomanPSMT-Identity-H" w:cs="TimesNewRomanPSMT-Identity-H"/>
          <w:i/>
          <w:sz w:val="20"/>
          <w:szCs w:val="20"/>
        </w:rPr>
        <w:t xml:space="preserve">ird </w:t>
      </w:r>
      <w:r w:rsidR="002F656F" w:rsidRPr="000A7015">
        <w:rPr>
          <w:rFonts w:ascii="TimesNewRomanPSMT-Identity-H" w:hAnsi="TimesNewRomanPSMT-Identity-H" w:cs="TimesNewRomanPSMT-Identity-H"/>
          <w:i/>
          <w:sz w:val="20"/>
          <w:szCs w:val="20"/>
        </w:rPr>
        <w:t>party</w:t>
      </w:r>
      <w:r w:rsidRPr="000B7518">
        <w:rPr>
          <w:rFonts w:ascii="TimesNewRomanPSMT-Identity-H" w:hAnsi="TimesNewRomanPSMT-Identity-H" w:cs="TimesNewRomanPSMT-Identity-H"/>
          <w:sz w:val="20"/>
          <w:szCs w:val="20"/>
        </w:rPr>
        <w:t>…………………………………………………………………………</w:t>
      </w:r>
      <w:r>
        <w:rPr>
          <w:rFonts w:ascii="TimesNewRomanPSMT-Identity-H" w:hAnsi="TimesNewRomanPSMT-Identity-H" w:cs="TimesNewRomanPSMT-Identity-H"/>
          <w:sz w:val="20"/>
          <w:szCs w:val="20"/>
        </w:rPr>
        <w:t>…………….</w:t>
      </w:r>
      <w:r w:rsidRPr="000B7518">
        <w:rPr>
          <w:rFonts w:ascii="TimesNewRomanPSMT-Identity-H" w:hAnsi="TimesNewRomanPSMT-Identity-H" w:cs="TimesNewRomanPSMT-Identity-H"/>
          <w:sz w:val="20"/>
          <w:szCs w:val="20"/>
        </w:rPr>
        <w:t xml:space="preserve"> </w:t>
      </w:r>
    </w:p>
    <w:p w:rsidR="0099076A" w:rsidRPr="000B7518" w:rsidRDefault="000A7015" w:rsidP="0099076A">
      <w:pPr>
        <w:autoSpaceDE w:val="0"/>
        <w:autoSpaceDN w:val="0"/>
        <w:adjustRightInd w:val="0"/>
        <w:spacing w:line="480" w:lineRule="auto"/>
        <w:rPr>
          <w:rFonts w:ascii="TimesNewRomanPS-ItalicMT-Identi" w:hAnsi="TimesNewRomanPS-ItalicMT-Identi" w:cs="TimesNewRomanPS-ItalicMT-Identi"/>
          <w:i/>
          <w:iCs/>
          <w:sz w:val="20"/>
          <w:szCs w:val="20"/>
        </w:rPr>
      </w:pPr>
      <w:r>
        <w:rPr>
          <w:rFonts w:ascii="TimesNewRomanPS-ItalicMT-Identi" w:hAnsi="TimesNewRomanPS-ItalicMT-Identi" w:cs="TimesNewRomanPS-ItalicMT-Identi"/>
          <w:i/>
          <w:iCs/>
          <w:sz w:val="20"/>
          <w:szCs w:val="20"/>
        </w:rPr>
        <w:t>Address</w:t>
      </w:r>
      <w:bookmarkStart w:id="0" w:name="_GoBack"/>
      <w:bookmarkEnd w:id="0"/>
      <w:r w:rsidR="0099076A" w:rsidRPr="000B7518">
        <w:rPr>
          <w:rFonts w:ascii="TimesNewRomanPS-ItalicMT-Identi" w:hAnsi="TimesNewRomanPS-ItalicMT-Identi" w:cs="TimesNewRomanPS-ItalicMT-Identi"/>
          <w:i/>
          <w:iCs/>
          <w:sz w:val="20"/>
          <w:szCs w:val="20"/>
        </w:rPr>
        <w:t>……………………………………………………………………………………………</w:t>
      </w:r>
      <w:r w:rsidR="0099076A">
        <w:rPr>
          <w:rFonts w:ascii="TimesNewRomanPS-ItalicMT-Identi" w:hAnsi="TimesNewRomanPS-ItalicMT-Identi" w:cs="TimesNewRomanPS-ItalicMT-Identi"/>
          <w:i/>
          <w:iCs/>
          <w:sz w:val="20"/>
          <w:szCs w:val="20"/>
        </w:rPr>
        <w:t>……………..</w:t>
      </w:r>
    </w:p>
    <w:p w:rsidR="0099076A" w:rsidRPr="000B7518" w:rsidRDefault="0099076A" w:rsidP="0099076A">
      <w:pPr>
        <w:autoSpaceDE w:val="0"/>
        <w:autoSpaceDN w:val="0"/>
        <w:adjustRightInd w:val="0"/>
        <w:spacing w:line="480" w:lineRule="auto"/>
        <w:rPr>
          <w:rFonts w:ascii="TimesNewRomanPS-ItalicMT-Identi" w:hAnsi="TimesNewRomanPS-ItalicMT-Identi" w:cs="TimesNewRomanPS-ItalicMT-Identi"/>
          <w:i/>
          <w:iCs/>
          <w:sz w:val="20"/>
          <w:szCs w:val="20"/>
        </w:rPr>
      </w:pPr>
      <w:r w:rsidRPr="000B7518">
        <w:rPr>
          <w:rFonts w:ascii="TimesNewRomanPS-ItalicMT-Identi" w:hAnsi="TimesNewRomanPS-ItalicMT-Identi" w:cs="TimesNewRomanPS-ItalicMT-Identi"/>
          <w:i/>
          <w:iCs/>
          <w:sz w:val="20"/>
          <w:szCs w:val="20"/>
        </w:rPr>
        <w:t>………………………………………………………………………………………………………</w:t>
      </w:r>
      <w:r>
        <w:rPr>
          <w:rFonts w:ascii="TimesNewRomanPS-ItalicMT-Identi" w:hAnsi="TimesNewRomanPS-ItalicMT-Identi" w:cs="TimesNewRomanPS-ItalicMT-Identi"/>
          <w:i/>
          <w:iCs/>
          <w:sz w:val="20"/>
          <w:szCs w:val="20"/>
        </w:rPr>
        <w:t>……………..</w:t>
      </w:r>
    </w:p>
    <w:p w:rsidR="0099076A" w:rsidRPr="000B7518" w:rsidRDefault="0099076A" w:rsidP="0099076A">
      <w:pPr>
        <w:autoSpaceDE w:val="0"/>
        <w:autoSpaceDN w:val="0"/>
        <w:adjustRightInd w:val="0"/>
        <w:spacing w:line="480" w:lineRule="auto"/>
        <w:rPr>
          <w:rFonts w:ascii="TimesNewRomanPS-ItalicMT-Identi" w:hAnsi="TimesNewRomanPS-ItalicMT-Identi" w:cs="TimesNewRomanPS-ItalicMT-Identi"/>
          <w:i/>
          <w:iCs/>
          <w:sz w:val="20"/>
          <w:szCs w:val="20"/>
        </w:rPr>
      </w:pPr>
      <w:r w:rsidRPr="000B7518">
        <w:rPr>
          <w:rFonts w:ascii="TimesNewRomanPS-ItalicMT-Identi" w:hAnsi="TimesNewRomanPS-ItalicMT-Identi" w:cs="TimesNewRomanPS-ItalicMT-Identi"/>
          <w:i/>
          <w:iCs/>
          <w:sz w:val="20"/>
          <w:szCs w:val="20"/>
        </w:rPr>
        <w:lastRenderedPageBreak/>
        <w:t>Telephone number………………………………………………………………………………...</w:t>
      </w:r>
      <w:r>
        <w:rPr>
          <w:rFonts w:ascii="TimesNewRomanPS-ItalicMT-Identi" w:hAnsi="TimesNewRomanPS-ItalicMT-Identi" w:cs="TimesNewRomanPS-ItalicMT-Identi"/>
          <w:i/>
          <w:iCs/>
          <w:sz w:val="20"/>
          <w:szCs w:val="20"/>
        </w:rPr>
        <w:t>..................</w:t>
      </w:r>
    </w:p>
    <w:p w:rsidR="0099076A" w:rsidRPr="00FB61CC" w:rsidRDefault="0099076A" w:rsidP="0099076A">
      <w:pPr>
        <w:autoSpaceDE w:val="0"/>
        <w:autoSpaceDN w:val="0"/>
        <w:adjustRightInd w:val="0"/>
        <w:spacing w:line="240" w:lineRule="auto"/>
        <w:rPr>
          <w:rFonts w:ascii="TimesNewRomanPS-BoldMT-Identity" w:hAnsi="TimesNewRomanPS-BoldMT-Identity" w:cs="TimesNewRomanPS-BoldMT-Identity"/>
          <w:b/>
          <w:bCs/>
          <w:sz w:val="20"/>
          <w:szCs w:val="20"/>
        </w:rPr>
      </w:pPr>
      <w:r w:rsidRPr="000B7518">
        <w:rPr>
          <w:rFonts w:ascii="TimesNewRomanPS-ItalicMT-Identi" w:hAnsi="TimesNewRomanPS-ItalicMT-Identi" w:cs="TimesNewRomanPS-ItalicMT-Identi"/>
          <w:i/>
          <w:iCs/>
          <w:sz w:val="20"/>
          <w:szCs w:val="20"/>
        </w:rPr>
        <w:t xml:space="preserve">Email address </w:t>
      </w:r>
      <w:r w:rsidRPr="000B7518">
        <w:rPr>
          <w:rFonts w:ascii="TimesNewRomanPSMT-Identity-H" w:hAnsi="TimesNewRomanPSMT-Identity-H" w:cs="TimesNewRomanPSMT-Identity-H"/>
          <w:sz w:val="20"/>
          <w:szCs w:val="20"/>
        </w:rPr>
        <w:t>……………………………………………………………………………………</w:t>
      </w:r>
      <w:r>
        <w:rPr>
          <w:rFonts w:ascii="TimesNewRomanPSMT-Identity-H" w:hAnsi="TimesNewRomanPSMT-Identity-H" w:cs="TimesNewRomanPSMT-Identity-H"/>
          <w:sz w:val="20"/>
          <w:szCs w:val="20"/>
        </w:rPr>
        <w:t>……………….</w:t>
      </w:r>
    </w:p>
    <w:p w:rsidR="00BC49EC" w:rsidRDefault="00BC49EC" w:rsidP="00850F1E">
      <w:pPr>
        <w:autoSpaceDE w:val="0"/>
        <w:autoSpaceDN w:val="0"/>
        <w:adjustRightInd w:val="0"/>
        <w:spacing w:line="240" w:lineRule="auto"/>
        <w:rPr>
          <w:rFonts w:ascii="TimesNewRomanPS-BoldMT-Identity" w:hAnsi="TimesNewRomanPS-BoldMT-Identity" w:cs="TimesNewRomanPS-BoldMT-Identity"/>
          <w:b/>
          <w:bCs/>
          <w:sz w:val="23"/>
          <w:szCs w:val="23"/>
        </w:rPr>
      </w:pPr>
    </w:p>
    <w:p w:rsidR="00FB61CC" w:rsidRDefault="00FB61CC" w:rsidP="00850F1E">
      <w:pPr>
        <w:autoSpaceDE w:val="0"/>
        <w:autoSpaceDN w:val="0"/>
        <w:adjustRightInd w:val="0"/>
        <w:spacing w:line="240" w:lineRule="auto"/>
        <w:rPr>
          <w:rFonts w:ascii="TimesNewRomanPS-BoldMT-Identity" w:hAnsi="TimesNewRomanPS-BoldMT-Identity" w:cs="TimesNewRomanPS-BoldMT-Identity"/>
          <w:b/>
          <w:bCs/>
          <w:sz w:val="23"/>
          <w:szCs w:val="23"/>
        </w:rPr>
      </w:pPr>
    </w:p>
    <w:p w:rsidR="00850F1E" w:rsidRDefault="0099076A" w:rsidP="00850F1E">
      <w:pPr>
        <w:autoSpaceDE w:val="0"/>
        <w:autoSpaceDN w:val="0"/>
        <w:adjustRightInd w:val="0"/>
        <w:spacing w:line="240" w:lineRule="auto"/>
        <w:rPr>
          <w:rFonts w:ascii="TimesNewRomanPS-BoldMT-Identity" w:hAnsi="TimesNewRomanPS-BoldMT-Identity" w:cs="TimesNewRomanPS-BoldMT-Identity"/>
          <w:b/>
          <w:bCs/>
          <w:sz w:val="23"/>
          <w:szCs w:val="23"/>
        </w:rPr>
      </w:pPr>
      <w:r w:rsidRPr="0099076A">
        <w:rPr>
          <w:rFonts w:ascii="TimesNewRomanPS-BoldMT-Identity" w:hAnsi="TimesNewRomanPS-BoldMT-Identity" w:cs="TimesNewRomanPS-BoldMT-Identity"/>
          <w:b/>
          <w:bCs/>
          <w:sz w:val="23"/>
          <w:szCs w:val="23"/>
        </w:rPr>
        <w:t>Application to join third party to proceedings to resolve personal grievance</w:t>
      </w:r>
    </w:p>
    <w:p w:rsidR="00BC49EC" w:rsidRPr="00FB61CC" w:rsidRDefault="00BC49EC" w:rsidP="00850F1E">
      <w:pPr>
        <w:autoSpaceDE w:val="0"/>
        <w:autoSpaceDN w:val="0"/>
        <w:adjustRightInd w:val="0"/>
        <w:spacing w:line="240" w:lineRule="auto"/>
        <w:rPr>
          <w:rFonts w:ascii="TimesNewRomanPSMT-Identity-H" w:hAnsi="TimesNewRomanPSMT-Identity-H" w:cs="TimesNewRomanPSMT-Identity-H"/>
          <w:sz w:val="20"/>
          <w:szCs w:val="20"/>
        </w:rPr>
      </w:pPr>
    </w:p>
    <w:p w:rsidR="001939F8" w:rsidRDefault="002F656F" w:rsidP="006705DB">
      <w:pPr>
        <w:autoSpaceDE w:val="0"/>
        <w:autoSpaceDN w:val="0"/>
        <w:adjustRightInd w:val="0"/>
        <w:spacing w:line="240" w:lineRule="auto"/>
        <w:ind w:left="357" w:hanging="357"/>
        <w:rPr>
          <w:rFonts w:ascii="TimesNewRomanPSMT-Identity-H" w:hAnsi="TimesNewRomanPSMT-Identity-H" w:cs="TimesNewRomanPSMT-Identity-H"/>
          <w:sz w:val="20"/>
          <w:szCs w:val="20"/>
        </w:rPr>
      </w:pPr>
      <w:r>
        <w:rPr>
          <w:rFonts w:ascii="TimesNewRomanPSMT-Identity-H" w:hAnsi="TimesNewRomanPSMT-Identity-H" w:cs="TimesNewRomanPSMT-Identity-H"/>
          <w:sz w:val="20"/>
          <w:szCs w:val="20"/>
        </w:rPr>
        <w:t>1</w:t>
      </w:r>
      <w:r>
        <w:rPr>
          <w:rFonts w:ascii="TimesNewRomanPSMT-Identity-H" w:hAnsi="TimesNewRomanPSMT-Identity-H" w:cs="TimesNewRomanPSMT-Identity-H"/>
          <w:sz w:val="20"/>
          <w:szCs w:val="20"/>
        </w:rPr>
        <w:tab/>
      </w:r>
      <w:r w:rsidR="00850F1E" w:rsidRPr="002F656F">
        <w:rPr>
          <w:rFonts w:ascii="TimesNewRomanPSMT-Identity-H" w:hAnsi="TimesNewRomanPSMT-Identity-H" w:cs="TimesNewRomanPSMT-Identity-H"/>
          <w:sz w:val="20"/>
          <w:szCs w:val="20"/>
        </w:rPr>
        <w:t xml:space="preserve">The </w:t>
      </w:r>
      <w:r w:rsidR="0099076A" w:rsidRPr="002F656F">
        <w:rPr>
          <w:rFonts w:ascii="TimesNewRomanPSMT-Identity-H" w:hAnsi="TimesNewRomanPSMT-Identity-H" w:cs="TimesNewRomanPSMT-Identity-H"/>
          <w:sz w:val="20"/>
          <w:szCs w:val="20"/>
        </w:rPr>
        <w:t>applicant/respondent/applicant and respondent* apply/applies* to the Employment Relations Authority to join the third party (named above) to the above-mentioned proceedings to resolve a personal grievance.</w:t>
      </w:r>
    </w:p>
    <w:p w:rsidR="006705DB" w:rsidRDefault="006705DB" w:rsidP="006705DB">
      <w:pPr>
        <w:autoSpaceDE w:val="0"/>
        <w:autoSpaceDN w:val="0"/>
        <w:adjustRightInd w:val="0"/>
        <w:spacing w:line="240" w:lineRule="auto"/>
        <w:ind w:left="357" w:hanging="357"/>
        <w:rPr>
          <w:rFonts w:ascii="TimesNewRomanPSMT-Identity-H" w:hAnsi="TimesNewRomanPSMT-Identity-H" w:cs="TimesNewRomanPSMT-Identity-H"/>
          <w:sz w:val="20"/>
          <w:szCs w:val="23"/>
        </w:rPr>
      </w:pPr>
      <w:r>
        <w:rPr>
          <w:rFonts w:ascii="TimesNewRomanPSMT-Identity-H" w:hAnsi="TimesNewRomanPSMT-Identity-H" w:cs="TimesNewRomanPSMT-Identity-H"/>
          <w:sz w:val="23"/>
          <w:szCs w:val="23"/>
        </w:rPr>
        <w:tab/>
      </w:r>
      <w:r w:rsidRPr="00024283">
        <w:rPr>
          <w:rFonts w:ascii="TimesNewRomanPSMT-Identity-H" w:hAnsi="TimesNewRomanPSMT-Identity-H" w:cs="TimesNewRomanPSMT-Identity-H"/>
          <w:szCs w:val="23"/>
        </w:rPr>
        <w:t>*</w:t>
      </w:r>
      <w:r w:rsidRPr="00024283">
        <w:rPr>
          <w:rFonts w:ascii="TimesNewRomanPSMT-Identity-H" w:hAnsi="TimesNewRomanPSMT-Identity-H" w:cs="TimesNewRomanPSMT-Identity-H"/>
          <w:sz w:val="18"/>
          <w:szCs w:val="23"/>
        </w:rPr>
        <w:t>Select one.</w:t>
      </w:r>
    </w:p>
    <w:p w:rsidR="006705DB" w:rsidRDefault="006705DB" w:rsidP="006705DB">
      <w:pPr>
        <w:autoSpaceDE w:val="0"/>
        <w:autoSpaceDN w:val="0"/>
        <w:adjustRightInd w:val="0"/>
        <w:spacing w:line="240" w:lineRule="auto"/>
        <w:ind w:left="357" w:hanging="357"/>
        <w:rPr>
          <w:rFonts w:ascii="TimesNewRomanPSMT-Identity-H" w:hAnsi="TimesNewRomanPSMT-Identity-H" w:cs="TimesNewRomanPSMT-Identity-H"/>
          <w:sz w:val="20"/>
          <w:szCs w:val="23"/>
        </w:rPr>
      </w:pPr>
    </w:p>
    <w:p w:rsidR="006705DB" w:rsidRPr="00352376" w:rsidRDefault="006705DB" w:rsidP="006705DB">
      <w:pPr>
        <w:autoSpaceDE w:val="0"/>
        <w:autoSpaceDN w:val="0"/>
        <w:adjustRightInd w:val="0"/>
        <w:spacing w:line="240" w:lineRule="auto"/>
        <w:ind w:left="357" w:hanging="357"/>
        <w:rPr>
          <w:rFonts w:ascii="TimesNewRomanPSMT-Identity-H" w:hAnsi="TimesNewRomanPSMT-Identity-H" w:cs="TimesNewRomanPSMT-Identity-H"/>
          <w:b/>
          <w:sz w:val="23"/>
          <w:szCs w:val="23"/>
        </w:rPr>
      </w:pPr>
      <w:r w:rsidRPr="00352376">
        <w:rPr>
          <w:rFonts w:ascii="TimesNewRomanPSMT-Identity-H" w:hAnsi="TimesNewRomanPSMT-Identity-H" w:cs="TimesNewRomanPSMT-Identity-H"/>
          <w:b/>
          <w:sz w:val="23"/>
          <w:szCs w:val="23"/>
        </w:rPr>
        <w:t>Grounds</w:t>
      </w:r>
    </w:p>
    <w:p w:rsidR="00FB61CC" w:rsidRDefault="00FB61CC" w:rsidP="00015253">
      <w:pPr>
        <w:autoSpaceDE w:val="0"/>
        <w:autoSpaceDN w:val="0"/>
        <w:adjustRightInd w:val="0"/>
        <w:spacing w:line="240" w:lineRule="auto"/>
        <w:ind w:left="357" w:hanging="357"/>
        <w:rPr>
          <w:rFonts w:ascii="TimesNewRomanPSMT-Identity-H" w:hAnsi="TimesNewRomanPSMT-Identity-H" w:cs="TimesNewRomanPSMT-Identity-H"/>
          <w:sz w:val="23"/>
          <w:szCs w:val="23"/>
        </w:rPr>
      </w:pPr>
    </w:p>
    <w:p w:rsidR="006705DB" w:rsidRPr="006705DB" w:rsidRDefault="00850F1E" w:rsidP="006705DB">
      <w:pPr>
        <w:autoSpaceDE w:val="0"/>
        <w:autoSpaceDN w:val="0"/>
        <w:adjustRightInd w:val="0"/>
        <w:spacing w:line="240" w:lineRule="auto"/>
        <w:ind w:left="357" w:hanging="357"/>
        <w:rPr>
          <w:rFonts w:ascii="TimesNewRomanPSMT-Identity-H" w:hAnsi="TimesNewRomanPSMT-Identity-H" w:cs="TimesNewRomanPSMT-Identity-H"/>
          <w:sz w:val="20"/>
          <w:szCs w:val="20"/>
        </w:rPr>
      </w:pPr>
      <w:r w:rsidRPr="00FB61CC">
        <w:rPr>
          <w:rFonts w:ascii="TimesNewRomanPSMT-Identity-H" w:hAnsi="TimesNewRomanPSMT-Identity-H" w:cs="TimesNewRomanPSMT-Identity-H"/>
          <w:sz w:val="20"/>
          <w:szCs w:val="20"/>
        </w:rPr>
        <w:t xml:space="preserve">2 </w:t>
      </w:r>
      <w:r w:rsidR="00015253" w:rsidRPr="00FB61CC">
        <w:rPr>
          <w:rFonts w:ascii="TimesNewRomanPSMT-Identity-H" w:hAnsi="TimesNewRomanPSMT-Identity-H" w:cs="TimesNewRomanPSMT-Identity-H"/>
          <w:sz w:val="20"/>
          <w:szCs w:val="20"/>
        </w:rPr>
        <w:tab/>
      </w:r>
      <w:r w:rsidR="006705DB" w:rsidRPr="006705DB">
        <w:rPr>
          <w:rFonts w:ascii="TimesNewRomanPSMT-Identity-H" w:hAnsi="TimesNewRomanPSMT-Identity-H" w:cs="TimesNewRomanPSMT-Identity-H"/>
          <w:sz w:val="20"/>
          <w:szCs w:val="20"/>
        </w:rPr>
        <w:t>This application is made on the following grounds:</w:t>
      </w:r>
    </w:p>
    <w:p w:rsidR="006705DB" w:rsidRPr="006705DB" w:rsidRDefault="006705DB" w:rsidP="006705DB">
      <w:pPr>
        <w:pStyle w:val="ListParagraph"/>
        <w:numPr>
          <w:ilvl w:val="0"/>
          <w:numId w:val="3"/>
        </w:numPr>
        <w:autoSpaceDE w:val="0"/>
        <w:autoSpaceDN w:val="0"/>
        <w:adjustRightInd w:val="0"/>
        <w:spacing w:line="240" w:lineRule="auto"/>
        <w:rPr>
          <w:rFonts w:ascii="TimesNewRomanPSMT-Identity-H" w:hAnsi="TimesNewRomanPSMT-Identity-H" w:cs="TimesNewRomanPSMT-Identity-H"/>
          <w:sz w:val="20"/>
          <w:szCs w:val="20"/>
        </w:rPr>
      </w:pPr>
      <w:proofErr w:type="gramStart"/>
      <w:r w:rsidRPr="006705DB">
        <w:rPr>
          <w:rFonts w:ascii="TimesNewRomanPSMT-Identity-H" w:hAnsi="TimesNewRomanPSMT-Identity-H" w:cs="TimesNewRomanPSMT-Identity-H"/>
          <w:sz w:val="20"/>
          <w:szCs w:val="20"/>
        </w:rPr>
        <w:t>the</w:t>
      </w:r>
      <w:proofErr w:type="gramEnd"/>
      <w:r w:rsidRPr="006705DB">
        <w:rPr>
          <w:rFonts w:ascii="TimesNewRomanPSMT-Identity-H" w:hAnsi="TimesNewRomanPSMT-Identity-H" w:cs="TimesNewRomanPSMT-Identity-H"/>
          <w:sz w:val="20"/>
          <w:szCs w:val="20"/>
        </w:rPr>
        <w:t xml:space="preserve"> third party named in this application is a controlling third party (within the meaning given to that term in section 5 of the Employment Relations Act 2000) for the following reasons: [</w:t>
      </w:r>
      <w:r w:rsidRPr="006705DB">
        <w:rPr>
          <w:rFonts w:ascii="TimesNewRomanPSMT-Identity-H" w:hAnsi="TimesNewRomanPSMT-Identity-H" w:cs="TimesNewRomanPSMT-Identity-H"/>
          <w:i/>
          <w:sz w:val="20"/>
          <w:szCs w:val="20"/>
        </w:rPr>
        <w:t>state details fully, fairly, and clearly</w:t>
      </w:r>
      <w:r w:rsidRPr="006705DB">
        <w:rPr>
          <w:rFonts w:ascii="TimesNewRomanPSMT-Identity-H" w:hAnsi="TimesNewRomanPSMT-Identity-H" w:cs="TimesNewRomanPSMT-Identity-H"/>
          <w:sz w:val="20"/>
          <w:szCs w:val="20"/>
        </w:rPr>
        <w:t>].</w:t>
      </w:r>
    </w:p>
    <w:p w:rsidR="006705DB" w:rsidRPr="006705DB" w:rsidRDefault="006705DB" w:rsidP="00352376">
      <w:pPr>
        <w:autoSpaceDE w:val="0"/>
        <w:autoSpaceDN w:val="0"/>
        <w:adjustRightInd w:val="0"/>
        <w:spacing w:line="360" w:lineRule="auto"/>
        <w:ind w:left="717"/>
        <w:rPr>
          <w:rFonts w:ascii="TimesNewRomanPSMT-Identity-H" w:hAnsi="TimesNewRomanPSMT-Identity-H" w:cs="TimesNewRomanPSMT-Identity-H"/>
          <w:sz w:val="23"/>
          <w:szCs w:val="23"/>
        </w:rPr>
      </w:pPr>
      <w:r>
        <w:rPr>
          <w:rFonts w:ascii="TimesNewRomanPSMT-Identity-H" w:hAnsi="TimesNewRomanPSMT-Identity-H" w:cs="TimesNewRomanPSMT-Identity-H"/>
          <w:sz w:val="23"/>
          <w:szCs w:val="23"/>
        </w:rPr>
        <w:t>……………………………………………………………………………………………………………………………………………………………………………………………………………………………………………………………………………………………………………………</w:t>
      </w:r>
      <w:r w:rsidR="00352376">
        <w:rPr>
          <w:rFonts w:ascii="TimesNewRomanPSMT-Identity-H" w:hAnsi="TimesNewRomanPSMT-Identity-H" w:cs="TimesNewRomanPSMT-Identity-H"/>
          <w:sz w:val="23"/>
          <w:szCs w:val="23"/>
        </w:rPr>
        <w:t>………………………………………………………………</w:t>
      </w:r>
    </w:p>
    <w:p w:rsidR="006705DB" w:rsidRPr="00352376" w:rsidRDefault="006705DB" w:rsidP="00352376">
      <w:pPr>
        <w:pStyle w:val="ListParagraph"/>
        <w:numPr>
          <w:ilvl w:val="0"/>
          <w:numId w:val="3"/>
        </w:numPr>
        <w:autoSpaceDE w:val="0"/>
        <w:autoSpaceDN w:val="0"/>
        <w:adjustRightInd w:val="0"/>
        <w:spacing w:line="240" w:lineRule="auto"/>
        <w:rPr>
          <w:rFonts w:ascii="TimesNewRomanPSMT-Identity-H" w:hAnsi="TimesNewRomanPSMT-Identity-H" w:cs="TimesNewRomanPSMT-Identity-H"/>
          <w:sz w:val="20"/>
          <w:szCs w:val="20"/>
        </w:rPr>
      </w:pPr>
      <w:proofErr w:type="gramStart"/>
      <w:r w:rsidRPr="00352376">
        <w:rPr>
          <w:rFonts w:ascii="TimesNewRomanPSMT-Identity-H" w:hAnsi="TimesNewRomanPSMT-Identity-H" w:cs="TimesNewRomanPSMT-Identity-H"/>
          <w:sz w:val="20"/>
          <w:szCs w:val="20"/>
        </w:rPr>
        <w:t>the</w:t>
      </w:r>
      <w:proofErr w:type="gramEnd"/>
      <w:r w:rsidRPr="00352376">
        <w:rPr>
          <w:rFonts w:ascii="TimesNewRomanPSMT-Identity-H" w:hAnsi="TimesNewRomanPSMT-Identity-H" w:cs="TimesNewRomanPSMT-Identity-H"/>
          <w:sz w:val="20"/>
          <w:szCs w:val="20"/>
        </w:rPr>
        <w:t xml:space="preserve"> personal grievance in question relates to an action that occurred while the employee was working under the control or direction of the third party: [</w:t>
      </w:r>
      <w:r w:rsidRPr="00352376">
        <w:rPr>
          <w:rFonts w:ascii="TimesNewRomanPSMT-Identity-H" w:hAnsi="TimesNewRomanPSMT-Identity-H" w:cs="TimesNewRomanPSMT-Identity-H"/>
          <w:i/>
          <w:sz w:val="20"/>
          <w:szCs w:val="20"/>
        </w:rPr>
        <w:t>state details fully, fairly, and clearly</w:t>
      </w:r>
      <w:r w:rsidRPr="00352376">
        <w:rPr>
          <w:rFonts w:ascii="TimesNewRomanPSMT-Identity-H" w:hAnsi="TimesNewRomanPSMT-Identity-H" w:cs="TimesNewRomanPSMT-Identity-H"/>
          <w:sz w:val="20"/>
          <w:szCs w:val="20"/>
        </w:rPr>
        <w:t>].</w:t>
      </w:r>
    </w:p>
    <w:p w:rsidR="00352376" w:rsidRPr="00352376" w:rsidRDefault="00352376" w:rsidP="00352376">
      <w:pPr>
        <w:pStyle w:val="ListParagraph"/>
        <w:autoSpaceDE w:val="0"/>
        <w:autoSpaceDN w:val="0"/>
        <w:adjustRightInd w:val="0"/>
        <w:spacing w:line="360" w:lineRule="auto"/>
        <w:ind w:left="717"/>
        <w:rPr>
          <w:rFonts w:ascii="TimesNewRomanPSMT-Identity-H" w:hAnsi="TimesNewRomanPSMT-Identity-H" w:cs="TimesNewRomanPSMT-Identity-H"/>
          <w:sz w:val="23"/>
          <w:szCs w:val="23"/>
        </w:rPr>
      </w:pPr>
      <w:r w:rsidRPr="00352376">
        <w:rPr>
          <w:rFonts w:ascii="TimesNewRomanPSMT-Identity-H" w:hAnsi="TimesNewRomanPSMT-Identity-H" w:cs="TimesNewRomanPSMT-Identity-H"/>
          <w:sz w:val="23"/>
          <w:szCs w:val="23"/>
        </w:rPr>
        <w:t>……………………………………………………………………………………………………………………………………………………………………………………………………………………………………………………………………………………………………………………………………………………………………………………</w:t>
      </w:r>
    </w:p>
    <w:p w:rsidR="00352376" w:rsidRPr="00352376" w:rsidRDefault="00352376" w:rsidP="00352376">
      <w:pPr>
        <w:pStyle w:val="ListParagraph"/>
        <w:autoSpaceDE w:val="0"/>
        <w:autoSpaceDN w:val="0"/>
        <w:adjustRightInd w:val="0"/>
        <w:spacing w:line="240" w:lineRule="auto"/>
        <w:ind w:left="717"/>
        <w:rPr>
          <w:rFonts w:ascii="TimesNewRomanPSMT-Identity-H" w:hAnsi="TimesNewRomanPSMT-Identity-H" w:cs="TimesNewRomanPSMT-Identity-H"/>
          <w:sz w:val="20"/>
          <w:szCs w:val="20"/>
        </w:rPr>
      </w:pPr>
    </w:p>
    <w:p w:rsidR="001939F8" w:rsidRPr="00352376" w:rsidRDefault="006705DB" w:rsidP="00352376">
      <w:pPr>
        <w:pStyle w:val="ListParagraph"/>
        <w:numPr>
          <w:ilvl w:val="0"/>
          <w:numId w:val="3"/>
        </w:numPr>
        <w:autoSpaceDE w:val="0"/>
        <w:autoSpaceDN w:val="0"/>
        <w:adjustRightInd w:val="0"/>
        <w:spacing w:line="240" w:lineRule="auto"/>
        <w:rPr>
          <w:rFonts w:ascii="TimesNewRomanPSMT-Identity-H" w:hAnsi="TimesNewRomanPSMT-Identity-H" w:cs="TimesNewRomanPSMT-Identity-H"/>
          <w:sz w:val="20"/>
          <w:szCs w:val="20"/>
        </w:rPr>
      </w:pPr>
      <w:proofErr w:type="gramStart"/>
      <w:r w:rsidRPr="00352376">
        <w:rPr>
          <w:rFonts w:ascii="TimesNewRomanPSMT-Identity-H" w:hAnsi="TimesNewRomanPSMT-Identity-H" w:cs="TimesNewRomanPSMT-Identity-H"/>
          <w:sz w:val="20"/>
          <w:szCs w:val="20"/>
        </w:rPr>
        <w:t>the</w:t>
      </w:r>
      <w:proofErr w:type="gramEnd"/>
      <w:r w:rsidRPr="00352376">
        <w:rPr>
          <w:rFonts w:ascii="TimesNewRomanPSMT-Identity-H" w:hAnsi="TimesNewRomanPSMT-Identity-H" w:cs="TimesNewRomanPSMT-Identity-H"/>
          <w:sz w:val="20"/>
          <w:szCs w:val="20"/>
        </w:rPr>
        <w:t xml:space="preserve"> third party’s actions caused or contributed to the personal grievance referred to above, for the following reasons: [</w:t>
      </w:r>
      <w:r w:rsidRPr="00352376">
        <w:rPr>
          <w:rFonts w:ascii="TimesNewRomanPSMT-Identity-H" w:hAnsi="TimesNewRomanPSMT-Identity-H" w:cs="TimesNewRomanPSMT-Identity-H"/>
          <w:i/>
          <w:sz w:val="20"/>
          <w:szCs w:val="20"/>
        </w:rPr>
        <w:t>state details fully, fairly, and clearly</w:t>
      </w:r>
      <w:r w:rsidRPr="00352376">
        <w:rPr>
          <w:rFonts w:ascii="TimesNewRomanPSMT-Identity-H" w:hAnsi="TimesNewRomanPSMT-Identity-H" w:cs="TimesNewRomanPSMT-Identity-H"/>
          <w:sz w:val="20"/>
          <w:szCs w:val="20"/>
        </w:rPr>
        <w:t>].</w:t>
      </w:r>
    </w:p>
    <w:p w:rsidR="00352376" w:rsidRPr="00352376" w:rsidRDefault="00352376" w:rsidP="00352376">
      <w:pPr>
        <w:pStyle w:val="ListParagraph"/>
        <w:autoSpaceDE w:val="0"/>
        <w:autoSpaceDN w:val="0"/>
        <w:adjustRightInd w:val="0"/>
        <w:spacing w:line="360" w:lineRule="auto"/>
        <w:ind w:left="717"/>
        <w:rPr>
          <w:rFonts w:ascii="TimesNewRomanPSMT-Identity-H" w:hAnsi="TimesNewRomanPSMT-Identity-H" w:cs="TimesNewRomanPSMT-Identity-H"/>
          <w:sz w:val="23"/>
          <w:szCs w:val="23"/>
        </w:rPr>
      </w:pPr>
      <w:r w:rsidRPr="00352376">
        <w:rPr>
          <w:rFonts w:ascii="TimesNewRomanPSMT-Identity-H" w:hAnsi="TimesNewRomanPSMT-Identity-H" w:cs="TimesNewRomanPSMT-Identity-H"/>
          <w:sz w:val="23"/>
          <w:szCs w:val="23"/>
        </w:rPr>
        <w:t>……………………………………………………………………………………………………………………………………………………………………………………………………………………………………………………………………………………………………………………………………………………………………………………</w:t>
      </w:r>
    </w:p>
    <w:p w:rsidR="00BC49EC" w:rsidRPr="00352376" w:rsidRDefault="00BC49EC" w:rsidP="00850F1E">
      <w:pPr>
        <w:autoSpaceDE w:val="0"/>
        <w:autoSpaceDN w:val="0"/>
        <w:adjustRightInd w:val="0"/>
        <w:spacing w:line="240" w:lineRule="auto"/>
        <w:rPr>
          <w:rFonts w:ascii="TimesNewRomanPSMT-Identity-H" w:hAnsi="TimesNewRomanPSMT-Identity-H" w:cs="TimesNewRomanPSMT-Identity-H"/>
          <w:b/>
          <w:sz w:val="24"/>
          <w:szCs w:val="20"/>
        </w:rPr>
      </w:pPr>
    </w:p>
    <w:p w:rsidR="00352376" w:rsidRPr="00352376" w:rsidRDefault="00352376" w:rsidP="00352376">
      <w:pPr>
        <w:autoSpaceDE w:val="0"/>
        <w:autoSpaceDN w:val="0"/>
        <w:adjustRightInd w:val="0"/>
        <w:spacing w:line="240" w:lineRule="auto"/>
        <w:ind w:left="357" w:hanging="357"/>
        <w:rPr>
          <w:rFonts w:ascii="TimesNewRomanPSMT-Identity-H" w:hAnsi="TimesNewRomanPSMT-Identity-H" w:cs="TimesNewRomanPSMT-Identity-H"/>
          <w:b/>
          <w:sz w:val="23"/>
          <w:szCs w:val="23"/>
        </w:rPr>
      </w:pPr>
      <w:r>
        <w:rPr>
          <w:rFonts w:ascii="TimesNewRomanPSMT-Identity-H" w:hAnsi="TimesNewRomanPSMT-Identity-H" w:cs="TimesNewRomanPSMT-Identity-H"/>
          <w:b/>
          <w:sz w:val="23"/>
          <w:szCs w:val="23"/>
        </w:rPr>
        <w:t>Notification</w:t>
      </w:r>
    </w:p>
    <w:p w:rsidR="00352376" w:rsidRPr="00FB61CC" w:rsidRDefault="00352376" w:rsidP="00850F1E">
      <w:pPr>
        <w:autoSpaceDE w:val="0"/>
        <w:autoSpaceDN w:val="0"/>
        <w:adjustRightInd w:val="0"/>
        <w:spacing w:line="240" w:lineRule="auto"/>
        <w:rPr>
          <w:rFonts w:ascii="TimesNewRomanPSMT-Identity-H" w:hAnsi="TimesNewRomanPSMT-Identity-H" w:cs="TimesNewRomanPSMT-Identity-H"/>
          <w:sz w:val="20"/>
          <w:szCs w:val="20"/>
        </w:rPr>
      </w:pPr>
    </w:p>
    <w:p w:rsidR="006705DB" w:rsidRDefault="00850F1E" w:rsidP="00015253">
      <w:pPr>
        <w:autoSpaceDE w:val="0"/>
        <w:autoSpaceDN w:val="0"/>
        <w:adjustRightInd w:val="0"/>
        <w:spacing w:line="240" w:lineRule="auto"/>
        <w:ind w:left="357" w:hanging="357"/>
        <w:rPr>
          <w:rFonts w:ascii="TimesNewRomanPSMT-Identity-H" w:hAnsi="TimesNewRomanPSMT-Identity-H" w:cs="TimesNewRomanPSMT-Identity-H"/>
          <w:sz w:val="20"/>
          <w:szCs w:val="20"/>
        </w:rPr>
      </w:pPr>
      <w:r w:rsidRPr="00FB61CC">
        <w:rPr>
          <w:rFonts w:ascii="TimesNewRomanPSMT-Identity-H" w:hAnsi="TimesNewRomanPSMT-Identity-H" w:cs="TimesNewRomanPSMT-Identity-H"/>
          <w:sz w:val="20"/>
          <w:szCs w:val="20"/>
        </w:rPr>
        <w:t xml:space="preserve">3 </w:t>
      </w:r>
      <w:r w:rsidR="00015253" w:rsidRPr="00FB61CC">
        <w:rPr>
          <w:rFonts w:ascii="TimesNewRomanPSMT-Identity-H" w:hAnsi="TimesNewRomanPSMT-Identity-H" w:cs="TimesNewRomanPSMT-Identity-H"/>
          <w:sz w:val="20"/>
          <w:szCs w:val="20"/>
        </w:rPr>
        <w:tab/>
      </w:r>
      <w:r w:rsidR="00352376">
        <w:rPr>
          <w:rFonts w:ascii="TimesNewRomanPSMT-Identity-H" w:hAnsi="TimesNewRomanPSMT-Identity-H" w:cs="TimesNewRomanPSMT-Identity-H"/>
          <w:sz w:val="20"/>
          <w:szCs w:val="20"/>
        </w:rPr>
        <w:t>Have you notified the third party about the matters described in paragraph 2? Yes/No*</w:t>
      </w:r>
      <w:r w:rsidR="00BC49EC" w:rsidRPr="00FB61CC">
        <w:rPr>
          <w:rFonts w:ascii="TimesNewRomanPSMT-Identity-H" w:hAnsi="TimesNewRomanPSMT-Identity-H" w:cs="TimesNewRomanPSMT-Identity-H"/>
          <w:sz w:val="20"/>
          <w:szCs w:val="20"/>
        </w:rPr>
        <w:t xml:space="preserve">     </w:t>
      </w:r>
    </w:p>
    <w:p w:rsidR="00850F1E" w:rsidRPr="00024283" w:rsidRDefault="00850F1E" w:rsidP="006705DB">
      <w:pPr>
        <w:autoSpaceDE w:val="0"/>
        <w:autoSpaceDN w:val="0"/>
        <w:adjustRightInd w:val="0"/>
        <w:spacing w:line="240" w:lineRule="auto"/>
        <w:ind w:left="357"/>
        <w:rPr>
          <w:rFonts w:ascii="TimesNewRomanPSMT-Identity-H" w:hAnsi="TimesNewRomanPSMT-Identity-H" w:cs="TimesNewRomanPSMT-Identity-H"/>
          <w:sz w:val="18"/>
          <w:szCs w:val="20"/>
        </w:rPr>
      </w:pPr>
      <w:r w:rsidRPr="00024283">
        <w:rPr>
          <w:rFonts w:ascii="TimesNewRomanPSMT-Identity-H" w:hAnsi="TimesNewRomanPSMT-Identity-H" w:cs="TimesNewRomanPSMT-Identity-H"/>
          <w:sz w:val="18"/>
          <w:szCs w:val="20"/>
        </w:rPr>
        <w:t>*Select one.</w:t>
      </w:r>
    </w:p>
    <w:p w:rsidR="00F44FB5" w:rsidRDefault="00F44FB5" w:rsidP="006705DB">
      <w:pPr>
        <w:autoSpaceDE w:val="0"/>
        <w:autoSpaceDN w:val="0"/>
        <w:adjustRightInd w:val="0"/>
        <w:spacing w:line="240" w:lineRule="auto"/>
        <w:ind w:left="357"/>
        <w:rPr>
          <w:rFonts w:ascii="TimesNewRomanPSMT-Identity-H" w:hAnsi="TimesNewRomanPSMT-Identity-H" w:cs="TimesNewRomanPSMT-Identity-H"/>
          <w:sz w:val="20"/>
          <w:szCs w:val="20"/>
        </w:rPr>
      </w:pPr>
    </w:p>
    <w:p w:rsidR="00F44FB5" w:rsidRDefault="00F44FB5" w:rsidP="00F44FB5">
      <w:pPr>
        <w:autoSpaceDE w:val="0"/>
        <w:autoSpaceDN w:val="0"/>
        <w:adjustRightInd w:val="0"/>
        <w:spacing w:line="240" w:lineRule="auto"/>
        <w:ind w:left="357"/>
      </w:pPr>
      <w:r>
        <w:rPr>
          <w:rFonts w:ascii="TimesNewRomanPSMT-Identity-H" w:hAnsi="TimesNewRomanPSMT-Identity-H" w:cs="TimesNewRomanPSMT-Identity-H"/>
          <w:sz w:val="20"/>
          <w:szCs w:val="20"/>
        </w:rPr>
        <w:t>If the answer to this question is “Yes”, please state the following:</w:t>
      </w:r>
      <w:r w:rsidRPr="00F44FB5">
        <w:t xml:space="preserve"> </w:t>
      </w:r>
    </w:p>
    <w:p w:rsidR="00F44FB5" w:rsidRPr="00F44FB5" w:rsidRDefault="00F44FB5" w:rsidP="00F44FB5">
      <w:pPr>
        <w:autoSpaceDE w:val="0"/>
        <w:autoSpaceDN w:val="0"/>
        <w:adjustRightInd w:val="0"/>
        <w:spacing w:line="240" w:lineRule="auto"/>
        <w:ind w:left="717" w:hanging="360"/>
        <w:rPr>
          <w:rFonts w:ascii="TimesNewRomanPSMT-Identity-H" w:hAnsi="TimesNewRomanPSMT-Identity-H" w:cs="TimesNewRomanPSMT-Identity-H"/>
          <w:sz w:val="20"/>
          <w:szCs w:val="20"/>
        </w:rPr>
      </w:pPr>
      <w:r>
        <w:rPr>
          <w:rFonts w:ascii="TimesNewRomanPSMT-Identity-H" w:hAnsi="TimesNewRomanPSMT-Identity-H" w:cs="TimesNewRomanPSMT-Identity-H"/>
          <w:sz w:val="20"/>
          <w:szCs w:val="20"/>
        </w:rPr>
        <w:lastRenderedPageBreak/>
        <w:t>(a)</w:t>
      </w:r>
      <w:r>
        <w:rPr>
          <w:rFonts w:ascii="TimesNewRomanPSMT-Identity-H" w:hAnsi="TimesNewRomanPSMT-Identity-H" w:cs="TimesNewRomanPSMT-Identity-H"/>
          <w:sz w:val="20"/>
          <w:szCs w:val="20"/>
        </w:rPr>
        <w:tab/>
      </w:r>
      <w:proofErr w:type="gramStart"/>
      <w:r w:rsidRPr="00F44FB5">
        <w:rPr>
          <w:rFonts w:ascii="TimesNewRomanPSMT-Identity-H" w:hAnsi="TimesNewRomanPSMT-Identity-H" w:cs="TimesNewRomanPSMT-Identity-H"/>
          <w:sz w:val="20"/>
          <w:szCs w:val="20"/>
        </w:rPr>
        <w:t>the</w:t>
      </w:r>
      <w:proofErr w:type="gramEnd"/>
      <w:r w:rsidRPr="00F44FB5">
        <w:rPr>
          <w:rFonts w:ascii="TimesNewRomanPSMT-Identity-H" w:hAnsi="TimesNewRomanPSMT-Identity-H" w:cs="TimesNewRomanPSMT-Identity-H"/>
          <w:sz w:val="20"/>
          <w:szCs w:val="20"/>
        </w:rPr>
        <w:t xml:space="preserve"> date on which the action alleged to amount to a personal grievance occurred or came to the notice of the employee (if known):</w:t>
      </w:r>
    </w:p>
    <w:p w:rsidR="00F44FB5" w:rsidRPr="00F44FB5" w:rsidRDefault="00F44FB5" w:rsidP="00F44FB5">
      <w:pPr>
        <w:autoSpaceDE w:val="0"/>
        <w:autoSpaceDN w:val="0"/>
        <w:adjustRightInd w:val="0"/>
        <w:spacing w:line="240" w:lineRule="auto"/>
        <w:ind w:left="717" w:hanging="360"/>
        <w:rPr>
          <w:rFonts w:ascii="TimesNewRomanPSMT-Identity-H" w:hAnsi="TimesNewRomanPSMT-Identity-H" w:cs="TimesNewRomanPSMT-Identity-H"/>
          <w:sz w:val="20"/>
          <w:szCs w:val="20"/>
        </w:rPr>
      </w:pPr>
      <w:r>
        <w:rPr>
          <w:rFonts w:ascii="TimesNewRomanPSMT-Identity-H" w:hAnsi="TimesNewRomanPSMT-Identity-H" w:cs="TimesNewRomanPSMT-Identity-H"/>
          <w:sz w:val="20"/>
          <w:szCs w:val="20"/>
        </w:rPr>
        <w:t>(b)</w:t>
      </w:r>
      <w:r>
        <w:rPr>
          <w:rFonts w:ascii="TimesNewRomanPSMT-Identity-H" w:hAnsi="TimesNewRomanPSMT-Identity-H" w:cs="TimesNewRomanPSMT-Identity-H"/>
          <w:sz w:val="20"/>
          <w:szCs w:val="20"/>
        </w:rPr>
        <w:tab/>
      </w:r>
      <w:proofErr w:type="gramStart"/>
      <w:r w:rsidRPr="00F44FB5">
        <w:rPr>
          <w:rFonts w:ascii="TimesNewRomanPSMT-Identity-H" w:hAnsi="TimesNewRomanPSMT-Identity-H" w:cs="TimesNewRomanPSMT-Identity-H"/>
          <w:sz w:val="20"/>
          <w:szCs w:val="20"/>
        </w:rPr>
        <w:t>the</w:t>
      </w:r>
      <w:proofErr w:type="gramEnd"/>
      <w:r w:rsidRPr="00F44FB5">
        <w:rPr>
          <w:rFonts w:ascii="TimesNewRomanPSMT-Identity-H" w:hAnsi="TimesNewRomanPSMT-Identity-H" w:cs="TimesNewRomanPSMT-Identity-H"/>
          <w:sz w:val="20"/>
          <w:szCs w:val="20"/>
        </w:rPr>
        <w:t xml:space="preserve"> date on which the relevant personal grievance was raised with the employer:</w:t>
      </w:r>
    </w:p>
    <w:p w:rsidR="00F44FB5" w:rsidRPr="00F44FB5" w:rsidRDefault="00F44FB5" w:rsidP="00F44FB5">
      <w:pPr>
        <w:autoSpaceDE w:val="0"/>
        <w:autoSpaceDN w:val="0"/>
        <w:adjustRightInd w:val="0"/>
        <w:spacing w:line="240" w:lineRule="auto"/>
        <w:ind w:left="357"/>
        <w:rPr>
          <w:rFonts w:ascii="TimesNewRomanPSMT-Identity-H" w:hAnsi="TimesNewRomanPSMT-Identity-H" w:cs="TimesNewRomanPSMT-Identity-H"/>
          <w:sz w:val="20"/>
          <w:szCs w:val="20"/>
        </w:rPr>
      </w:pPr>
      <w:r>
        <w:rPr>
          <w:rFonts w:ascii="TimesNewRomanPSMT-Identity-H" w:hAnsi="TimesNewRomanPSMT-Identity-H" w:cs="TimesNewRomanPSMT-Identity-H"/>
          <w:sz w:val="20"/>
          <w:szCs w:val="20"/>
        </w:rPr>
        <w:t>(c)</w:t>
      </w:r>
      <w:r>
        <w:rPr>
          <w:rFonts w:ascii="TimesNewRomanPSMT-Identity-H" w:hAnsi="TimesNewRomanPSMT-Identity-H" w:cs="TimesNewRomanPSMT-Identity-H"/>
          <w:sz w:val="20"/>
          <w:szCs w:val="20"/>
        </w:rPr>
        <w:tab/>
      </w:r>
      <w:proofErr w:type="gramStart"/>
      <w:r w:rsidRPr="00F44FB5">
        <w:rPr>
          <w:rFonts w:ascii="TimesNewRomanPSMT-Identity-H" w:hAnsi="TimesNewRomanPSMT-Identity-H" w:cs="TimesNewRomanPSMT-Identity-H"/>
          <w:sz w:val="20"/>
          <w:szCs w:val="20"/>
        </w:rPr>
        <w:t>the</w:t>
      </w:r>
      <w:proofErr w:type="gramEnd"/>
      <w:r w:rsidRPr="00F44FB5">
        <w:rPr>
          <w:rFonts w:ascii="TimesNewRomanPSMT-Identity-H" w:hAnsi="TimesNewRomanPSMT-Identity-H" w:cs="TimesNewRomanPSMT-Identity-H"/>
          <w:sz w:val="20"/>
          <w:szCs w:val="20"/>
        </w:rPr>
        <w:t xml:space="preserve"> date on which the third party was notified:</w:t>
      </w:r>
    </w:p>
    <w:p w:rsidR="00F44FB5" w:rsidRPr="00F44FB5" w:rsidRDefault="00F44FB5" w:rsidP="00F44FB5">
      <w:pPr>
        <w:autoSpaceDE w:val="0"/>
        <w:autoSpaceDN w:val="0"/>
        <w:adjustRightInd w:val="0"/>
        <w:spacing w:line="240" w:lineRule="auto"/>
        <w:ind w:left="717" w:hanging="360"/>
        <w:rPr>
          <w:rFonts w:ascii="TimesNewRomanPSMT-Identity-H" w:hAnsi="TimesNewRomanPSMT-Identity-H" w:cs="TimesNewRomanPSMT-Identity-H"/>
          <w:sz w:val="20"/>
          <w:szCs w:val="20"/>
        </w:rPr>
      </w:pPr>
      <w:r>
        <w:rPr>
          <w:rFonts w:ascii="TimesNewRomanPSMT-Identity-H" w:hAnsi="TimesNewRomanPSMT-Identity-H" w:cs="TimesNewRomanPSMT-Identity-H"/>
          <w:sz w:val="20"/>
          <w:szCs w:val="20"/>
        </w:rPr>
        <w:t>(d)</w:t>
      </w:r>
      <w:r>
        <w:rPr>
          <w:rFonts w:ascii="TimesNewRomanPSMT-Identity-H" w:hAnsi="TimesNewRomanPSMT-Identity-H" w:cs="TimesNewRomanPSMT-Identity-H"/>
          <w:sz w:val="20"/>
          <w:szCs w:val="20"/>
        </w:rPr>
        <w:tab/>
      </w:r>
      <w:proofErr w:type="gramStart"/>
      <w:r w:rsidRPr="00F44FB5">
        <w:rPr>
          <w:rFonts w:ascii="TimesNewRomanPSMT-Identity-H" w:hAnsi="TimesNewRomanPSMT-Identity-H" w:cs="TimesNewRomanPSMT-Identity-H"/>
          <w:sz w:val="20"/>
          <w:szCs w:val="20"/>
        </w:rPr>
        <w:t>whether</w:t>
      </w:r>
      <w:proofErr w:type="gramEnd"/>
      <w:r w:rsidRPr="00F44FB5">
        <w:rPr>
          <w:rFonts w:ascii="TimesNewRomanPSMT-Identity-H" w:hAnsi="TimesNewRomanPSMT-Identity-H" w:cs="TimesNewRomanPSMT-Identity-H"/>
          <w:sz w:val="20"/>
          <w:szCs w:val="20"/>
        </w:rPr>
        <w:t xml:space="preserve"> the third party was notified within the relevant 90-day notification period (see section 115A(6) of the Employment Relations Act 2000): Yes/No*</w:t>
      </w:r>
    </w:p>
    <w:p w:rsidR="00F44FB5" w:rsidRDefault="00F44FB5" w:rsidP="00F44FB5">
      <w:pPr>
        <w:autoSpaceDE w:val="0"/>
        <w:autoSpaceDN w:val="0"/>
        <w:adjustRightInd w:val="0"/>
        <w:spacing w:line="240" w:lineRule="auto"/>
        <w:ind w:left="357" w:firstLine="360"/>
        <w:rPr>
          <w:rFonts w:ascii="TimesNewRomanPSMT-Identity-H" w:hAnsi="TimesNewRomanPSMT-Identity-H" w:cs="TimesNewRomanPSMT-Identity-H"/>
          <w:sz w:val="20"/>
          <w:szCs w:val="20"/>
        </w:rPr>
      </w:pPr>
      <w:r w:rsidRPr="00024283">
        <w:rPr>
          <w:rFonts w:ascii="TimesNewRomanPSMT-Identity-H" w:hAnsi="TimesNewRomanPSMT-Identity-H" w:cs="TimesNewRomanPSMT-Identity-H"/>
          <w:sz w:val="18"/>
          <w:szCs w:val="20"/>
        </w:rPr>
        <w:t>*Select one.</w:t>
      </w:r>
    </w:p>
    <w:p w:rsidR="00F44FB5" w:rsidRDefault="00F44FB5" w:rsidP="00F44FB5">
      <w:pPr>
        <w:autoSpaceDE w:val="0"/>
        <w:autoSpaceDN w:val="0"/>
        <w:adjustRightInd w:val="0"/>
        <w:spacing w:line="240" w:lineRule="auto"/>
        <w:rPr>
          <w:rFonts w:ascii="TimesNewRomanPSMT-Identity-H" w:hAnsi="TimesNewRomanPSMT-Identity-H" w:cs="TimesNewRomanPSMT-Identity-H"/>
          <w:sz w:val="20"/>
          <w:szCs w:val="20"/>
        </w:rPr>
      </w:pPr>
    </w:p>
    <w:p w:rsidR="00F44FB5" w:rsidRDefault="00F44FB5" w:rsidP="00F44FB5">
      <w:pPr>
        <w:autoSpaceDE w:val="0"/>
        <w:autoSpaceDN w:val="0"/>
        <w:adjustRightInd w:val="0"/>
        <w:spacing w:line="240" w:lineRule="auto"/>
        <w:rPr>
          <w:rFonts w:ascii="TimesNewRomanPSMT-Identity-H" w:hAnsi="TimesNewRomanPSMT-Identity-H" w:cs="TimesNewRomanPSMT-Identity-H"/>
          <w:b/>
          <w:sz w:val="23"/>
          <w:szCs w:val="23"/>
        </w:rPr>
      </w:pPr>
    </w:p>
    <w:p w:rsidR="00F44FB5" w:rsidRPr="00F44FB5" w:rsidRDefault="00F44FB5" w:rsidP="00F44FB5">
      <w:pPr>
        <w:autoSpaceDE w:val="0"/>
        <w:autoSpaceDN w:val="0"/>
        <w:adjustRightInd w:val="0"/>
        <w:spacing w:line="240" w:lineRule="auto"/>
        <w:rPr>
          <w:rFonts w:ascii="TimesNewRomanPSMT-Identity-H" w:hAnsi="TimesNewRomanPSMT-Identity-H" w:cs="TimesNewRomanPSMT-Identity-H"/>
          <w:b/>
          <w:sz w:val="23"/>
          <w:szCs w:val="23"/>
        </w:rPr>
      </w:pPr>
      <w:r w:rsidRPr="00F44FB5">
        <w:rPr>
          <w:rFonts w:ascii="TimesNewRomanPSMT-Identity-H" w:hAnsi="TimesNewRomanPSMT-Identity-H" w:cs="TimesNewRomanPSMT-Identity-H"/>
          <w:b/>
          <w:sz w:val="23"/>
          <w:szCs w:val="23"/>
        </w:rPr>
        <w:t>Supporting documents</w:t>
      </w:r>
    </w:p>
    <w:p w:rsidR="00BC49EC" w:rsidRPr="00FB61CC" w:rsidRDefault="00BC49EC" w:rsidP="00850F1E">
      <w:pPr>
        <w:autoSpaceDE w:val="0"/>
        <w:autoSpaceDN w:val="0"/>
        <w:adjustRightInd w:val="0"/>
        <w:spacing w:line="240" w:lineRule="auto"/>
        <w:rPr>
          <w:rFonts w:ascii="TimesNewRomanPSMT-Identity-H" w:hAnsi="TimesNewRomanPSMT-Identity-H" w:cs="TimesNewRomanPSMT-Identity-H"/>
          <w:sz w:val="20"/>
          <w:szCs w:val="20"/>
        </w:rPr>
      </w:pPr>
    </w:p>
    <w:p w:rsidR="00850F1E" w:rsidRPr="00F44FB5" w:rsidRDefault="00850F1E" w:rsidP="00015253">
      <w:pPr>
        <w:autoSpaceDE w:val="0"/>
        <w:autoSpaceDN w:val="0"/>
        <w:adjustRightInd w:val="0"/>
        <w:spacing w:line="240" w:lineRule="auto"/>
        <w:ind w:left="357" w:hanging="357"/>
        <w:rPr>
          <w:rFonts w:ascii="TimesNewRomanPSMT-Identity-H" w:hAnsi="TimesNewRomanPSMT-Identity-H" w:cs="TimesNewRomanPSMT-Identity-H"/>
          <w:sz w:val="20"/>
          <w:szCs w:val="20"/>
        </w:rPr>
      </w:pPr>
      <w:r w:rsidRPr="00FB61CC">
        <w:rPr>
          <w:rFonts w:ascii="TimesNewRomanPSMT-Identity-H" w:hAnsi="TimesNewRomanPSMT-Identity-H" w:cs="TimesNewRomanPSMT-Identity-H"/>
          <w:sz w:val="20"/>
          <w:szCs w:val="20"/>
        </w:rPr>
        <w:t>4</w:t>
      </w:r>
      <w:r w:rsidR="00015253" w:rsidRPr="00FB61CC">
        <w:rPr>
          <w:rFonts w:ascii="TimesNewRomanPSMT-Identity-H" w:hAnsi="TimesNewRomanPSMT-Identity-H" w:cs="TimesNewRomanPSMT-Identity-H"/>
          <w:sz w:val="20"/>
          <w:szCs w:val="20"/>
        </w:rPr>
        <w:tab/>
      </w:r>
      <w:r w:rsidRPr="00FB61CC">
        <w:rPr>
          <w:rFonts w:ascii="TimesNewRomanPSMT-Identity-H" w:hAnsi="TimesNewRomanPSMT-Identity-H" w:cs="TimesNewRomanPSMT-Identity-H"/>
          <w:sz w:val="20"/>
          <w:szCs w:val="20"/>
        </w:rPr>
        <w:t>I</w:t>
      </w:r>
      <w:r w:rsidR="00F44FB5">
        <w:rPr>
          <w:rFonts w:ascii="TimesNewRomanPSMT-Identity-H" w:hAnsi="TimesNewRomanPSMT-Identity-H" w:cs="TimesNewRomanPSMT-Identity-H"/>
          <w:sz w:val="20"/>
          <w:szCs w:val="20"/>
        </w:rPr>
        <w:t>/We*</w:t>
      </w:r>
      <w:r w:rsidRPr="00FB61CC">
        <w:rPr>
          <w:rFonts w:ascii="TimesNewRomanPSMT-Identity-H" w:hAnsi="TimesNewRomanPSMT-Identity-H" w:cs="TimesNewRomanPSMT-Identity-H"/>
          <w:sz w:val="20"/>
          <w:szCs w:val="20"/>
        </w:rPr>
        <w:t xml:space="preserve"> attach the following documents that I think are relevant to</w:t>
      </w:r>
      <w:r w:rsidR="00BC49EC" w:rsidRPr="00FB61CC">
        <w:rPr>
          <w:rFonts w:ascii="TimesNewRomanPSMT-Identity-H" w:hAnsi="TimesNewRomanPSMT-Identity-H" w:cs="TimesNewRomanPSMT-Identity-H"/>
          <w:sz w:val="20"/>
          <w:szCs w:val="20"/>
        </w:rPr>
        <w:t xml:space="preserve"> </w:t>
      </w:r>
      <w:r w:rsidR="00F44FB5">
        <w:rPr>
          <w:rFonts w:ascii="TimesNewRomanPSMT-Identity-H" w:hAnsi="TimesNewRomanPSMT-Identity-H" w:cs="TimesNewRomanPSMT-Identity-H"/>
          <w:sz w:val="20"/>
          <w:szCs w:val="20"/>
        </w:rPr>
        <w:t>the problem or matter: [</w:t>
      </w:r>
      <w:r w:rsidR="00F44FB5" w:rsidRPr="00F44FB5">
        <w:rPr>
          <w:rFonts w:ascii="TimesNewRomanPSMT-Identity-H" w:hAnsi="TimesNewRomanPSMT-Identity-H" w:cs="TimesNewRomanPSMT-Identity-H"/>
          <w:i/>
          <w:sz w:val="20"/>
          <w:szCs w:val="20"/>
        </w:rPr>
        <w:t>list all the documents that you wish to rely on or refer to in making this application and attach them to this application</w:t>
      </w:r>
      <w:r w:rsidR="00F44FB5">
        <w:rPr>
          <w:rFonts w:ascii="TimesNewRomanPSMT-Identity-H" w:hAnsi="TimesNewRomanPSMT-Identity-H" w:cs="TimesNewRomanPSMT-Identity-H"/>
          <w:sz w:val="20"/>
          <w:szCs w:val="20"/>
        </w:rPr>
        <w:t>].</w:t>
      </w:r>
    </w:p>
    <w:p w:rsidR="009E0B65" w:rsidRPr="00024283" w:rsidRDefault="009E0B65" w:rsidP="009E0B65">
      <w:pPr>
        <w:autoSpaceDE w:val="0"/>
        <w:autoSpaceDN w:val="0"/>
        <w:adjustRightInd w:val="0"/>
        <w:spacing w:line="360" w:lineRule="auto"/>
        <w:ind w:left="357" w:hanging="357"/>
        <w:rPr>
          <w:rFonts w:ascii="TimesNewRomanPSMT-Identity-H" w:hAnsi="TimesNewRomanPSMT-Identity-H" w:cs="TimesNewRomanPSMT-Identity-H"/>
          <w:sz w:val="18"/>
          <w:szCs w:val="23"/>
        </w:rPr>
      </w:pPr>
      <w:r>
        <w:rPr>
          <w:rFonts w:ascii="TimesNewRomanPSMT-Identity-H" w:hAnsi="TimesNewRomanPSMT-Identity-H" w:cs="TimesNewRomanPSMT-Identity-H"/>
          <w:sz w:val="23"/>
          <w:szCs w:val="23"/>
        </w:rPr>
        <w:tab/>
      </w:r>
      <w:r w:rsidR="00F44FB5" w:rsidRPr="00024283">
        <w:rPr>
          <w:rFonts w:ascii="TimesNewRomanPSMT-Identity-H" w:hAnsi="TimesNewRomanPSMT-Identity-H" w:cs="TimesNewRomanPSMT-Identity-H"/>
          <w:szCs w:val="23"/>
        </w:rPr>
        <w:t>*</w:t>
      </w:r>
      <w:r w:rsidR="00F44FB5" w:rsidRPr="00024283">
        <w:rPr>
          <w:rFonts w:ascii="TimesNewRomanPSMT-Identity-H" w:hAnsi="TimesNewRomanPSMT-Identity-H" w:cs="TimesNewRomanPSMT-Identity-H"/>
          <w:sz w:val="18"/>
          <w:szCs w:val="23"/>
        </w:rPr>
        <w:t>Select one.</w:t>
      </w:r>
    </w:p>
    <w:p w:rsidR="009E0B65" w:rsidRDefault="009E0B65" w:rsidP="009E0B65">
      <w:pPr>
        <w:autoSpaceDE w:val="0"/>
        <w:autoSpaceDN w:val="0"/>
        <w:adjustRightInd w:val="0"/>
        <w:spacing w:line="360" w:lineRule="auto"/>
        <w:ind w:left="357"/>
        <w:rPr>
          <w:rFonts w:ascii="TimesNewRomanPSMT-Identity-H" w:hAnsi="TimesNewRomanPSMT-Identity-H" w:cs="TimesNewRomanPSMT-Identity-H"/>
          <w:sz w:val="23"/>
          <w:szCs w:val="23"/>
        </w:rPr>
      </w:pPr>
      <w:r>
        <w:rPr>
          <w:rFonts w:ascii="TimesNewRomanPSMT-Identity-H" w:hAnsi="TimesNewRomanPSMT-Identity-H" w:cs="TimesNewRomanPSMT-Identity-H"/>
          <w:sz w:val="23"/>
          <w:szCs w:val="23"/>
        </w:rPr>
        <w:t>………………………………………………………………………………………………………………………………………………………………………………………………………………………………………………………………………………………………………………………</w:t>
      </w:r>
      <w:r w:rsidR="00F44FB5">
        <w:rPr>
          <w:rFonts w:ascii="TimesNewRomanPSMT-Identity-H" w:hAnsi="TimesNewRomanPSMT-Identity-H" w:cs="TimesNewRomanPSMT-Identity-H"/>
          <w:sz w:val="23"/>
          <w:szCs w:val="23"/>
        </w:rPr>
        <w:t>…………………………………………………………………………………</w:t>
      </w:r>
    </w:p>
    <w:p w:rsidR="00BC49EC" w:rsidRDefault="00BC49EC" w:rsidP="00850F1E">
      <w:pPr>
        <w:autoSpaceDE w:val="0"/>
        <w:autoSpaceDN w:val="0"/>
        <w:adjustRightInd w:val="0"/>
        <w:spacing w:line="240" w:lineRule="auto"/>
        <w:rPr>
          <w:rFonts w:ascii="TimesNewRomanPSMT-Identity-H" w:hAnsi="TimesNewRomanPSMT-Identity-H" w:cs="TimesNewRomanPSMT-Identity-H"/>
          <w:sz w:val="18"/>
          <w:szCs w:val="18"/>
        </w:rPr>
      </w:pPr>
    </w:p>
    <w:p w:rsidR="00F44FB5" w:rsidRDefault="00F44FB5" w:rsidP="00850F1E">
      <w:pPr>
        <w:autoSpaceDE w:val="0"/>
        <w:autoSpaceDN w:val="0"/>
        <w:adjustRightInd w:val="0"/>
        <w:spacing w:line="240" w:lineRule="auto"/>
        <w:rPr>
          <w:rFonts w:ascii="TimesNewRomanPS-BoldMT-Identity" w:hAnsi="TimesNewRomanPS-BoldMT-Identity" w:cs="TimesNewRomanPS-BoldMT-Identity"/>
          <w:b/>
          <w:bCs/>
          <w:sz w:val="23"/>
          <w:szCs w:val="23"/>
        </w:rPr>
      </w:pPr>
    </w:p>
    <w:p w:rsidR="00015253" w:rsidRDefault="00015253" w:rsidP="00850F1E">
      <w:pPr>
        <w:autoSpaceDE w:val="0"/>
        <w:autoSpaceDN w:val="0"/>
        <w:adjustRightInd w:val="0"/>
        <w:spacing w:line="240" w:lineRule="auto"/>
        <w:rPr>
          <w:rFonts w:ascii="TimesNewRomanPS-BoldMT-Identity" w:hAnsi="TimesNewRomanPS-BoldMT-Identity" w:cs="TimesNewRomanPS-BoldMT-Identity"/>
          <w:b/>
          <w:bCs/>
          <w:sz w:val="23"/>
          <w:szCs w:val="23"/>
        </w:rPr>
      </w:pPr>
    </w:p>
    <w:p w:rsidR="00850F1E" w:rsidRDefault="00F44FB5" w:rsidP="00850F1E">
      <w:pPr>
        <w:autoSpaceDE w:val="0"/>
        <w:autoSpaceDN w:val="0"/>
        <w:adjustRightInd w:val="0"/>
        <w:spacing w:line="240" w:lineRule="auto"/>
        <w:rPr>
          <w:rFonts w:ascii="TimesNewRomanPS-BoldMT-Identity" w:hAnsi="TimesNewRomanPS-BoldMT-Identity" w:cs="TimesNewRomanPS-BoldMT-Identity"/>
          <w:b/>
          <w:bCs/>
          <w:sz w:val="23"/>
          <w:szCs w:val="23"/>
        </w:rPr>
      </w:pPr>
      <w:r>
        <w:rPr>
          <w:rFonts w:ascii="TimesNewRomanPS-BoldMT-Identity" w:hAnsi="TimesNewRomanPS-BoldMT-Identity" w:cs="TimesNewRomanPS-BoldMT-Identity"/>
          <w:b/>
          <w:bCs/>
          <w:sz w:val="23"/>
          <w:szCs w:val="23"/>
        </w:rPr>
        <w:t>Address for service</w:t>
      </w:r>
    </w:p>
    <w:p w:rsidR="00015253" w:rsidRDefault="00015253" w:rsidP="00850F1E">
      <w:pPr>
        <w:autoSpaceDE w:val="0"/>
        <w:autoSpaceDN w:val="0"/>
        <w:adjustRightInd w:val="0"/>
        <w:spacing w:line="240" w:lineRule="auto"/>
        <w:rPr>
          <w:rFonts w:ascii="TimesNewRomanPSMT-Identity-H" w:hAnsi="TimesNewRomanPSMT-Identity-H" w:cs="TimesNewRomanPSMT-Identity-H"/>
          <w:sz w:val="23"/>
          <w:szCs w:val="23"/>
        </w:rPr>
      </w:pPr>
    </w:p>
    <w:p w:rsidR="002A1CC8" w:rsidRDefault="00850F1E" w:rsidP="002A1CC8">
      <w:pPr>
        <w:autoSpaceDE w:val="0"/>
        <w:autoSpaceDN w:val="0"/>
        <w:adjustRightInd w:val="0"/>
        <w:spacing w:line="240" w:lineRule="auto"/>
        <w:ind w:left="357" w:hanging="357"/>
        <w:rPr>
          <w:rFonts w:ascii="TimesNewRomanPSMT-Identity-H" w:hAnsi="TimesNewRomanPSMT-Identity-H" w:cs="TimesNewRomanPSMT-Identity-H"/>
          <w:sz w:val="20"/>
          <w:szCs w:val="20"/>
        </w:rPr>
      </w:pPr>
      <w:r w:rsidRPr="00FB61CC">
        <w:rPr>
          <w:rFonts w:ascii="TimesNewRomanPSMT-Identity-H" w:hAnsi="TimesNewRomanPSMT-Identity-H" w:cs="TimesNewRomanPSMT-Identity-H"/>
          <w:sz w:val="20"/>
          <w:szCs w:val="20"/>
        </w:rPr>
        <w:t xml:space="preserve">5 </w:t>
      </w:r>
      <w:r w:rsidR="009E0B65" w:rsidRPr="00FB61CC">
        <w:rPr>
          <w:rFonts w:ascii="TimesNewRomanPSMT-Identity-H" w:hAnsi="TimesNewRomanPSMT-Identity-H" w:cs="TimesNewRomanPSMT-Identity-H"/>
          <w:sz w:val="20"/>
          <w:szCs w:val="20"/>
        </w:rPr>
        <w:tab/>
      </w:r>
      <w:r w:rsidR="002A1CC8" w:rsidRPr="002A1CC8">
        <w:rPr>
          <w:rFonts w:ascii="TimesNewRomanPSMT-Identity-H" w:hAnsi="TimesNewRomanPSMT-Identity-H" w:cs="TimesNewRomanPSMT-Identity-H"/>
          <w:sz w:val="20"/>
          <w:szCs w:val="20"/>
        </w:rPr>
        <w:t xml:space="preserve">This application is lodged by </w:t>
      </w:r>
      <w:r w:rsidR="002A1CC8" w:rsidRPr="002A1CC8">
        <w:rPr>
          <w:rFonts w:ascii="TimesNewRomanPSMT-Identity-H" w:hAnsi="TimesNewRomanPSMT-Identity-H" w:cs="TimesNewRomanPSMT-Identity-H"/>
          <w:i/>
          <w:sz w:val="20"/>
          <w:szCs w:val="20"/>
        </w:rPr>
        <w:t>[full name of applicant or applicant’s representative</w:t>
      </w:r>
      <w:r w:rsidR="002A1CC8" w:rsidRPr="002A1CC8">
        <w:rPr>
          <w:rFonts w:ascii="TimesNewRomanPSMT-Identity-H" w:hAnsi="TimesNewRomanPSMT-Identity-H" w:cs="TimesNewRomanPSMT-Identity-H"/>
          <w:sz w:val="20"/>
          <w:szCs w:val="20"/>
        </w:rPr>
        <w:t>]/[</w:t>
      </w:r>
      <w:r w:rsidR="002A1CC8" w:rsidRPr="002A1CC8">
        <w:rPr>
          <w:rFonts w:ascii="TimesNewRomanPSMT-Identity-H" w:hAnsi="TimesNewRomanPSMT-Identity-H" w:cs="TimesNewRomanPSMT-Identity-H"/>
          <w:i/>
          <w:sz w:val="20"/>
          <w:szCs w:val="20"/>
        </w:rPr>
        <w:t>full name of respondent or respondent’s representative</w:t>
      </w:r>
      <w:r w:rsidR="002A1CC8" w:rsidRPr="002A1CC8">
        <w:rPr>
          <w:rFonts w:ascii="TimesNewRomanPSMT-Identity-H" w:hAnsi="TimesNewRomanPSMT-Identity-H" w:cs="TimesNewRomanPSMT-Identity-H"/>
          <w:sz w:val="20"/>
          <w:szCs w:val="20"/>
        </w:rPr>
        <w:t>]/</w:t>
      </w:r>
      <w:r w:rsidR="002A1CC8">
        <w:rPr>
          <w:rFonts w:ascii="TimesNewRomanPSMT-Identity-H" w:hAnsi="TimesNewRomanPSMT-Identity-H" w:cs="TimesNewRomanPSMT-Identity-H"/>
          <w:sz w:val="20"/>
          <w:szCs w:val="20"/>
        </w:rPr>
        <w:t>[</w:t>
      </w:r>
      <w:r w:rsidR="002A1CC8" w:rsidRPr="002A1CC8">
        <w:rPr>
          <w:rFonts w:ascii="TimesNewRomanPSMT-Identity-H" w:hAnsi="TimesNewRomanPSMT-Identity-H" w:cs="TimesNewRomanPSMT-Identity-H"/>
          <w:i/>
          <w:sz w:val="20"/>
          <w:szCs w:val="20"/>
        </w:rPr>
        <w:t>full name of applicant or applicant’s representative and full name of respondent or respondent’s representative</w:t>
      </w:r>
      <w:r w:rsidR="002A1CC8" w:rsidRPr="002A1CC8">
        <w:rPr>
          <w:rFonts w:ascii="TimesNewRomanPSMT-Identity-H" w:hAnsi="TimesNewRomanPSMT-Identity-H" w:cs="TimesNewRomanPSMT-Identity-H"/>
          <w:sz w:val="20"/>
          <w:szCs w:val="20"/>
        </w:rPr>
        <w:t>]*</w:t>
      </w:r>
      <w:r w:rsidR="00AE53A0">
        <w:rPr>
          <w:rFonts w:ascii="TimesNewRomanPSMT-Identity-H" w:hAnsi="TimesNewRomanPSMT-Identity-H" w:cs="TimesNewRomanPSMT-Identity-H"/>
          <w:sz w:val="20"/>
          <w:szCs w:val="20"/>
        </w:rPr>
        <w:t xml:space="preserve"> </w:t>
      </w:r>
      <w:r w:rsidR="00AE53A0">
        <w:rPr>
          <w:rFonts w:ascii="TimesNewRomanPSMT-Identity-H" w:hAnsi="TimesNewRomanPSMT-Identity-H" w:cs="TimesNewRomanPSMT-Identity-H"/>
          <w:sz w:val="23"/>
          <w:szCs w:val="23"/>
        </w:rPr>
        <w:t>…………………………………………………………………………………………………</w:t>
      </w:r>
    </w:p>
    <w:p w:rsidR="00850F1E" w:rsidRPr="00024283" w:rsidRDefault="00850F1E" w:rsidP="002A1CC8">
      <w:pPr>
        <w:autoSpaceDE w:val="0"/>
        <w:autoSpaceDN w:val="0"/>
        <w:adjustRightInd w:val="0"/>
        <w:spacing w:line="240" w:lineRule="auto"/>
        <w:ind w:left="357"/>
        <w:rPr>
          <w:rFonts w:ascii="TimesNewRomanPSMT-Identity-H" w:hAnsi="TimesNewRomanPSMT-Identity-H" w:cs="TimesNewRomanPSMT-Identity-H"/>
          <w:sz w:val="18"/>
          <w:szCs w:val="20"/>
        </w:rPr>
      </w:pPr>
      <w:r w:rsidRPr="00024283">
        <w:rPr>
          <w:rFonts w:ascii="TimesNewRomanPSMT-Identity-H" w:hAnsi="TimesNewRomanPSMT-Identity-H" w:cs="TimesNewRomanPSMT-Identity-H"/>
          <w:sz w:val="18"/>
          <w:szCs w:val="20"/>
        </w:rPr>
        <w:t>*Select one.</w:t>
      </w:r>
    </w:p>
    <w:p w:rsidR="00850F1E" w:rsidRDefault="00850F1E" w:rsidP="00850F1E">
      <w:pPr>
        <w:autoSpaceDE w:val="0"/>
        <w:autoSpaceDN w:val="0"/>
        <w:adjustRightInd w:val="0"/>
        <w:spacing w:line="240" w:lineRule="auto"/>
        <w:rPr>
          <w:rFonts w:ascii="TimesNewRomanPS-ItalicMT-Identi" w:hAnsi="TimesNewRomanPS-ItalicMT-Identi" w:cs="TimesNewRomanPS-ItalicMT-Identi"/>
          <w:i/>
          <w:iCs/>
          <w:sz w:val="20"/>
          <w:szCs w:val="20"/>
        </w:rPr>
      </w:pPr>
    </w:p>
    <w:p w:rsidR="00AE53A0" w:rsidRPr="00AE53A0" w:rsidRDefault="00850F1E" w:rsidP="00AE53A0">
      <w:pPr>
        <w:autoSpaceDE w:val="0"/>
        <w:autoSpaceDN w:val="0"/>
        <w:adjustRightInd w:val="0"/>
        <w:spacing w:line="240" w:lineRule="auto"/>
        <w:ind w:left="357" w:hanging="357"/>
        <w:rPr>
          <w:rFonts w:ascii="TimesNewRomanPSMT-Identity-H" w:hAnsi="TimesNewRomanPSMT-Identity-H" w:cs="TimesNewRomanPSMT-Identity-H"/>
          <w:sz w:val="20"/>
          <w:szCs w:val="20"/>
        </w:rPr>
      </w:pPr>
      <w:r w:rsidRPr="00FB61CC">
        <w:rPr>
          <w:rFonts w:ascii="TimesNewRomanPSMT-Identity-H" w:hAnsi="TimesNewRomanPSMT-Identity-H" w:cs="TimesNewRomanPSMT-Identity-H"/>
          <w:sz w:val="20"/>
          <w:szCs w:val="20"/>
        </w:rPr>
        <w:t xml:space="preserve">6 </w:t>
      </w:r>
      <w:r w:rsidR="009E0B65" w:rsidRPr="00FB61CC">
        <w:rPr>
          <w:rFonts w:ascii="TimesNewRomanPSMT-Identity-H" w:hAnsi="TimesNewRomanPSMT-Identity-H" w:cs="TimesNewRomanPSMT-Identity-H"/>
          <w:sz w:val="20"/>
          <w:szCs w:val="20"/>
        </w:rPr>
        <w:tab/>
      </w:r>
      <w:r w:rsidR="00AE53A0" w:rsidRPr="00AE53A0">
        <w:rPr>
          <w:rFonts w:ascii="TimesNewRomanPSMT-Identity-H" w:hAnsi="TimesNewRomanPSMT-Identity-H" w:cs="TimesNewRomanPSMT-Identity-H"/>
          <w:sz w:val="20"/>
          <w:szCs w:val="20"/>
        </w:rPr>
        <w:t>The address for service of the person/persons* who lodged this application is [</w:t>
      </w:r>
      <w:r w:rsidR="00AE53A0" w:rsidRPr="00AE53A0">
        <w:rPr>
          <w:rFonts w:ascii="TimesNewRomanPSMT-Identity-H" w:hAnsi="TimesNewRomanPSMT-Identity-H" w:cs="TimesNewRomanPSMT-Identity-H"/>
          <w:i/>
          <w:sz w:val="20"/>
          <w:szCs w:val="20"/>
        </w:rPr>
        <w:t>full physical or postal address to which any document may be sent</w:t>
      </w:r>
      <w:r w:rsidR="00AE53A0" w:rsidRPr="00AE53A0">
        <w:rPr>
          <w:rFonts w:ascii="TimesNewRomanPSMT-Identity-H" w:hAnsi="TimesNewRomanPSMT-Identity-H" w:cs="TimesNewRomanPSMT-Identity-H"/>
          <w:sz w:val="20"/>
          <w:szCs w:val="20"/>
        </w:rPr>
        <w:t>]</w:t>
      </w:r>
      <w:r w:rsidR="00AE53A0" w:rsidRPr="00AE53A0">
        <w:rPr>
          <w:rFonts w:ascii="TimesNewRomanPSMT-Identity-H" w:hAnsi="TimesNewRomanPSMT-Identity-H" w:cs="TimesNewRomanPSMT-Identity-H"/>
          <w:sz w:val="23"/>
          <w:szCs w:val="23"/>
        </w:rPr>
        <w:t xml:space="preserve"> </w:t>
      </w:r>
      <w:r w:rsidR="00AE53A0">
        <w:rPr>
          <w:rFonts w:ascii="TimesNewRomanPSMT-Identity-H" w:hAnsi="TimesNewRomanPSMT-Identity-H" w:cs="TimesNewRomanPSMT-Identity-H"/>
          <w:sz w:val="23"/>
          <w:szCs w:val="23"/>
        </w:rPr>
        <w:t>………………………………………………………………………………………………</w:t>
      </w:r>
      <w:r w:rsidR="00AE53A0">
        <w:rPr>
          <w:rFonts w:ascii="TimesNewRomanPSMT-Identity-H" w:hAnsi="TimesNewRomanPSMT-Identity-H" w:cs="TimesNewRomanPSMT-Identity-H"/>
          <w:sz w:val="20"/>
          <w:szCs w:val="20"/>
        </w:rPr>
        <w:t xml:space="preserve">, telephone number is </w:t>
      </w:r>
      <w:r w:rsidR="00AE53A0">
        <w:rPr>
          <w:rFonts w:ascii="TimesNewRomanPSMT-Identity-H" w:hAnsi="TimesNewRomanPSMT-Identity-H" w:cs="TimesNewRomanPSMT-Identity-H"/>
          <w:sz w:val="23"/>
          <w:szCs w:val="23"/>
        </w:rPr>
        <w:t>………………………………………………………………………………………………</w:t>
      </w:r>
      <w:r w:rsidR="00AE53A0" w:rsidRPr="00AE53A0">
        <w:rPr>
          <w:rFonts w:ascii="TimesNewRomanPSMT-Identity-H" w:hAnsi="TimesNewRomanPSMT-Identity-H" w:cs="TimesNewRomanPSMT-Identity-H"/>
          <w:sz w:val="20"/>
          <w:szCs w:val="20"/>
        </w:rPr>
        <w:t>, an</w:t>
      </w:r>
      <w:r w:rsidR="00AE53A0">
        <w:rPr>
          <w:rFonts w:ascii="TimesNewRomanPSMT-Identity-H" w:hAnsi="TimesNewRomanPSMT-Identity-H" w:cs="TimesNewRomanPSMT-Identity-H"/>
          <w:sz w:val="20"/>
          <w:szCs w:val="20"/>
        </w:rPr>
        <w:t xml:space="preserve">d email address for service is </w:t>
      </w:r>
      <w:r w:rsidR="00AE53A0">
        <w:rPr>
          <w:rFonts w:ascii="TimesNewRomanPSMT-Identity-H" w:hAnsi="TimesNewRomanPSMT-Identity-H" w:cs="TimesNewRomanPSMT-Identity-H"/>
          <w:sz w:val="23"/>
          <w:szCs w:val="23"/>
        </w:rPr>
        <w:t>………………………………………………………………………………………………</w:t>
      </w:r>
      <w:r w:rsidR="00AE53A0" w:rsidRPr="00AE53A0">
        <w:rPr>
          <w:rFonts w:ascii="TimesNewRomanPSMT-Identity-H" w:hAnsi="TimesNewRomanPSMT-Identity-H" w:cs="TimesNewRomanPSMT-Identity-H"/>
          <w:sz w:val="20"/>
          <w:szCs w:val="20"/>
        </w:rPr>
        <w:t>.†</w:t>
      </w:r>
    </w:p>
    <w:p w:rsidR="00AE53A0" w:rsidRPr="00024283" w:rsidRDefault="00AE53A0" w:rsidP="00AE53A0">
      <w:pPr>
        <w:autoSpaceDE w:val="0"/>
        <w:autoSpaceDN w:val="0"/>
        <w:adjustRightInd w:val="0"/>
        <w:spacing w:line="240" w:lineRule="auto"/>
        <w:ind w:left="357"/>
        <w:rPr>
          <w:rFonts w:ascii="TimesNewRomanPSMT-Identity-H" w:hAnsi="TimesNewRomanPSMT-Identity-H" w:cs="TimesNewRomanPSMT-Identity-H"/>
          <w:sz w:val="18"/>
          <w:szCs w:val="20"/>
        </w:rPr>
      </w:pPr>
      <w:r w:rsidRPr="00024283">
        <w:rPr>
          <w:rFonts w:ascii="TimesNewRomanPSMT-Identity-H" w:hAnsi="TimesNewRomanPSMT-Identity-H" w:cs="TimesNewRomanPSMT-Identity-H"/>
          <w:sz w:val="18"/>
          <w:szCs w:val="20"/>
        </w:rPr>
        <w:t>*Select one</w:t>
      </w:r>
    </w:p>
    <w:p w:rsidR="009E0B65" w:rsidRPr="00024283" w:rsidRDefault="00AE53A0" w:rsidP="00AE53A0">
      <w:pPr>
        <w:autoSpaceDE w:val="0"/>
        <w:autoSpaceDN w:val="0"/>
        <w:adjustRightInd w:val="0"/>
        <w:spacing w:line="240" w:lineRule="auto"/>
        <w:ind w:left="357"/>
        <w:rPr>
          <w:rFonts w:ascii="TimesNewRomanPSMT-Identity-H" w:hAnsi="TimesNewRomanPSMT-Identity-H" w:cs="TimesNewRomanPSMT-Identity-H"/>
          <w:sz w:val="18"/>
          <w:szCs w:val="19"/>
        </w:rPr>
      </w:pPr>
      <w:r w:rsidRPr="00024283">
        <w:rPr>
          <w:rFonts w:ascii="TimesNewRomanPSMT-Identity-H" w:hAnsi="TimesNewRomanPSMT-Identity-H" w:cs="TimesNewRomanPSMT-Identity-H"/>
          <w:sz w:val="18"/>
          <w:szCs w:val="20"/>
        </w:rPr>
        <w:t>†A full physical address, a telephone number, and an email address must always be supplied.</w:t>
      </w:r>
    </w:p>
    <w:p w:rsidR="001939F8" w:rsidRDefault="001939F8" w:rsidP="006206B4">
      <w:pPr>
        <w:autoSpaceDE w:val="0"/>
        <w:autoSpaceDN w:val="0"/>
        <w:adjustRightInd w:val="0"/>
        <w:spacing w:line="480" w:lineRule="auto"/>
        <w:rPr>
          <w:rFonts w:ascii="TimesNewRomanPSMT-Identity-H" w:hAnsi="TimesNewRomanPSMT-Identity-H" w:cs="TimesNewRomanPSMT-Identity-H"/>
          <w:sz w:val="23"/>
          <w:szCs w:val="23"/>
        </w:rPr>
      </w:pPr>
    </w:p>
    <w:p w:rsidR="00F136F2" w:rsidRPr="00FB61CC" w:rsidRDefault="00F136F2" w:rsidP="006206B4">
      <w:pPr>
        <w:autoSpaceDE w:val="0"/>
        <w:autoSpaceDN w:val="0"/>
        <w:adjustRightInd w:val="0"/>
        <w:spacing w:line="480" w:lineRule="auto"/>
        <w:rPr>
          <w:rFonts w:ascii="TimesNewRomanPSMT-Identity-H" w:hAnsi="TimesNewRomanPSMT-Identity-H" w:cs="TimesNewRomanPSMT-Identity-H"/>
          <w:sz w:val="20"/>
          <w:szCs w:val="20"/>
        </w:rPr>
      </w:pPr>
    </w:p>
    <w:p w:rsidR="006206B4" w:rsidRPr="00FB61CC" w:rsidRDefault="006206B4" w:rsidP="006206B4">
      <w:pPr>
        <w:autoSpaceDE w:val="0"/>
        <w:autoSpaceDN w:val="0"/>
        <w:adjustRightInd w:val="0"/>
        <w:spacing w:line="480" w:lineRule="auto"/>
        <w:rPr>
          <w:rFonts w:ascii="TimesNewRomanPSMT-Identity-H" w:hAnsi="TimesNewRomanPSMT-Identity-H" w:cs="TimesNewRomanPSMT-Identity-H"/>
          <w:sz w:val="20"/>
          <w:szCs w:val="20"/>
        </w:rPr>
      </w:pPr>
      <w:r w:rsidRPr="00FB61CC">
        <w:rPr>
          <w:rFonts w:ascii="TimesNewRomanPSMT-Identity-H" w:hAnsi="TimesNewRomanPSMT-Identity-H" w:cs="TimesNewRomanPSMT-Identity-H"/>
          <w:sz w:val="20"/>
          <w:szCs w:val="20"/>
        </w:rPr>
        <w:t xml:space="preserve">Date: …………………………………………… </w:t>
      </w:r>
    </w:p>
    <w:p w:rsidR="006206B4" w:rsidRPr="00FB61CC" w:rsidRDefault="006206B4" w:rsidP="006206B4">
      <w:pPr>
        <w:autoSpaceDE w:val="0"/>
        <w:autoSpaceDN w:val="0"/>
        <w:adjustRightInd w:val="0"/>
        <w:spacing w:line="480" w:lineRule="auto"/>
        <w:rPr>
          <w:rFonts w:ascii="TimesNewRomanPSMT-Identity-H" w:hAnsi="TimesNewRomanPSMT-Identity-H" w:cs="TimesNewRomanPSMT-Identity-H"/>
          <w:sz w:val="20"/>
          <w:szCs w:val="20"/>
        </w:rPr>
      </w:pPr>
      <w:r w:rsidRPr="00FB61CC">
        <w:rPr>
          <w:rFonts w:ascii="TimesNewRomanPSMT-Identity-H" w:hAnsi="TimesNewRomanPSMT-Identity-H" w:cs="TimesNewRomanPSMT-Identity-H"/>
          <w:sz w:val="20"/>
          <w:szCs w:val="20"/>
        </w:rPr>
        <w:t>Signature</w:t>
      </w:r>
      <w:r w:rsidR="00892E9C">
        <w:rPr>
          <w:rFonts w:ascii="TimesNewRomanPSMT-Identity-H" w:hAnsi="TimesNewRomanPSMT-Identity-H" w:cs="TimesNewRomanPSMT-Identity-H"/>
          <w:sz w:val="20"/>
          <w:szCs w:val="20"/>
        </w:rPr>
        <w:t>(s)</w:t>
      </w:r>
      <w:proofErr w:type="gramStart"/>
      <w:r w:rsidRPr="00FB61CC">
        <w:rPr>
          <w:rFonts w:ascii="TimesNewRomanPSMT-Identity-H" w:hAnsi="TimesNewRomanPSMT-Identity-H" w:cs="TimesNewRomanPSMT-Identity-H"/>
          <w:sz w:val="20"/>
          <w:szCs w:val="20"/>
        </w:rPr>
        <w:t>:……………………………………….</w:t>
      </w:r>
      <w:proofErr w:type="gramEnd"/>
    </w:p>
    <w:p w:rsidR="00892E9C" w:rsidRPr="00892E9C" w:rsidRDefault="00850F1E" w:rsidP="00892E9C">
      <w:pPr>
        <w:autoSpaceDE w:val="0"/>
        <w:autoSpaceDN w:val="0"/>
        <w:adjustRightInd w:val="0"/>
        <w:spacing w:line="240" w:lineRule="auto"/>
        <w:rPr>
          <w:rFonts w:ascii="TimesNewRomanPSMT-Identity-H" w:hAnsi="TimesNewRomanPSMT-Identity-H" w:cs="TimesNewRomanPSMT-Identity-H"/>
          <w:sz w:val="20"/>
          <w:szCs w:val="20"/>
        </w:rPr>
      </w:pPr>
      <w:r w:rsidRPr="00FB61CC">
        <w:rPr>
          <w:rFonts w:ascii="TimesNewRomanPSMT-Identity-H" w:hAnsi="TimesNewRomanPSMT-Identity-H" w:cs="TimesNewRomanPSMT-Identity-H"/>
          <w:sz w:val="20"/>
          <w:szCs w:val="20"/>
        </w:rPr>
        <w:t>(</w:t>
      </w:r>
      <w:proofErr w:type="gramStart"/>
      <w:r w:rsidRPr="00FB61CC">
        <w:rPr>
          <w:rFonts w:ascii="TimesNewRomanPSMT-Identity-H" w:hAnsi="TimesNewRomanPSMT-Identity-H" w:cs="TimesNewRomanPSMT-Identity-H"/>
          <w:sz w:val="20"/>
          <w:szCs w:val="20"/>
        </w:rPr>
        <w:t>applicant</w:t>
      </w:r>
      <w:r w:rsidR="00892E9C" w:rsidRPr="00892E9C">
        <w:rPr>
          <w:rFonts w:ascii="TimesNewRomanPSMT-Identity-H" w:hAnsi="TimesNewRomanPSMT-Identity-H" w:cs="TimesNewRomanPSMT-Identity-H"/>
          <w:sz w:val="20"/>
          <w:szCs w:val="20"/>
        </w:rPr>
        <w:t>/applicant’s</w:t>
      </w:r>
      <w:proofErr w:type="gramEnd"/>
      <w:r w:rsidR="00892E9C" w:rsidRPr="00892E9C">
        <w:rPr>
          <w:rFonts w:ascii="TimesNewRomanPSMT-Identity-H" w:hAnsi="TimesNewRomanPSMT-Identity-H" w:cs="TimesNewRomanPSMT-Identity-H"/>
          <w:sz w:val="20"/>
          <w:szCs w:val="20"/>
        </w:rPr>
        <w:t xml:space="preserve"> representative/respondent/respondent’s representative* applying to join third party to personal grievance proceedings)</w:t>
      </w:r>
    </w:p>
    <w:tbl>
      <w:tblPr>
        <w:tblW w:w="5000" w:type="pct"/>
        <w:tblCellMar>
          <w:left w:w="0" w:type="dxa"/>
          <w:right w:w="0" w:type="dxa"/>
        </w:tblCellMar>
        <w:tblLook w:val="04A0" w:firstRow="1" w:lastRow="0" w:firstColumn="1" w:lastColumn="0" w:noHBand="0" w:noVBand="1"/>
        <w:tblDescription w:val=" "/>
      </w:tblPr>
      <w:tblGrid>
        <w:gridCol w:w="9026"/>
      </w:tblGrid>
      <w:tr w:rsidR="00892E9C" w:rsidRPr="00892E9C" w:rsidTr="00892E9C">
        <w:tc>
          <w:tcPr>
            <w:tcW w:w="0" w:type="auto"/>
            <w:tcBorders>
              <w:top w:val="nil"/>
              <w:left w:val="nil"/>
              <w:bottom w:val="nil"/>
              <w:right w:val="nil"/>
            </w:tcBorders>
            <w:tcMar>
              <w:top w:w="0" w:type="dxa"/>
              <w:left w:w="0" w:type="dxa"/>
              <w:bottom w:w="62" w:type="dxa"/>
              <w:right w:w="0" w:type="dxa"/>
            </w:tcMar>
            <w:hideMark/>
          </w:tcPr>
          <w:p w:rsidR="00892E9C" w:rsidRPr="00892E9C" w:rsidRDefault="00892E9C" w:rsidP="00892E9C">
            <w:pPr>
              <w:autoSpaceDE w:val="0"/>
              <w:autoSpaceDN w:val="0"/>
              <w:adjustRightInd w:val="0"/>
              <w:spacing w:line="240" w:lineRule="auto"/>
              <w:rPr>
                <w:rFonts w:ascii="TimesNewRomanPSMT-Identity-H" w:hAnsi="TimesNewRomanPSMT-Identity-H" w:cs="TimesNewRomanPSMT-Identity-H"/>
                <w:sz w:val="20"/>
                <w:szCs w:val="20"/>
              </w:rPr>
            </w:pPr>
            <w:r w:rsidRPr="00024283">
              <w:rPr>
                <w:rFonts w:ascii="TimesNewRomanPSMT-Identity-H" w:hAnsi="TimesNewRomanPSMT-Identity-H" w:cs="TimesNewRomanPSMT-Identity-H"/>
                <w:sz w:val="18"/>
                <w:szCs w:val="20"/>
              </w:rPr>
              <w:lastRenderedPageBreak/>
              <w:t>*Select each that applies</w:t>
            </w:r>
            <w:r w:rsidR="00024283">
              <w:rPr>
                <w:rFonts w:ascii="TimesNewRomanPSMT-Identity-H" w:hAnsi="TimesNewRomanPSMT-Identity-H" w:cs="TimesNewRomanPSMT-Identity-H"/>
                <w:sz w:val="18"/>
                <w:szCs w:val="20"/>
              </w:rPr>
              <w:t>.</w:t>
            </w:r>
          </w:p>
        </w:tc>
      </w:tr>
    </w:tbl>
    <w:p w:rsidR="00850F1E" w:rsidRPr="00FB61CC" w:rsidRDefault="00850F1E" w:rsidP="006206B4">
      <w:pPr>
        <w:autoSpaceDE w:val="0"/>
        <w:autoSpaceDN w:val="0"/>
        <w:adjustRightInd w:val="0"/>
        <w:spacing w:line="240" w:lineRule="auto"/>
        <w:rPr>
          <w:rFonts w:ascii="TimesNewRomanPSMT-Identity-H" w:hAnsi="TimesNewRomanPSMT-Identity-H" w:cs="TimesNewRomanPSMT-Identity-H"/>
          <w:sz w:val="20"/>
          <w:szCs w:val="20"/>
        </w:rPr>
      </w:pPr>
    </w:p>
    <w:p w:rsidR="006206B4" w:rsidRDefault="006206B4" w:rsidP="00850F1E">
      <w:pPr>
        <w:autoSpaceDE w:val="0"/>
        <w:autoSpaceDN w:val="0"/>
        <w:adjustRightInd w:val="0"/>
        <w:spacing w:line="240" w:lineRule="auto"/>
        <w:rPr>
          <w:rFonts w:ascii="TimesNewRomanPSMT-Identity-H" w:hAnsi="TimesNewRomanPSMT-Identity-H" w:cs="TimesNewRomanPSMT-Identity-H"/>
          <w:sz w:val="25"/>
          <w:szCs w:val="25"/>
        </w:rPr>
      </w:pPr>
    </w:p>
    <w:p w:rsidR="006206B4" w:rsidRDefault="006206B4" w:rsidP="00850F1E">
      <w:pPr>
        <w:autoSpaceDE w:val="0"/>
        <w:autoSpaceDN w:val="0"/>
        <w:adjustRightInd w:val="0"/>
        <w:spacing w:line="240" w:lineRule="auto"/>
        <w:rPr>
          <w:rFonts w:ascii="TimesNewRomanPSMT-Identity-H" w:hAnsi="TimesNewRomanPSMT-Identity-H" w:cs="TimesNewRomanPSMT-Identity-H"/>
          <w:sz w:val="25"/>
          <w:szCs w:val="25"/>
        </w:rPr>
      </w:pPr>
    </w:p>
    <w:p w:rsidR="001939F8" w:rsidRDefault="001939F8" w:rsidP="00850F1E">
      <w:pPr>
        <w:autoSpaceDE w:val="0"/>
        <w:autoSpaceDN w:val="0"/>
        <w:adjustRightInd w:val="0"/>
        <w:spacing w:line="240" w:lineRule="auto"/>
        <w:rPr>
          <w:rFonts w:ascii="TimesNewRomanPSMT-Identity-H" w:hAnsi="TimesNewRomanPSMT-Identity-H" w:cs="TimesNewRomanPSMT-Identity-H"/>
          <w:sz w:val="25"/>
          <w:szCs w:val="25"/>
        </w:rPr>
      </w:pPr>
    </w:p>
    <w:p w:rsidR="00850F1E" w:rsidRDefault="00850F1E" w:rsidP="00850F1E">
      <w:pPr>
        <w:autoSpaceDE w:val="0"/>
        <w:autoSpaceDN w:val="0"/>
        <w:adjustRightInd w:val="0"/>
        <w:spacing w:line="240" w:lineRule="auto"/>
        <w:rPr>
          <w:rFonts w:ascii="TimesNewRomanPSMT-Identity-H" w:hAnsi="TimesNewRomanPSMT-Identity-H" w:cs="TimesNewRomanPSMT-Identity-H"/>
          <w:sz w:val="25"/>
          <w:szCs w:val="25"/>
        </w:rPr>
      </w:pPr>
      <w:r>
        <w:rPr>
          <w:rFonts w:ascii="TimesNewRomanPSMT-Identity-H" w:hAnsi="TimesNewRomanPSMT-Identity-H" w:cs="TimesNewRomanPSMT-Identity-H"/>
          <w:sz w:val="25"/>
          <w:szCs w:val="25"/>
        </w:rPr>
        <w:t>Notice to respondent</w:t>
      </w:r>
    </w:p>
    <w:p w:rsidR="001939F8" w:rsidRDefault="001939F8" w:rsidP="00850F1E">
      <w:pPr>
        <w:autoSpaceDE w:val="0"/>
        <w:autoSpaceDN w:val="0"/>
        <w:adjustRightInd w:val="0"/>
        <w:spacing w:line="240" w:lineRule="auto"/>
        <w:rPr>
          <w:rFonts w:ascii="TimesNewRomanPSMT-Identity-H" w:hAnsi="TimesNewRomanPSMT-Identity-H" w:cs="TimesNewRomanPSMT-Identity-H"/>
          <w:sz w:val="23"/>
          <w:szCs w:val="23"/>
        </w:rPr>
      </w:pPr>
    </w:p>
    <w:p w:rsidR="001939F8" w:rsidRPr="003335DB" w:rsidRDefault="00850F1E" w:rsidP="003335DB">
      <w:pPr>
        <w:autoSpaceDE w:val="0"/>
        <w:autoSpaceDN w:val="0"/>
        <w:adjustRightInd w:val="0"/>
        <w:spacing w:line="240" w:lineRule="auto"/>
        <w:ind w:left="357" w:hanging="357"/>
        <w:rPr>
          <w:rFonts w:ascii="TimesNewRomanPSMT-Identity-H" w:hAnsi="TimesNewRomanPSMT-Identity-H" w:cs="TimesNewRomanPSMT-Identity-H"/>
          <w:sz w:val="20"/>
          <w:szCs w:val="20"/>
        </w:rPr>
      </w:pPr>
      <w:r w:rsidRPr="003335DB">
        <w:rPr>
          <w:rFonts w:ascii="TimesNewRomanPSMT-Identity-H" w:hAnsi="TimesNewRomanPSMT-Identity-H" w:cs="TimesNewRomanPSMT-Identity-H"/>
          <w:sz w:val="20"/>
          <w:szCs w:val="20"/>
        </w:rPr>
        <w:t xml:space="preserve">1 </w:t>
      </w:r>
      <w:r w:rsidR="003335DB">
        <w:rPr>
          <w:rFonts w:ascii="TimesNewRomanPSMT-Identity-H" w:hAnsi="TimesNewRomanPSMT-Identity-H" w:cs="TimesNewRomanPSMT-Identity-H"/>
          <w:sz w:val="20"/>
          <w:szCs w:val="20"/>
        </w:rPr>
        <w:tab/>
      </w:r>
      <w:r w:rsidRPr="003335DB">
        <w:rPr>
          <w:rFonts w:ascii="TimesNewRomanPSMT-Identity-H" w:hAnsi="TimesNewRomanPSMT-Identity-H" w:cs="TimesNewRomanPSMT-Identity-H"/>
          <w:sz w:val="20"/>
          <w:szCs w:val="20"/>
        </w:rPr>
        <w:t>If you intend to respond to this application, you must, within</w:t>
      </w:r>
      <w:r w:rsidR="006206B4" w:rsidRPr="003335DB">
        <w:rPr>
          <w:rFonts w:ascii="TimesNewRomanPSMT-Identity-H" w:hAnsi="TimesNewRomanPSMT-Identity-H" w:cs="TimesNewRomanPSMT-Identity-H"/>
          <w:sz w:val="20"/>
          <w:szCs w:val="20"/>
        </w:rPr>
        <w:t xml:space="preserve"> </w:t>
      </w:r>
      <w:r w:rsidRPr="003335DB">
        <w:rPr>
          <w:rFonts w:ascii="TimesNewRomanPSMT-Identity-H" w:hAnsi="TimesNewRomanPSMT-Identity-H" w:cs="TimesNewRomanPSMT-Identity-H"/>
          <w:sz w:val="20"/>
          <w:szCs w:val="20"/>
        </w:rPr>
        <w:t>14 days after the date of the service of this application on you,</w:t>
      </w:r>
      <w:r w:rsidR="006206B4" w:rsidRPr="003335DB">
        <w:rPr>
          <w:rFonts w:ascii="TimesNewRomanPSMT-Identity-H" w:hAnsi="TimesNewRomanPSMT-Identity-H" w:cs="TimesNewRomanPSMT-Identity-H"/>
          <w:sz w:val="20"/>
          <w:szCs w:val="20"/>
        </w:rPr>
        <w:t xml:space="preserve"> </w:t>
      </w:r>
      <w:r w:rsidRPr="003335DB">
        <w:rPr>
          <w:rFonts w:ascii="TimesNewRomanPSMT-Identity-H" w:hAnsi="TimesNewRomanPSMT-Identity-H" w:cs="TimesNewRomanPSMT-Identity-H"/>
          <w:sz w:val="20"/>
          <w:szCs w:val="20"/>
        </w:rPr>
        <w:t>lodge a statement in reply with an officer of the</w:t>
      </w:r>
      <w:r w:rsidR="006206B4" w:rsidRPr="003335DB">
        <w:rPr>
          <w:rFonts w:ascii="TimesNewRomanPSMT-Identity-H" w:hAnsi="TimesNewRomanPSMT-Identity-H" w:cs="TimesNewRomanPSMT-Identity-H"/>
          <w:sz w:val="20"/>
          <w:szCs w:val="20"/>
        </w:rPr>
        <w:t xml:space="preserve"> </w:t>
      </w:r>
      <w:r w:rsidR="00892E9C">
        <w:rPr>
          <w:rFonts w:ascii="TimesNewRomanPSMT-Identity-H" w:hAnsi="TimesNewRomanPSMT-Identity-H" w:cs="TimesNewRomanPSMT-Identity-H"/>
          <w:sz w:val="20"/>
          <w:szCs w:val="20"/>
        </w:rPr>
        <w:t>Employment Relations Authority.</w:t>
      </w:r>
    </w:p>
    <w:p w:rsidR="00850F1E" w:rsidRPr="003335DB" w:rsidRDefault="00850F1E" w:rsidP="003335DB">
      <w:pPr>
        <w:autoSpaceDE w:val="0"/>
        <w:autoSpaceDN w:val="0"/>
        <w:adjustRightInd w:val="0"/>
        <w:spacing w:line="240" w:lineRule="auto"/>
        <w:ind w:left="357" w:hanging="357"/>
        <w:rPr>
          <w:rFonts w:ascii="TimesNewRomanPSMT-Identity-H" w:hAnsi="TimesNewRomanPSMT-Identity-H" w:cs="TimesNewRomanPSMT-Identity-H"/>
          <w:sz w:val="20"/>
          <w:szCs w:val="20"/>
        </w:rPr>
      </w:pPr>
      <w:r w:rsidRPr="003335DB">
        <w:rPr>
          <w:rFonts w:ascii="TimesNewRomanPSMT-Identity-H" w:hAnsi="TimesNewRomanPSMT-Identity-H" w:cs="TimesNewRomanPSMT-Identity-H"/>
          <w:sz w:val="20"/>
          <w:szCs w:val="20"/>
        </w:rPr>
        <w:t>.</w:t>
      </w:r>
    </w:p>
    <w:p w:rsidR="00850F1E" w:rsidRPr="003335DB" w:rsidRDefault="00850F1E" w:rsidP="003335DB">
      <w:pPr>
        <w:autoSpaceDE w:val="0"/>
        <w:autoSpaceDN w:val="0"/>
        <w:adjustRightInd w:val="0"/>
        <w:spacing w:line="240" w:lineRule="auto"/>
        <w:ind w:left="357" w:hanging="357"/>
        <w:rPr>
          <w:rFonts w:ascii="TimesNewRomanPSMT-Identity-H" w:hAnsi="TimesNewRomanPSMT-Identity-H" w:cs="TimesNewRomanPSMT-Identity-H"/>
          <w:sz w:val="20"/>
          <w:szCs w:val="20"/>
        </w:rPr>
      </w:pPr>
      <w:r w:rsidRPr="003335DB">
        <w:rPr>
          <w:rFonts w:ascii="TimesNewRomanPSMT-Identity-H" w:hAnsi="TimesNewRomanPSMT-Identity-H" w:cs="TimesNewRomanPSMT-Identity-H"/>
          <w:sz w:val="20"/>
          <w:szCs w:val="20"/>
        </w:rPr>
        <w:t xml:space="preserve">2 </w:t>
      </w:r>
      <w:r w:rsidR="003335DB">
        <w:rPr>
          <w:rFonts w:ascii="TimesNewRomanPSMT-Identity-H" w:hAnsi="TimesNewRomanPSMT-Identity-H" w:cs="TimesNewRomanPSMT-Identity-H"/>
          <w:sz w:val="20"/>
          <w:szCs w:val="20"/>
        </w:rPr>
        <w:tab/>
      </w:r>
      <w:r w:rsidRPr="003335DB">
        <w:rPr>
          <w:rFonts w:ascii="TimesNewRomanPSMT-Identity-H" w:hAnsi="TimesNewRomanPSMT-Identity-H" w:cs="TimesNewRomanPSMT-Identity-H"/>
          <w:sz w:val="20"/>
          <w:szCs w:val="20"/>
        </w:rPr>
        <w:t xml:space="preserve">The term </w:t>
      </w:r>
      <w:r w:rsidRPr="003335DB">
        <w:rPr>
          <w:rFonts w:ascii="TimesNewRomanPS-BoldMT-Identity" w:hAnsi="TimesNewRomanPS-BoldMT-Identity" w:cs="TimesNewRomanPS-BoldMT-Identity"/>
          <w:b/>
          <w:bCs/>
          <w:sz w:val="20"/>
          <w:szCs w:val="20"/>
        </w:rPr>
        <w:t xml:space="preserve">days </w:t>
      </w:r>
      <w:r w:rsidRPr="003335DB">
        <w:rPr>
          <w:rFonts w:ascii="TimesNewRomanPSMT-Identity-H" w:hAnsi="TimesNewRomanPSMT-Identity-H" w:cs="TimesNewRomanPSMT-Identity-H"/>
          <w:sz w:val="20"/>
          <w:szCs w:val="20"/>
        </w:rPr>
        <w:t>does not include any day in the period beginning</w:t>
      </w:r>
      <w:r w:rsidR="001939F8" w:rsidRPr="003335DB">
        <w:rPr>
          <w:rFonts w:ascii="TimesNewRomanPSMT-Identity-H" w:hAnsi="TimesNewRomanPSMT-Identity-H" w:cs="TimesNewRomanPSMT-Identity-H"/>
          <w:sz w:val="20"/>
          <w:szCs w:val="20"/>
        </w:rPr>
        <w:t xml:space="preserve"> </w:t>
      </w:r>
      <w:r w:rsidRPr="003335DB">
        <w:rPr>
          <w:rFonts w:ascii="TimesNewRomanPSMT-Identity-H" w:hAnsi="TimesNewRomanPSMT-Identity-H" w:cs="TimesNewRomanPSMT-Identity-H"/>
          <w:sz w:val="20"/>
          <w:szCs w:val="20"/>
        </w:rPr>
        <w:t>with 25 December in any year and ending with 5 January</w:t>
      </w:r>
      <w:r w:rsidR="001939F8" w:rsidRPr="003335DB">
        <w:rPr>
          <w:rFonts w:ascii="TimesNewRomanPSMT-Identity-H" w:hAnsi="TimesNewRomanPSMT-Identity-H" w:cs="TimesNewRomanPSMT-Identity-H"/>
          <w:sz w:val="20"/>
          <w:szCs w:val="20"/>
        </w:rPr>
        <w:t xml:space="preserve"> </w:t>
      </w:r>
      <w:r w:rsidRPr="003335DB">
        <w:rPr>
          <w:rFonts w:ascii="TimesNewRomanPSMT-Identity-H" w:hAnsi="TimesNewRomanPSMT-Identity-H" w:cs="TimesNewRomanPSMT-Identity-H"/>
          <w:sz w:val="20"/>
          <w:szCs w:val="20"/>
        </w:rPr>
        <w:t>in the following year.</w:t>
      </w:r>
    </w:p>
    <w:p w:rsidR="001939F8" w:rsidRPr="003335DB" w:rsidRDefault="001939F8" w:rsidP="003335DB">
      <w:pPr>
        <w:autoSpaceDE w:val="0"/>
        <w:autoSpaceDN w:val="0"/>
        <w:adjustRightInd w:val="0"/>
        <w:spacing w:line="240" w:lineRule="auto"/>
        <w:ind w:left="357" w:hanging="357"/>
        <w:rPr>
          <w:rFonts w:ascii="TimesNewRomanPSMT-Identity-H" w:hAnsi="TimesNewRomanPSMT-Identity-H" w:cs="TimesNewRomanPSMT-Identity-H"/>
          <w:sz w:val="20"/>
          <w:szCs w:val="20"/>
        </w:rPr>
      </w:pPr>
    </w:p>
    <w:p w:rsidR="00892E9C" w:rsidRPr="00892E9C" w:rsidRDefault="00850F1E" w:rsidP="00892E9C">
      <w:pPr>
        <w:autoSpaceDE w:val="0"/>
        <w:autoSpaceDN w:val="0"/>
        <w:adjustRightInd w:val="0"/>
        <w:spacing w:line="240" w:lineRule="auto"/>
        <w:ind w:left="357" w:hanging="357"/>
        <w:rPr>
          <w:rFonts w:ascii="TimesNewRomanPSMT-Identity-H" w:hAnsi="TimesNewRomanPSMT-Identity-H" w:cs="TimesNewRomanPSMT-Identity-H"/>
          <w:sz w:val="20"/>
          <w:szCs w:val="20"/>
        </w:rPr>
      </w:pPr>
      <w:r w:rsidRPr="003335DB">
        <w:rPr>
          <w:rFonts w:ascii="TimesNewRomanPSMT-Identity-H" w:hAnsi="TimesNewRomanPSMT-Identity-H" w:cs="TimesNewRomanPSMT-Identity-H"/>
          <w:sz w:val="20"/>
          <w:szCs w:val="20"/>
        </w:rPr>
        <w:t xml:space="preserve">3 </w:t>
      </w:r>
      <w:r w:rsidR="003335DB">
        <w:rPr>
          <w:rFonts w:ascii="TimesNewRomanPSMT-Identity-H" w:hAnsi="TimesNewRomanPSMT-Identity-H" w:cs="TimesNewRomanPSMT-Identity-H"/>
          <w:sz w:val="20"/>
          <w:szCs w:val="20"/>
        </w:rPr>
        <w:tab/>
      </w:r>
      <w:r w:rsidR="00892E9C" w:rsidRPr="00892E9C">
        <w:rPr>
          <w:rFonts w:ascii="TimesNewRomanPSMT-Identity-H" w:hAnsi="TimesNewRomanPSMT-Identity-H" w:cs="TimesNewRomanPSMT-Identity-H"/>
          <w:sz w:val="20"/>
          <w:szCs w:val="20"/>
        </w:rPr>
        <w:t>After considering this application and any statement in reply, the Authority may decide to join you to the proceedings to resolve the personal grievance referred to in this application. If the Authority decides to do so,—</w:t>
      </w:r>
    </w:p>
    <w:p w:rsidR="00892E9C" w:rsidRPr="00892E9C" w:rsidRDefault="00892E9C" w:rsidP="00892E9C">
      <w:pPr>
        <w:autoSpaceDE w:val="0"/>
        <w:autoSpaceDN w:val="0"/>
        <w:adjustRightInd w:val="0"/>
        <w:spacing w:line="240" w:lineRule="auto"/>
        <w:ind w:left="357"/>
        <w:rPr>
          <w:rFonts w:ascii="TimesNewRomanPSMT-Identity-H" w:hAnsi="TimesNewRomanPSMT-Identity-H" w:cs="TimesNewRomanPSMT-Identity-H"/>
          <w:sz w:val="20"/>
          <w:szCs w:val="20"/>
        </w:rPr>
      </w:pPr>
      <w:r>
        <w:rPr>
          <w:rFonts w:ascii="TimesNewRomanPSMT-Identity-H" w:hAnsi="TimesNewRomanPSMT-Identity-H" w:cs="TimesNewRomanPSMT-Identity-H"/>
          <w:sz w:val="20"/>
          <w:szCs w:val="20"/>
        </w:rPr>
        <w:t>(a)</w:t>
      </w:r>
      <w:r>
        <w:rPr>
          <w:rFonts w:ascii="TimesNewRomanPSMT-Identity-H" w:hAnsi="TimesNewRomanPSMT-Identity-H" w:cs="TimesNewRomanPSMT-Identity-H"/>
          <w:sz w:val="20"/>
          <w:szCs w:val="20"/>
        </w:rPr>
        <w:tab/>
      </w:r>
      <w:proofErr w:type="gramStart"/>
      <w:r w:rsidRPr="00892E9C">
        <w:rPr>
          <w:rFonts w:ascii="TimesNewRomanPSMT-Identity-H" w:hAnsi="TimesNewRomanPSMT-Identity-H" w:cs="TimesNewRomanPSMT-Identity-H"/>
          <w:sz w:val="20"/>
          <w:szCs w:val="20"/>
        </w:rPr>
        <w:t>all</w:t>
      </w:r>
      <w:proofErr w:type="gramEnd"/>
      <w:r w:rsidRPr="00892E9C">
        <w:rPr>
          <w:rFonts w:ascii="TimesNewRomanPSMT-Identity-H" w:hAnsi="TimesNewRomanPSMT-Identity-H" w:cs="TimesNewRomanPSMT-Identity-H"/>
          <w:sz w:val="20"/>
          <w:szCs w:val="20"/>
        </w:rPr>
        <w:t xml:space="preserve"> parties may be directed to mediation; but</w:t>
      </w:r>
    </w:p>
    <w:p w:rsidR="00850F1E" w:rsidRPr="003335DB" w:rsidRDefault="00892E9C" w:rsidP="00892E9C">
      <w:pPr>
        <w:autoSpaceDE w:val="0"/>
        <w:autoSpaceDN w:val="0"/>
        <w:adjustRightInd w:val="0"/>
        <w:spacing w:line="240" w:lineRule="auto"/>
        <w:ind w:left="717" w:hanging="360"/>
        <w:rPr>
          <w:rFonts w:ascii="TimesNewRomanPSMT-Identity-H" w:hAnsi="TimesNewRomanPSMT-Identity-H" w:cs="TimesNewRomanPSMT-Identity-H"/>
          <w:sz w:val="20"/>
          <w:szCs w:val="20"/>
        </w:rPr>
      </w:pPr>
      <w:r>
        <w:rPr>
          <w:rFonts w:ascii="TimesNewRomanPSMT-Identity-H" w:hAnsi="TimesNewRomanPSMT-Identity-H" w:cs="TimesNewRomanPSMT-Identity-H"/>
          <w:sz w:val="20"/>
          <w:szCs w:val="20"/>
        </w:rPr>
        <w:t>(b)</w:t>
      </w:r>
      <w:r>
        <w:rPr>
          <w:rFonts w:ascii="TimesNewRomanPSMT-Identity-H" w:hAnsi="TimesNewRomanPSMT-Identity-H" w:cs="TimesNewRomanPSMT-Identity-H"/>
          <w:sz w:val="20"/>
          <w:szCs w:val="20"/>
        </w:rPr>
        <w:tab/>
      </w:r>
      <w:proofErr w:type="gramStart"/>
      <w:r w:rsidRPr="00892E9C">
        <w:rPr>
          <w:rFonts w:ascii="TimesNewRomanPSMT-Identity-H" w:hAnsi="TimesNewRomanPSMT-Identity-H" w:cs="TimesNewRomanPSMT-Identity-H"/>
          <w:sz w:val="20"/>
          <w:szCs w:val="20"/>
        </w:rPr>
        <w:t>if</w:t>
      </w:r>
      <w:proofErr w:type="gramEnd"/>
      <w:r w:rsidRPr="00892E9C">
        <w:rPr>
          <w:rFonts w:ascii="TimesNewRomanPSMT-Identity-H" w:hAnsi="TimesNewRomanPSMT-Identity-H" w:cs="TimesNewRomanPSMT-Identity-H"/>
          <w:sz w:val="20"/>
          <w:szCs w:val="20"/>
        </w:rPr>
        <w:t xml:space="preserve"> the matter is not resolved through mediation, you will be notified of the place, date, and time at which the Authority will conduct any investigation meeting in respect of these proceedings.</w:t>
      </w:r>
      <w:r w:rsidR="00850F1E" w:rsidRPr="003335DB">
        <w:rPr>
          <w:rFonts w:ascii="TimesNewRomanPSMT-Identity-H" w:hAnsi="TimesNewRomanPSMT-Identity-H" w:cs="TimesNewRomanPSMT-Identity-H"/>
          <w:sz w:val="20"/>
          <w:szCs w:val="20"/>
        </w:rPr>
        <w:t>.</w:t>
      </w:r>
    </w:p>
    <w:p w:rsidR="001939F8" w:rsidRPr="003335DB" w:rsidRDefault="001939F8" w:rsidP="00850F1E">
      <w:pPr>
        <w:autoSpaceDE w:val="0"/>
        <w:autoSpaceDN w:val="0"/>
        <w:adjustRightInd w:val="0"/>
        <w:spacing w:line="240" w:lineRule="auto"/>
        <w:rPr>
          <w:rFonts w:ascii="TimesNewRomanPSMT-Identity-H" w:hAnsi="TimesNewRomanPSMT-Identity-H" w:cs="TimesNewRomanPSMT-Identity-H"/>
          <w:sz w:val="20"/>
          <w:szCs w:val="20"/>
        </w:rPr>
      </w:pPr>
    </w:p>
    <w:p w:rsidR="001939F8" w:rsidRDefault="001939F8" w:rsidP="00850F1E">
      <w:pPr>
        <w:autoSpaceDE w:val="0"/>
        <w:autoSpaceDN w:val="0"/>
        <w:adjustRightInd w:val="0"/>
        <w:spacing w:line="240" w:lineRule="auto"/>
        <w:rPr>
          <w:rFonts w:ascii="TimesNewRomanPSMT-Identity-H" w:hAnsi="TimesNewRomanPSMT-Identity-H" w:cs="TimesNewRomanPSMT-Identity-H"/>
          <w:sz w:val="23"/>
          <w:szCs w:val="23"/>
        </w:rPr>
      </w:pPr>
    </w:p>
    <w:p w:rsidR="001939F8" w:rsidRDefault="001939F8" w:rsidP="001939F8">
      <w:pPr>
        <w:autoSpaceDE w:val="0"/>
        <w:autoSpaceDN w:val="0"/>
        <w:adjustRightInd w:val="0"/>
        <w:spacing w:line="480" w:lineRule="auto"/>
        <w:rPr>
          <w:rFonts w:ascii="TimesNewRomanPSMT-Identity-H" w:hAnsi="TimesNewRomanPSMT-Identity-H" w:cs="TimesNewRomanPSMT-Identity-H"/>
          <w:sz w:val="23"/>
          <w:szCs w:val="23"/>
        </w:rPr>
      </w:pPr>
    </w:p>
    <w:p w:rsidR="001939F8" w:rsidRDefault="001939F8" w:rsidP="001939F8">
      <w:pPr>
        <w:autoSpaceDE w:val="0"/>
        <w:autoSpaceDN w:val="0"/>
        <w:adjustRightInd w:val="0"/>
        <w:spacing w:line="480" w:lineRule="auto"/>
        <w:rPr>
          <w:rFonts w:ascii="TimesNewRomanPSMT-Identity-H" w:hAnsi="TimesNewRomanPSMT-Identity-H" w:cs="TimesNewRomanPSMT-Identity-H"/>
          <w:sz w:val="23"/>
          <w:szCs w:val="23"/>
        </w:rPr>
      </w:pPr>
      <w:r>
        <w:rPr>
          <w:rFonts w:ascii="TimesNewRomanPSMT-Identity-H" w:hAnsi="TimesNewRomanPSMT-Identity-H" w:cs="TimesNewRomanPSMT-Identity-H"/>
          <w:sz w:val="23"/>
          <w:szCs w:val="23"/>
        </w:rPr>
        <w:t xml:space="preserve">Date: …………………………………………… </w:t>
      </w:r>
    </w:p>
    <w:p w:rsidR="001939F8" w:rsidRDefault="001939F8" w:rsidP="001939F8">
      <w:pPr>
        <w:autoSpaceDE w:val="0"/>
        <w:autoSpaceDN w:val="0"/>
        <w:adjustRightInd w:val="0"/>
        <w:spacing w:line="480" w:lineRule="auto"/>
        <w:rPr>
          <w:rFonts w:ascii="TimesNewRomanPSMT-Identity-H" w:hAnsi="TimesNewRomanPSMT-Identity-H" w:cs="TimesNewRomanPSMT-Identity-H"/>
          <w:sz w:val="23"/>
          <w:szCs w:val="23"/>
        </w:rPr>
      </w:pPr>
      <w:r>
        <w:rPr>
          <w:rFonts w:ascii="TimesNewRomanPSMT-Identity-H" w:hAnsi="TimesNewRomanPSMT-Identity-H" w:cs="TimesNewRomanPSMT-Identity-H"/>
          <w:sz w:val="23"/>
          <w:szCs w:val="23"/>
        </w:rPr>
        <w:t>Signature</w:t>
      </w:r>
      <w:proofErr w:type="gramStart"/>
      <w:r>
        <w:rPr>
          <w:rFonts w:ascii="TimesNewRomanPSMT-Identity-H" w:hAnsi="TimesNewRomanPSMT-Identity-H" w:cs="TimesNewRomanPSMT-Identity-H"/>
          <w:sz w:val="23"/>
          <w:szCs w:val="23"/>
        </w:rPr>
        <w:t>:……………………………………….</w:t>
      </w:r>
      <w:proofErr w:type="gramEnd"/>
    </w:p>
    <w:p w:rsidR="001939F8" w:rsidRDefault="001939F8" w:rsidP="00850F1E">
      <w:pPr>
        <w:autoSpaceDE w:val="0"/>
        <w:autoSpaceDN w:val="0"/>
        <w:adjustRightInd w:val="0"/>
        <w:spacing w:line="240" w:lineRule="auto"/>
        <w:rPr>
          <w:rFonts w:ascii="TimesNewRomanPSMT-Identity-H" w:hAnsi="TimesNewRomanPSMT-Identity-H" w:cs="TimesNewRomanPSMT-Identity-H"/>
          <w:sz w:val="23"/>
          <w:szCs w:val="23"/>
        </w:rPr>
      </w:pPr>
    </w:p>
    <w:p w:rsidR="00850F1E" w:rsidRDefault="001939F8" w:rsidP="00850F1E">
      <w:pPr>
        <w:autoSpaceDE w:val="0"/>
        <w:autoSpaceDN w:val="0"/>
        <w:adjustRightInd w:val="0"/>
        <w:spacing w:line="240" w:lineRule="auto"/>
        <w:rPr>
          <w:rFonts w:ascii="TimesNewRomanPSMT-Identity-H" w:hAnsi="TimesNewRomanPSMT-Identity-H" w:cs="TimesNewRomanPSMT-Identity-H"/>
          <w:sz w:val="23"/>
          <w:szCs w:val="23"/>
        </w:rPr>
      </w:pPr>
      <w:r>
        <w:rPr>
          <w:rFonts w:ascii="TimesNewRomanPSMT-Identity-H" w:hAnsi="TimesNewRomanPSMT-Identity-H" w:cs="TimesNewRomanPSMT-Identity-H"/>
          <w:sz w:val="23"/>
          <w:szCs w:val="23"/>
        </w:rPr>
        <w:t xml:space="preserve"> </w:t>
      </w:r>
      <w:r w:rsidR="00850F1E">
        <w:rPr>
          <w:rFonts w:ascii="TimesNewRomanPSMT-Identity-H" w:hAnsi="TimesNewRomanPSMT-Identity-H" w:cs="TimesNewRomanPSMT-Identity-H"/>
          <w:sz w:val="23"/>
          <w:szCs w:val="23"/>
        </w:rPr>
        <w:t>(Officer of the Employment Relations Authority)</w:t>
      </w:r>
    </w:p>
    <w:p w:rsidR="00850F1E" w:rsidRDefault="00850F1E" w:rsidP="00850F1E">
      <w:pPr>
        <w:autoSpaceDE w:val="0"/>
        <w:autoSpaceDN w:val="0"/>
        <w:adjustRightInd w:val="0"/>
        <w:spacing w:line="240" w:lineRule="auto"/>
        <w:rPr>
          <w:rFonts w:ascii="TimesNewRomanPSMT-Identity-H" w:hAnsi="TimesNewRomanPSMT-Identity-H" w:cs="TimesNewRomanPSMT-Identity-H"/>
          <w:sz w:val="23"/>
          <w:szCs w:val="23"/>
        </w:rPr>
      </w:pPr>
    </w:p>
    <w:sectPr w:rsidR="00850F1E" w:rsidSect="00015253">
      <w:headerReference w:type="default" r:id="rId8"/>
      <w:footerReference w:type="default" r:id="rId9"/>
      <w:footerReference w:type="firs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377" w:rsidRDefault="000E0377" w:rsidP="00015253">
      <w:pPr>
        <w:spacing w:line="240" w:lineRule="auto"/>
      </w:pPr>
      <w:r>
        <w:separator/>
      </w:r>
    </w:p>
  </w:endnote>
  <w:endnote w:type="continuationSeparator" w:id="0">
    <w:p w:rsidR="000E0377" w:rsidRDefault="000E0377" w:rsidP="000152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NewRomanPSMT-Identity-H">
    <w:panose1 w:val="00000000000000000000"/>
    <w:charset w:val="00"/>
    <w:family w:val="auto"/>
    <w:notTrueType/>
    <w:pitch w:val="default"/>
    <w:sig w:usb0="00000003" w:usb1="00000000" w:usb2="00000000" w:usb3="00000000" w:csb0="00000001" w:csb1="00000000"/>
  </w:font>
  <w:font w:name="TimesNewRomanPS-ItalicMT-Identi">
    <w:panose1 w:val="00000000000000000000"/>
    <w:charset w:val="00"/>
    <w:family w:val="auto"/>
    <w:notTrueType/>
    <w:pitch w:val="default"/>
    <w:sig w:usb0="00000003" w:usb1="00000000" w:usb2="00000000" w:usb3="00000000" w:csb0="00000001" w:csb1="00000000"/>
  </w:font>
  <w:font w:name="TimesNewRomanPS-BoldMT-Identity">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7781260"/>
      <w:docPartObj>
        <w:docPartGallery w:val="Page Numbers (Bottom of Page)"/>
        <w:docPartUnique/>
      </w:docPartObj>
    </w:sdtPr>
    <w:sdtEndPr>
      <w:rPr>
        <w:noProof/>
      </w:rPr>
    </w:sdtEndPr>
    <w:sdtContent>
      <w:p w:rsidR="00530281" w:rsidRDefault="00530281">
        <w:pPr>
          <w:pStyle w:val="Footer"/>
          <w:jc w:val="right"/>
        </w:pPr>
        <w:r>
          <w:fldChar w:fldCharType="begin"/>
        </w:r>
        <w:r>
          <w:instrText xml:space="preserve"> PAGE   \* MERGEFORMAT </w:instrText>
        </w:r>
        <w:r>
          <w:fldChar w:fldCharType="separate"/>
        </w:r>
        <w:r w:rsidR="000A7015">
          <w:rPr>
            <w:noProof/>
          </w:rPr>
          <w:t>2</w:t>
        </w:r>
        <w:r>
          <w:rPr>
            <w:noProof/>
          </w:rPr>
          <w:fldChar w:fldCharType="end"/>
        </w:r>
      </w:p>
    </w:sdtContent>
  </w:sdt>
  <w:p w:rsidR="00530281" w:rsidRDefault="005302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6113188"/>
      <w:docPartObj>
        <w:docPartGallery w:val="Page Numbers (Bottom of Page)"/>
        <w:docPartUnique/>
      </w:docPartObj>
    </w:sdtPr>
    <w:sdtEndPr>
      <w:rPr>
        <w:noProof/>
      </w:rPr>
    </w:sdtEndPr>
    <w:sdtContent>
      <w:p w:rsidR="00FD2537" w:rsidRDefault="00FD2537">
        <w:pPr>
          <w:pStyle w:val="Footer"/>
          <w:jc w:val="right"/>
        </w:pPr>
        <w:r>
          <w:fldChar w:fldCharType="begin"/>
        </w:r>
        <w:r>
          <w:instrText xml:space="preserve"> PAGE   \* MERGEFORMAT </w:instrText>
        </w:r>
        <w:r>
          <w:fldChar w:fldCharType="separate"/>
        </w:r>
        <w:r w:rsidR="000A7015">
          <w:rPr>
            <w:noProof/>
          </w:rPr>
          <w:t>1</w:t>
        </w:r>
        <w:r>
          <w:rPr>
            <w:noProof/>
          </w:rPr>
          <w:fldChar w:fldCharType="end"/>
        </w:r>
      </w:p>
    </w:sdtContent>
  </w:sdt>
  <w:p w:rsidR="00FD2537" w:rsidRDefault="00FD25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377" w:rsidRDefault="000E0377" w:rsidP="00015253">
      <w:pPr>
        <w:spacing w:line="240" w:lineRule="auto"/>
      </w:pPr>
      <w:r>
        <w:separator/>
      </w:r>
    </w:p>
  </w:footnote>
  <w:footnote w:type="continuationSeparator" w:id="0">
    <w:p w:rsidR="000E0377" w:rsidRDefault="000E0377" w:rsidP="0001525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9F8" w:rsidRDefault="001939F8" w:rsidP="00015253">
    <w:pPr>
      <w:pStyle w:val="Header"/>
      <w:jc w:val="center"/>
    </w:pPr>
    <w:r>
      <w:rPr>
        <w:rFonts w:ascii="TimesNewRomanPSMT-Identity-H" w:hAnsi="TimesNewRomanPSMT-Identity-H" w:cs="TimesNewRomanPSMT-Identity-H"/>
        <w:sz w:val="23"/>
        <w:szCs w:val="23"/>
      </w:rPr>
      <w:t>Form 4</w:t>
    </w:r>
    <w:r>
      <w:rPr>
        <w:rFonts w:ascii="TimesNewRomanPS-ItalicMT-Identi" w:hAnsi="TimesNewRomanPS-ItalicMT-Identi" w:cs="TimesNewRomanPS-ItalicMT-Identi"/>
        <w:i/>
        <w:iCs/>
        <w:sz w:val="20"/>
        <w:szCs w:val="20"/>
      </w:rPr>
      <w:t>—continued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A447F"/>
    <w:multiLevelType w:val="hybridMultilevel"/>
    <w:tmpl w:val="61B4AA48"/>
    <w:lvl w:ilvl="0" w:tplc="BFBE5FAA">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5D5A0E6E"/>
    <w:multiLevelType w:val="hybridMultilevel"/>
    <w:tmpl w:val="E356FA68"/>
    <w:lvl w:ilvl="0" w:tplc="D68093C2">
      <w:start w:val="1"/>
      <w:numFmt w:val="lowerLetter"/>
      <w:lvlText w:val="(%1)"/>
      <w:lvlJc w:val="left"/>
      <w:pPr>
        <w:ind w:left="717" w:hanging="360"/>
      </w:pPr>
      <w:rPr>
        <w:rFonts w:hint="default"/>
      </w:rPr>
    </w:lvl>
    <w:lvl w:ilvl="1" w:tplc="14090019" w:tentative="1">
      <w:start w:val="1"/>
      <w:numFmt w:val="lowerLetter"/>
      <w:lvlText w:val="%2."/>
      <w:lvlJc w:val="left"/>
      <w:pPr>
        <w:ind w:left="1437" w:hanging="360"/>
      </w:pPr>
    </w:lvl>
    <w:lvl w:ilvl="2" w:tplc="1409001B" w:tentative="1">
      <w:start w:val="1"/>
      <w:numFmt w:val="lowerRoman"/>
      <w:lvlText w:val="%3."/>
      <w:lvlJc w:val="right"/>
      <w:pPr>
        <w:ind w:left="2157" w:hanging="180"/>
      </w:pPr>
    </w:lvl>
    <w:lvl w:ilvl="3" w:tplc="1409000F" w:tentative="1">
      <w:start w:val="1"/>
      <w:numFmt w:val="decimal"/>
      <w:lvlText w:val="%4."/>
      <w:lvlJc w:val="left"/>
      <w:pPr>
        <w:ind w:left="2877" w:hanging="360"/>
      </w:pPr>
    </w:lvl>
    <w:lvl w:ilvl="4" w:tplc="14090019" w:tentative="1">
      <w:start w:val="1"/>
      <w:numFmt w:val="lowerLetter"/>
      <w:lvlText w:val="%5."/>
      <w:lvlJc w:val="left"/>
      <w:pPr>
        <w:ind w:left="3597" w:hanging="360"/>
      </w:pPr>
    </w:lvl>
    <w:lvl w:ilvl="5" w:tplc="1409001B" w:tentative="1">
      <w:start w:val="1"/>
      <w:numFmt w:val="lowerRoman"/>
      <w:lvlText w:val="%6."/>
      <w:lvlJc w:val="right"/>
      <w:pPr>
        <w:ind w:left="4317" w:hanging="180"/>
      </w:pPr>
    </w:lvl>
    <w:lvl w:ilvl="6" w:tplc="1409000F" w:tentative="1">
      <w:start w:val="1"/>
      <w:numFmt w:val="decimal"/>
      <w:lvlText w:val="%7."/>
      <w:lvlJc w:val="left"/>
      <w:pPr>
        <w:ind w:left="5037" w:hanging="360"/>
      </w:pPr>
    </w:lvl>
    <w:lvl w:ilvl="7" w:tplc="14090019" w:tentative="1">
      <w:start w:val="1"/>
      <w:numFmt w:val="lowerLetter"/>
      <w:lvlText w:val="%8."/>
      <w:lvlJc w:val="left"/>
      <w:pPr>
        <w:ind w:left="5757" w:hanging="360"/>
      </w:pPr>
    </w:lvl>
    <w:lvl w:ilvl="8" w:tplc="1409001B" w:tentative="1">
      <w:start w:val="1"/>
      <w:numFmt w:val="lowerRoman"/>
      <w:lvlText w:val="%9."/>
      <w:lvlJc w:val="right"/>
      <w:pPr>
        <w:ind w:left="6477" w:hanging="180"/>
      </w:pPr>
    </w:lvl>
  </w:abstractNum>
  <w:abstractNum w:abstractNumId="2">
    <w:nsid w:val="742F7F93"/>
    <w:multiLevelType w:val="hybridMultilevel"/>
    <w:tmpl w:val="1BCCDE6E"/>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F1E"/>
    <w:rsid w:val="00015253"/>
    <w:rsid w:val="00024283"/>
    <w:rsid w:val="000A7015"/>
    <w:rsid w:val="000E0377"/>
    <w:rsid w:val="001939F8"/>
    <w:rsid w:val="001F01D5"/>
    <w:rsid w:val="002A1CC8"/>
    <w:rsid w:val="002F656F"/>
    <w:rsid w:val="003335DB"/>
    <w:rsid w:val="00352376"/>
    <w:rsid w:val="0043121D"/>
    <w:rsid w:val="00530281"/>
    <w:rsid w:val="005B03FF"/>
    <w:rsid w:val="006206B4"/>
    <w:rsid w:val="006705DB"/>
    <w:rsid w:val="0072375A"/>
    <w:rsid w:val="00850F1E"/>
    <w:rsid w:val="00892E9C"/>
    <w:rsid w:val="008D47C7"/>
    <w:rsid w:val="008E3BB2"/>
    <w:rsid w:val="0099076A"/>
    <w:rsid w:val="009E0B65"/>
    <w:rsid w:val="009F4F6D"/>
    <w:rsid w:val="00AE53A0"/>
    <w:rsid w:val="00BC49EC"/>
    <w:rsid w:val="00C2191F"/>
    <w:rsid w:val="00CE5DDF"/>
    <w:rsid w:val="00F136F2"/>
    <w:rsid w:val="00F44FB5"/>
    <w:rsid w:val="00FB61CC"/>
    <w:rsid w:val="00FD2537"/>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5253"/>
    <w:pPr>
      <w:ind w:left="720"/>
      <w:contextualSpacing/>
    </w:pPr>
  </w:style>
  <w:style w:type="paragraph" w:styleId="Header">
    <w:name w:val="header"/>
    <w:basedOn w:val="Normal"/>
    <w:link w:val="HeaderChar"/>
    <w:uiPriority w:val="99"/>
    <w:unhideWhenUsed/>
    <w:rsid w:val="00015253"/>
    <w:pPr>
      <w:tabs>
        <w:tab w:val="center" w:pos="4513"/>
        <w:tab w:val="right" w:pos="9026"/>
      </w:tabs>
      <w:spacing w:line="240" w:lineRule="auto"/>
    </w:pPr>
  </w:style>
  <w:style w:type="character" w:customStyle="1" w:styleId="HeaderChar">
    <w:name w:val="Header Char"/>
    <w:basedOn w:val="DefaultParagraphFont"/>
    <w:link w:val="Header"/>
    <w:uiPriority w:val="99"/>
    <w:rsid w:val="00015253"/>
  </w:style>
  <w:style w:type="paragraph" w:styleId="Footer">
    <w:name w:val="footer"/>
    <w:basedOn w:val="Normal"/>
    <w:link w:val="FooterChar"/>
    <w:uiPriority w:val="99"/>
    <w:unhideWhenUsed/>
    <w:rsid w:val="00015253"/>
    <w:pPr>
      <w:tabs>
        <w:tab w:val="center" w:pos="4513"/>
        <w:tab w:val="right" w:pos="9026"/>
      </w:tabs>
      <w:spacing w:line="240" w:lineRule="auto"/>
    </w:pPr>
  </w:style>
  <w:style w:type="character" w:customStyle="1" w:styleId="FooterChar">
    <w:name w:val="Footer Char"/>
    <w:basedOn w:val="DefaultParagraphFont"/>
    <w:link w:val="Footer"/>
    <w:uiPriority w:val="99"/>
    <w:rsid w:val="000152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5253"/>
    <w:pPr>
      <w:ind w:left="720"/>
      <w:contextualSpacing/>
    </w:pPr>
  </w:style>
  <w:style w:type="paragraph" w:styleId="Header">
    <w:name w:val="header"/>
    <w:basedOn w:val="Normal"/>
    <w:link w:val="HeaderChar"/>
    <w:uiPriority w:val="99"/>
    <w:unhideWhenUsed/>
    <w:rsid w:val="00015253"/>
    <w:pPr>
      <w:tabs>
        <w:tab w:val="center" w:pos="4513"/>
        <w:tab w:val="right" w:pos="9026"/>
      </w:tabs>
      <w:spacing w:line="240" w:lineRule="auto"/>
    </w:pPr>
  </w:style>
  <w:style w:type="character" w:customStyle="1" w:styleId="HeaderChar">
    <w:name w:val="Header Char"/>
    <w:basedOn w:val="DefaultParagraphFont"/>
    <w:link w:val="Header"/>
    <w:uiPriority w:val="99"/>
    <w:rsid w:val="00015253"/>
  </w:style>
  <w:style w:type="paragraph" w:styleId="Footer">
    <w:name w:val="footer"/>
    <w:basedOn w:val="Normal"/>
    <w:link w:val="FooterChar"/>
    <w:uiPriority w:val="99"/>
    <w:unhideWhenUsed/>
    <w:rsid w:val="00015253"/>
    <w:pPr>
      <w:tabs>
        <w:tab w:val="center" w:pos="4513"/>
        <w:tab w:val="right" w:pos="9026"/>
      </w:tabs>
      <w:spacing w:line="240" w:lineRule="auto"/>
    </w:pPr>
  </w:style>
  <w:style w:type="character" w:customStyle="1" w:styleId="FooterChar">
    <w:name w:val="Footer Char"/>
    <w:basedOn w:val="DefaultParagraphFont"/>
    <w:link w:val="Footer"/>
    <w:uiPriority w:val="99"/>
    <w:rsid w:val="000152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12320">
      <w:bodyDiv w:val="1"/>
      <w:marLeft w:val="0"/>
      <w:marRight w:val="0"/>
      <w:marTop w:val="0"/>
      <w:marBottom w:val="0"/>
      <w:divBdr>
        <w:top w:val="none" w:sz="0" w:space="0" w:color="auto"/>
        <w:left w:val="none" w:sz="0" w:space="0" w:color="auto"/>
        <w:bottom w:val="none" w:sz="0" w:space="0" w:color="auto"/>
        <w:right w:val="none" w:sz="0" w:space="0" w:color="auto"/>
      </w:divBdr>
    </w:div>
    <w:div w:id="231307562">
      <w:bodyDiv w:val="1"/>
      <w:marLeft w:val="0"/>
      <w:marRight w:val="0"/>
      <w:marTop w:val="0"/>
      <w:marBottom w:val="0"/>
      <w:divBdr>
        <w:top w:val="none" w:sz="0" w:space="0" w:color="auto"/>
        <w:left w:val="none" w:sz="0" w:space="0" w:color="auto"/>
        <w:bottom w:val="none" w:sz="0" w:space="0" w:color="auto"/>
        <w:right w:val="none" w:sz="0" w:space="0" w:color="auto"/>
      </w:divBdr>
      <w:divsChild>
        <w:div w:id="1721783505">
          <w:marLeft w:val="0"/>
          <w:marRight w:val="0"/>
          <w:marTop w:val="83"/>
          <w:marBottom w:val="0"/>
          <w:divBdr>
            <w:top w:val="none" w:sz="0" w:space="0" w:color="auto"/>
            <w:left w:val="none" w:sz="0" w:space="0" w:color="auto"/>
            <w:bottom w:val="none" w:sz="0" w:space="0" w:color="auto"/>
            <w:right w:val="none" w:sz="0" w:space="0" w:color="auto"/>
          </w:divBdr>
        </w:div>
        <w:div w:id="12148980">
          <w:marLeft w:val="0"/>
          <w:marRight w:val="0"/>
          <w:marTop w:val="83"/>
          <w:marBottom w:val="0"/>
          <w:divBdr>
            <w:top w:val="none" w:sz="0" w:space="0" w:color="auto"/>
            <w:left w:val="none" w:sz="0" w:space="0" w:color="auto"/>
            <w:bottom w:val="none" w:sz="0" w:space="0" w:color="auto"/>
            <w:right w:val="none" w:sz="0" w:space="0" w:color="auto"/>
          </w:divBdr>
        </w:div>
      </w:divsChild>
    </w:div>
    <w:div w:id="458039536">
      <w:bodyDiv w:val="1"/>
      <w:marLeft w:val="0"/>
      <w:marRight w:val="0"/>
      <w:marTop w:val="0"/>
      <w:marBottom w:val="0"/>
      <w:divBdr>
        <w:top w:val="none" w:sz="0" w:space="0" w:color="auto"/>
        <w:left w:val="none" w:sz="0" w:space="0" w:color="auto"/>
        <w:bottom w:val="none" w:sz="0" w:space="0" w:color="auto"/>
        <w:right w:val="none" w:sz="0" w:space="0" w:color="auto"/>
      </w:divBdr>
    </w:div>
    <w:div w:id="553472788">
      <w:bodyDiv w:val="1"/>
      <w:marLeft w:val="0"/>
      <w:marRight w:val="0"/>
      <w:marTop w:val="0"/>
      <w:marBottom w:val="0"/>
      <w:divBdr>
        <w:top w:val="none" w:sz="0" w:space="0" w:color="auto"/>
        <w:left w:val="none" w:sz="0" w:space="0" w:color="auto"/>
        <w:bottom w:val="none" w:sz="0" w:space="0" w:color="auto"/>
        <w:right w:val="none" w:sz="0" w:space="0" w:color="auto"/>
      </w:divBdr>
    </w:div>
    <w:div w:id="685713408">
      <w:bodyDiv w:val="1"/>
      <w:marLeft w:val="0"/>
      <w:marRight w:val="0"/>
      <w:marTop w:val="0"/>
      <w:marBottom w:val="0"/>
      <w:divBdr>
        <w:top w:val="none" w:sz="0" w:space="0" w:color="auto"/>
        <w:left w:val="none" w:sz="0" w:space="0" w:color="auto"/>
        <w:bottom w:val="none" w:sz="0" w:space="0" w:color="auto"/>
        <w:right w:val="none" w:sz="0" w:space="0" w:color="auto"/>
      </w:divBdr>
    </w:div>
    <w:div w:id="1080910155">
      <w:bodyDiv w:val="1"/>
      <w:marLeft w:val="0"/>
      <w:marRight w:val="0"/>
      <w:marTop w:val="0"/>
      <w:marBottom w:val="0"/>
      <w:divBdr>
        <w:top w:val="none" w:sz="0" w:space="0" w:color="auto"/>
        <w:left w:val="none" w:sz="0" w:space="0" w:color="auto"/>
        <w:bottom w:val="none" w:sz="0" w:space="0" w:color="auto"/>
        <w:right w:val="none" w:sz="0" w:space="0" w:color="auto"/>
      </w:divBdr>
      <w:divsChild>
        <w:div w:id="2052149432">
          <w:marLeft w:val="0"/>
          <w:marRight w:val="0"/>
          <w:marTop w:val="83"/>
          <w:marBottom w:val="0"/>
          <w:divBdr>
            <w:top w:val="none" w:sz="0" w:space="0" w:color="auto"/>
            <w:left w:val="none" w:sz="0" w:space="0" w:color="auto"/>
            <w:bottom w:val="none" w:sz="0" w:space="0" w:color="auto"/>
            <w:right w:val="none" w:sz="0" w:space="0" w:color="auto"/>
          </w:divBdr>
        </w:div>
        <w:div w:id="1119450777">
          <w:marLeft w:val="0"/>
          <w:marRight w:val="0"/>
          <w:marTop w:val="83"/>
          <w:marBottom w:val="0"/>
          <w:divBdr>
            <w:top w:val="none" w:sz="0" w:space="0" w:color="auto"/>
            <w:left w:val="none" w:sz="0" w:space="0" w:color="auto"/>
            <w:bottom w:val="none" w:sz="0" w:space="0" w:color="auto"/>
            <w:right w:val="none" w:sz="0" w:space="0" w:color="auto"/>
          </w:divBdr>
        </w:div>
        <w:div w:id="1701085086">
          <w:marLeft w:val="0"/>
          <w:marRight w:val="0"/>
          <w:marTop w:val="83"/>
          <w:marBottom w:val="0"/>
          <w:divBdr>
            <w:top w:val="none" w:sz="0" w:space="0" w:color="auto"/>
            <w:left w:val="none" w:sz="0" w:space="0" w:color="auto"/>
            <w:bottom w:val="none" w:sz="0" w:space="0" w:color="auto"/>
            <w:right w:val="none" w:sz="0" w:space="0" w:color="auto"/>
          </w:divBdr>
        </w:div>
        <w:div w:id="1984697834">
          <w:marLeft w:val="0"/>
          <w:marRight w:val="0"/>
          <w:marTop w:val="83"/>
          <w:marBottom w:val="0"/>
          <w:divBdr>
            <w:top w:val="none" w:sz="0" w:space="0" w:color="auto"/>
            <w:left w:val="none" w:sz="0" w:space="0" w:color="auto"/>
            <w:bottom w:val="none" w:sz="0" w:space="0" w:color="auto"/>
            <w:right w:val="none" w:sz="0" w:space="0" w:color="auto"/>
          </w:divBdr>
        </w:div>
      </w:divsChild>
    </w:div>
    <w:div w:id="1704792533">
      <w:bodyDiv w:val="1"/>
      <w:marLeft w:val="0"/>
      <w:marRight w:val="0"/>
      <w:marTop w:val="0"/>
      <w:marBottom w:val="0"/>
      <w:divBdr>
        <w:top w:val="none" w:sz="0" w:space="0" w:color="auto"/>
        <w:left w:val="none" w:sz="0" w:space="0" w:color="auto"/>
        <w:bottom w:val="none" w:sz="0" w:space="0" w:color="auto"/>
        <w:right w:val="none" w:sz="0" w:space="0" w:color="auto"/>
      </w:divBdr>
      <w:divsChild>
        <w:div w:id="907610975">
          <w:marLeft w:val="0"/>
          <w:marRight w:val="0"/>
          <w:marTop w:val="83"/>
          <w:marBottom w:val="0"/>
          <w:divBdr>
            <w:top w:val="none" w:sz="0" w:space="0" w:color="auto"/>
            <w:left w:val="none" w:sz="0" w:space="0" w:color="auto"/>
            <w:bottom w:val="none" w:sz="0" w:space="0" w:color="auto"/>
            <w:right w:val="none" w:sz="0" w:space="0" w:color="auto"/>
          </w:divBdr>
        </w:div>
        <w:div w:id="1288507917">
          <w:marLeft w:val="0"/>
          <w:marRight w:val="0"/>
          <w:marTop w:val="83"/>
          <w:marBottom w:val="0"/>
          <w:divBdr>
            <w:top w:val="none" w:sz="0" w:space="0" w:color="auto"/>
            <w:left w:val="none" w:sz="0" w:space="0" w:color="auto"/>
            <w:bottom w:val="none" w:sz="0" w:space="0" w:color="auto"/>
            <w:right w:val="none" w:sz="0" w:space="0" w:color="auto"/>
          </w:divBdr>
        </w:div>
        <w:div w:id="284123442">
          <w:marLeft w:val="0"/>
          <w:marRight w:val="0"/>
          <w:marTop w:val="83"/>
          <w:marBottom w:val="0"/>
          <w:divBdr>
            <w:top w:val="none" w:sz="0" w:space="0" w:color="auto"/>
            <w:left w:val="none" w:sz="0" w:space="0" w:color="auto"/>
            <w:bottom w:val="none" w:sz="0" w:space="0" w:color="auto"/>
            <w:right w:val="none" w:sz="0" w:space="0" w:color="auto"/>
          </w:divBdr>
        </w:div>
      </w:divsChild>
    </w:div>
    <w:div w:id="2076731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4F556D-23D9-4AFD-939B-B23B8CF90BF5}"/>
</file>

<file path=customXml/itemProps2.xml><?xml version="1.0" encoding="utf-8"?>
<ds:datastoreItem xmlns:ds="http://schemas.openxmlformats.org/officeDocument/2006/customXml" ds:itemID="{404CEBE8-9ED2-47B0-BC89-C7930382C815}"/>
</file>

<file path=customXml/itemProps3.xml><?xml version="1.0" encoding="utf-8"?>
<ds:datastoreItem xmlns:ds="http://schemas.openxmlformats.org/officeDocument/2006/customXml" ds:itemID="{5F172451-5EA6-43D7-9427-39BCB398B1CA}"/>
</file>

<file path=docProps/app.xml><?xml version="1.0" encoding="utf-8"?>
<Properties xmlns="http://schemas.openxmlformats.org/officeDocument/2006/extended-properties" xmlns:vt="http://schemas.openxmlformats.org/officeDocument/2006/docPropsVTypes">
  <Template>FECD7715</Template>
  <TotalTime>1</TotalTime>
  <Pages>4</Pages>
  <Words>826</Words>
  <Characters>4711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Ministry of Economic Development</Company>
  <LinksUpToDate>false</LinksUpToDate>
  <CharactersWithSpaces>5526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Vivienne Gee</dc:creator>
  <cp:keywords/>
  <dc:description/>
  <cp:lastModifiedBy>Danny Lam</cp:lastModifiedBy>
  <cp:revision>5</cp:revision>
  <dcterms:created xsi:type="dcterms:W3CDTF">2020-06-14T21:53:00Z</dcterms:created>
  <dcterms:modified xsi:type="dcterms:W3CDTF">2020-06-14T23:08:00Z</dcterms:modified>
</cp:coreProperties>
</file>