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DBE" w:rsidRDefault="00486DBE" w:rsidP="00486DBE">
      <w:pPr>
        <w:autoSpaceDE w:val="0"/>
        <w:autoSpaceDN w:val="0"/>
        <w:adjustRightInd w:val="0"/>
        <w:spacing w:line="240" w:lineRule="auto"/>
        <w:jc w:val="right"/>
        <w:rPr>
          <w:rFonts w:ascii="TimesNewRomanPSMT-Identity-H" w:hAnsi="TimesNewRomanPSMT-Identity-H" w:cs="TimesNewRomanPSMT-Identity-H"/>
          <w:sz w:val="25"/>
          <w:szCs w:val="25"/>
        </w:rPr>
      </w:pPr>
      <w:proofErr w:type="gramStart"/>
      <w:r>
        <w:rPr>
          <w:rFonts w:ascii="TimesNewRomanPSMT-Identity-H" w:hAnsi="TimesNewRomanPSMT-Identity-H" w:cs="TimesNewRomanPSMT-Identity-H"/>
          <w:sz w:val="18"/>
          <w:szCs w:val="18"/>
        </w:rPr>
        <w:t>r</w:t>
      </w:r>
      <w:proofErr w:type="gramEnd"/>
      <w:r>
        <w:rPr>
          <w:rFonts w:ascii="TimesNewRomanPSMT-Identity-H" w:hAnsi="TimesNewRomanPSMT-Identity-H" w:cs="TimesNewRomanPSMT-Identity-H"/>
          <w:sz w:val="18"/>
          <w:szCs w:val="18"/>
        </w:rPr>
        <w:t xml:space="preserve"> 8</w:t>
      </w:r>
    </w:p>
    <w:p w:rsidR="00486DBE" w:rsidRDefault="00486DBE" w:rsidP="00486DBE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18"/>
          <w:szCs w:val="18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t>Form 5</w:t>
      </w:r>
    </w:p>
    <w:p w:rsidR="00486DBE" w:rsidRDefault="00486DBE" w:rsidP="009921D0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25"/>
          <w:szCs w:val="25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t xml:space="preserve">Statement in reply </w:t>
      </w:r>
      <w:r w:rsidR="009921D0">
        <w:rPr>
          <w:rFonts w:ascii="TimesNewRomanPSMT-Identity-H" w:hAnsi="TimesNewRomanPSMT-Identity-H" w:cs="TimesNewRomanPSMT-Identity-H"/>
          <w:sz w:val="25"/>
          <w:szCs w:val="25"/>
        </w:rPr>
        <w:t>to application for joining controlling third party to personal grievance</w:t>
      </w:r>
    </w:p>
    <w:p w:rsidR="00486DBE" w:rsidRDefault="009921D0" w:rsidP="00486DBE">
      <w:pPr>
        <w:autoSpaceDE w:val="0"/>
        <w:autoSpaceDN w:val="0"/>
        <w:adjustRightInd w:val="0"/>
        <w:spacing w:line="240" w:lineRule="auto"/>
        <w:jc w:val="center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Section 103B</w:t>
      </w:r>
      <w:r w:rsidR="00486DBE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, Employment Relations Act 2000</w:t>
      </w:r>
    </w:p>
    <w:p w:rsidR="00486DBE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486DBE" w:rsidRDefault="009921D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t>File</w:t>
      </w:r>
      <w:r w:rsidR="00F24EF1" w:rsidRPr="00F24EF1">
        <w:rPr>
          <w:rFonts w:ascii="TimesNewRomanPSMT-Identity-H" w:hAnsi="TimesNewRomanPSMT-Identity-H" w:cs="TimesNewRomanPSMT-Identity-H"/>
          <w:sz w:val="20"/>
          <w:szCs w:val="20"/>
        </w:rPr>
        <w:t xml:space="preserve"> No (if known):</w:t>
      </w:r>
    </w:p>
    <w:p w:rsidR="00F24EF1" w:rsidRPr="00F24EF1" w:rsidRDefault="00F24EF1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C30702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 xml:space="preserve">Between </w:t>
      </w:r>
    </w:p>
    <w:p w:rsidR="00486DBE" w:rsidRPr="00C30702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C30702" w:rsidRDefault="00486DBE" w:rsidP="003F739F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 ……………………………………………………………………………</w:t>
      </w:r>
      <w:r w:rsid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486DBE" w:rsidRPr="00C30702" w:rsidRDefault="007C60FA" w:rsidP="003F739F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486DBE"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</w:t>
      </w:r>
      <w:r w:rsid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</w:t>
      </w:r>
    </w:p>
    <w:p w:rsidR="00486DBE" w:rsidRPr="00C30702" w:rsidRDefault="00486DBE" w:rsidP="003F739F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 w:rsid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</w:t>
      </w:r>
    </w:p>
    <w:p w:rsidR="00486DBE" w:rsidRPr="00C30702" w:rsidRDefault="00486DBE" w:rsidP="003F739F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</w:t>
      </w:r>
      <w:r w:rsid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………………..</w:t>
      </w:r>
    </w:p>
    <w:p w:rsidR="00486DBE" w:rsidRPr="00C30702" w:rsidRDefault="00486DBE" w:rsidP="003F739F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 w:rsidR="00C30702">
        <w:rPr>
          <w:rFonts w:ascii="TimesNewRomanPSMT-Identity-H" w:hAnsi="TimesNewRomanPSMT-Identity-H" w:cs="TimesNewRomanPSMT-Identity-H"/>
          <w:sz w:val="20"/>
          <w:szCs w:val="20"/>
        </w:rPr>
        <w:t>……………….</w:t>
      </w:r>
    </w:p>
    <w:p w:rsidR="00486DBE" w:rsidRPr="00C30702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486DBE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 xml:space="preserve">And </w:t>
      </w:r>
    </w:p>
    <w:p w:rsidR="00C40710" w:rsidRPr="00C30702" w:rsidRDefault="00C4071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C30702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C30702" w:rsidRDefault="00486DBE" w:rsidP="003F739F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2D6C75">
        <w:rPr>
          <w:rFonts w:ascii="TimesNewRomanPSMT-Identity-H" w:hAnsi="TimesNewRomanPSMT-Identity-H" w:cs="TimesNewRomanPSMT-Identity-H"/>
          <w:i/>
          <w:sz w:val="20"/>
          <w:szCs w:val="20"/>
        </w:rPr>
        <w:t>Full name of</w:t>
      </w:r>
      <w:r w:rsidR="00514050">
        <w:rPr>
          <w:rFonts w:ascii="TimesNewRomanPSMT-Identity-H" w:hAnsi="TimesNewRomanPSMT-Identity-H" w:cs="TimesNewRomanPSMT-Identity-H"/>
          <w:i/>
          <w:sz w:val="20"/>
          <w:szCs w:val="20"/>
        </w:rPr>
        <w:t xml:space="preserve"> </w:t>
      </w:r>
      <w:r w:rsidRPr="002D6C75">
        <w:rPr>
          <w:rFonts w:ascii="TimesNewRomanPSMT-Identity-H" w:hAnsi="TimesNewRomanPSMT-Identity-H" w:cs="TimesNewRomanPSMT-Identity-H"/>
          <w:i/>
          <w:sz w:val="20"/>
          <w:szCs w:val="20"/>
        </w:rPr>
        <w:t>Respondent</w:t>
      </w:r>
      <w:r w:rsidRP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</w:t>
      </w:r>
      <w:r w:rsidR="00514050">
        <w:rPr>
          <w:rFonts w:ascii="TimesNewRomanPSMT-Identity-H" w:hAnsi="TimesNewRomanPSMT-Identity-H" w:cs="TimesNewRomanPSMT-Identity-H"/>
          <w:sz w:val="20"/>
          <w:szCs w:val="20"/>
        </w:rPr>
        <w:t>…………….</w:t>
      </w:r>
    </w:p>
    <w:p w:rsidR="00486DBE" w:rsidRPr="00C30702" w:rsidRDefault="007C60FA" w:rsidP="003F739F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486DBE"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</w:t>
      </w:r>
      <w:r w:rsidR="003F739F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</w:t>
      </w:r>
    </w:p>
    <w:p w:rsidR="00486DBE" w:rsidRPr="00C30702" w:rsidRDefault="00486DBE" w:rsidP="003F739F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 w:rsidR="003F739F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</w:t>
      </w:r>
    </w:p>
    <w:p w:rsidR="00486DBE" w:rsidRPr="00C30702" w:rsidRDefault="00486DBE" w:rsidP="003F739F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number………………………………………………………………………………...</w:t>
      </w:r>
      <w:r w:rsidR="003F739F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....................</w:t>
      </w:r>
    </w:p>
    <w:p w:rsidR="00486DBE" w:rsidRPr="00C30702" w:rsidRDefault="00486DBE" w:rsidP="003F739F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 w:rsidR="003F739F">
        <w:rPr>
          <w:rFonts w:ascii="TimesNewRomanPSMT-Identity-H" w:hAnsi="TimesNewRomanPSMT-Identity-H" w:cs="TimesNewRomanPSMT-Identity-H"/>
          <w:sz w:val="20"/>
          <w:szCs w:val="20"/>
        </w:rPr>
        <w:t>……………….</w:t>
      </w:r>
    </w:p>
    <w:p w:rsidR="00486DBE" w:rsidRPr="00C30702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</w:pPr>
    </w:p>
    <w:p w:rsidR="00486DBE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To </w:t>
      </w:r>
      <w:r w:rsidR="00F24EF1">
        <w:rPr>
          <w:rFonts w:ascii="TimesNewRomanPSMT-Identity-H" w:hAnsi="TimesNewRomanPSMT-Identity-H" w:cs="TimesNewRomanPSMT-Identity-H"/>
          <w:sz w:val="20"/>
          <w:szCs w:val="20"/>
        </w:rPr>
        <w:t>the Employment Relations Authority</w:t>
      </w:r>
    </w:p>
    <w:p w:rsidR="009921D0" w:rsidRDefault="009921D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6B4C40" w:rsidRPr="00C30702" w:rsidRDefault="006B4C4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6B4C40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b/>
          <w:sz w:val="23"/>
          <w:szCs w:val="23"/>
        </w:rPr>
      </w:pPr>
      <w:r w:rsidRPr="006B4C40"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 xml:space="preserve">To </w:t>
      </w:r>
      <w:r w:rsidRPr="006B4C40">
        <w:rPr>
          <w:rFonts w:ascii="TimesNewRomanPSMT-Identity-H" w:hAnsi="TimesNewRomanPSMT-Identity-H" w:cs="TimesNewRomanPSMT-Identity-H"/>
          <w:b/>
          <w:sz w:val="23"/>
          <w:szCs w:val="23"/>
        </w:rPr>
        <w:t xml:space="preserve">the </w:t>
      </w:r>
      <w:r w:rsidR="002835A6" w:rsidRPr="006B4C40">
        <w:rPr>
          <w:rFonts w:ascii="TimesNewRomanPSMT-Identity-H" w:hAnsi="TimesNewRomanPSMT-Identity-H" w:cs="TimesNewRomanPSMT-Identity-H"/>
          <w:b/>
          <w:sz w:val="23"/>
          <w:szCs w:val="23"/>
        </w:rPr>
        <w:t>applicant</w:t>
      </w:r>
      <w:r w:rsidR="009921D0" w:rsidRPr="006B4C40">
        <w:rPr>
          <w:rFonts w:ascii="TimesNewRomanPSMT-Identity-H" w:hAnsi="TimesNewRomanPSMT-Identity-H" w:cs="TimesNewRomanPSMT-Identity-H"/>
          <w:b/>
          <w:sz w:val="23"/>
          <w:szCs w:val="23"/>
        </w:rPr>
        <w:t xml:space="preserve"> (named above)</w:t>
      </w:r>
    </w:p>
    <w:p w:rsidR="009921D0" w:rsidRPr="006B4C40" w:rsidRDefault="009921D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b/>
          <w:sz w:val="23"/>
          <w:szCs w:val="23"/>
        </w:rPr>
      </w:pPr>
    </w:p>
    <w:p w:rsidR="002835A6" w:rsidRPr="00C85A8C" w:rsidRDefault="009921D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  <w:proofErr w:type="gramStart"/>
      <w:r w:rsidRPr="00C85A8C">
        <w:rPr>
          <w:rFonts w:ascii="TimesNewRomanPSMT-Identity-H" w:hAnsi="TimesNewRomanPSMT-Identity-H" w:cs="TimesNewRomanPSMT-Identity-H"/>
          <w:sz w:val="23"/>
          <w:szCs w:val="23"/>
        </w:rPr>
        <w:t>a</w:t>
      </w:r>
      <w:r w:rsidR="002835A6" w:rsidRPr="00C85A8C">
        <w:rPr>
          <w:rFonts w:ascii="TimesNewRomanPSMT-Identity-H" w:hAnsi="TimesNewRomanPSMT-Identity-H" w:cs="TimesNewRomanPSMT-Identity-H"/>
          <w:sz w:val="23"/>
          <w:szCs w:val="23"/>
        </w:rPr>
        <w:t>nd</w:t>
      </w:r>
      <w:proofErr w:type="gramEnd"/>
    </w:p>
    <w:p w:rsidR="009921D0" w:rsidRPr="006B4C40" w:rsidRDefault="009921D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b/>
          <w:sz w:val="23"/>
          <w:szCs w:val="23"/>
        </w:rPr>
      </w:pPr>
    </w:p>
    <w:p w:rsidR="002835A6" w:rsidRPr="006B4C40" w:rsidRDefault="002835A6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b/>
          <w:sz w:val="23"/>
          <w:szCs w:val="23"/>
        </w:rPr>
      </w:pPr>
      <w:r w:rsidRPr="006B4C40">
        <w:rPr>
          <w:rFonts w:ascii="TimesNewRomanPSMT-Identity-H" w:hAnsi="TimesNewRomanPSMT-Identity-H" w:cs="TimesNewRomanPSMT-Identity-H"/>
          <w:b/>
          <w:sz w:val="23"/>
          <w:szCs w:val="23"/>
        </w:rPr>
        <w:t xml:space="preserve">To the </w:t>
      </w:r>
      <w:r w:rsidR="009921D0" w:rsidRPr="006B4C40">
        <w:rPr>
          <w:rFonts w:ascii="TimesNewRomanPSMT-Identity-H" w:hAnsi="TimesNewRomanPSMT-Identity-H" w:cs="TimesNewRomanPSMT-Identity-H"/>
          <w:b/>
          <w:sz w:val="23"/>
          <w:szCs w:val="23"/>
        </w:rPr>
        <w:t>respondent (named above)</w:t>
      </w:r>
    </w:p>
    <w:p w:rsidR="00486DBE" w:rsidRPr="00C30702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C30702" w:rsidRDefault="006B4C40" w:rsidP="00486D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t>The</w:t>
      </w:r>
      <w:r w:rsidRPr="006B4C40">
        <w:rPr>
          <w:rFonts w:ascii="TimesNewRomanPSMT-Identity-H" w:hAnsi="TimesNewRomanPSMT-Identity-H" w:cs="TimesNewRomanPSMT-Identity-H"/>
          <w:sz w:val="20"/>
          <w:szCs w:val="20"/>
        </w:rPr>
        <w:t xml:space="preserve"> view of the third party responding to the Application for joining controlling third party to personal grievance (</w:t>
      </w:r>
      <w:r w:rsidRPr="006B4C40">
        <w:rPr>
          <w:rFonts w:ascii="TimesNewRomanPSMT-Identity-H" w:hAnsi="TimesNewRomanPSMT-Identity-H" w:cs="TimesNewRomanPSMT-Identity-H"/>
          <w:b/>
          <w:bCs/>
          <w:sz w:val="20"/>
          <w:szCs w:val="20"/>
        </w:rPr>
        <w:t>the Application</w:t>
      </w:r>
      <w:r w:rsidRPr="006B4C40">
        <w:rPr>
          <w:rFonts w:ascii="TimesNewRomanPSMT-Identity-H" w:hAnsi="TimesNewRomanPSMT-Identity-H" w:cs="TimesNewRomanPSMT-Identity-H"/>
          <w:sz w:val="20"/>
          <w:szCs w:val="20"/>
        </w:rPr>
        <w:t>) is: [</w:t>
      </w:r>
      <w:r w:rsidRPr="006B4C40">
        <w:rPr>
          <w:rFonts w:ascii="TimesNewRomanPSMT-Identity-H" w:hAnsi="TimesNewRomanPSMT-Identity-H" w:cs="TimesNewRomanPSMT-Identity-H"/>
          <w:i/>
          <w:iCs/>
          <w:sz w:val="20"/>
          <w:szCs w:val="20"/>
        </w:rPr>
        <w:t>state details fully, fairly, and clearly</w:t>
      </w:r>
      <w:r w:rsidRPr="006B4C40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AD0637" w:rsidRPr="00C30702" w:rsidRDefault="00AD0637" w:rsidP="00AD0637">
      <w:pPr>
        <w:pStyle w:val="ListParagraph"/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AD0637" w:rsidRPr="00C30702" w:rsidRDefault="00AD0637" w:rsidP="00AD0637">
      <w:pPr>
        <w:pStyle w:val="ListParagraph"/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30702">
        <w:rPr>
          <w:rFonts w:ascii="TimesNewRomanPSMT-Identity-H" w:hAnsi="TimesNewRomanPSMT-Identity-H" w:cs="TimesNewRomanPSMT-Identity-H"/>
          <w:sz w:val="20"/>
          <w:szCs w:val="20"/>
        </w:rPr>
        <w:lastRenderedPageBreak/>
        <w:t>………………………………………………………………………</w:t>
      </w:r>
      <w:r w:rsid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</w:t>
      </w:r>
      <w:r w:rsidR="006B4C40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………………………………………………………………………………………………………</w:t>
      </w:r>
    </w:p>
    <w:p w:rsidR="00486DBE" w:rsidRPr="00C30702" w:rsidRDefault="00486DBE" w:rsidP="00486DBE">
      <w:pPr>
        <w:pStyle w:val="ListParagraph"/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C30702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C30702" w:rsidRDefault="00486DBE" w:rsidP="00AD063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 xml:space="preserve">The </w:t>
      </w:r>
      <w:r w:rsidR="006B4C40" w:rsidRPr="006B4C40">
        <w:rPr>
          <w:rFonts w:ascii="TimesNewRomanPSMT-Identity-H" w:hAnsi="TimesNewRomanPSMT-Identity-H" w:cs="TimesNewRomanPSMT-Identity-H"/>
          <w:sz w:val="20"/>
          <w:szCs w:val="20"/>
        </w:rPr>
        <w:t>account of the relevant facts of the third party responding to the Application is</w:t>
      </w:r>
      <w:r w:rsidRPr="00C30702">
        <w:rPr>
          <w:rFonts w:ascii="TimesNewRomanPSMT-Identity-H" w:hAnsi="TimesNewRomanPSMT-Identity-H" w:cs="TimesNewRomanPSMT-Identity-H"/>
          <w:sz w:val="20"/>
          <w:szCs w:val="20"/>
        </w:rPr>
        <w:t>: [</w:t>
      </w:r>
      <w:r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fully, fairly, and clearly</w:t>
      </w:r>
      <w:r w:rsidRPr="00C30702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AD0637" w:rsidRPr="00C30702" w:rsidRDefault="00AD0637" w:rsidP="00AD0637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AD0637" w:rsidRPr="00C30702" w:rsidRDefault="00AD0637" w:rsidP="00AD0637">
      <w:pPr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</w:t>
      </w:r>
    </w:p>
    <w:p w:rsidR="007D4D50" w:rsidRDefault="007D4D5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3F739F" w:rsidRPr="00C30702" w:rsidRDefault="003F739F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C30702" w:rsidRDefault="00486DBE" w:rsidP="007D4D5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 xml:space="preserve">The </w:t>
      </w:r>
      <w:r w:rsidR="006B4C40" w:rsidRPr="006B4C40">
        <w:rPr>
          <w:rFonts w:ascii="TimesNewRomanPSMT-Identity-H" w:hAnsi="TimesNewRomanPSMT-Identity-H" w:cs="TimesNewRomanPSMT-Identity-H"/>
          <w:sz w:val="20"/>
          <w:szCs w:val="20"/>
        </w:rPr>
        <w:t>third party responding to the Application makes the following comments and supplies the following further information</w:t>
      </w:r>
      <w:r w:rsidRPr="00C30702">
        <w:rPr>
          <w:rFonts w:ascii="TimesNewRomanPSMT-Identity-H" w:hAnsi="TimesNewRomanPSMT-Identity-H" w:cs="TimesNewRomanPSMT-Identity-H"/>
          <w:sz w:val="20"/>
          <w:szCs w:val="20"/>
        </w:rPr>
        <w:t>: [</w:t>
      </w:r>
      <w:r w:rsidRPr="00C30702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fully, fairly, and clearly</w:t>
      </w:r>
      <w:r w:rsidRPr="00C30702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7D4D50" w:rsidRPr="00C30702" w:rsidRDefault="007D4D50" w:rsidP="007D4D50">
      <w:pPr>
        <w:pStyle w:val="ListParagraph"/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7D4D50" w:rsidRPr="00C30702" w:rsidRDefault="007D4D50" w:rsidP="009C075F">
      <w:pPr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……………………………………………….</w:t>
      </w:r>
    </w:p>
    <w:p w:rsidR="00486DBE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6B4C40" w:rsidRDefault="006B4C4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6B4C40" w:rsidRPr="006B4C40" w:rsidRDefault="006B4C4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b/>
          <w:sz w:val="23"/>
          <w:szCs w:val="23"/>
        </w:rPr>
      </w:pPr>
      <w:r>
        <w:rPr>
          <w:rFonts w:ascii="TimesNewRomanPSMT-Identity-H" w:hAnsi="TimesNewRomanPSMT-Identity-H" w:cs="TimesNewRomanPSMT-Identity-H"/>
          <w:b/>
          <w:sz w:val="23"/>
          <w:szCs w:val="23"/>
        </w:rPr>
        <w:t>Supporting documents</w:t>
      </w:r>
    </w:p>
    <w:p w:rsidR="006B4C40" w:rsidRPr="00C30702" w:rsidRDefault="006B4C40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86DBE" w:rsidRPr="00C30702" w:rsidRDefault="00486DBE" w:rsidP="009C07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>I attach the following documents that I think are relevant to the problem or matter</w:t>
      </w:r>
      <w:r w:rsidR="006B4C40">
        <w:rPr>
          <w:rFonts w:ascii="TimesNewRomanPSMT-Identity-H" w:hAnsi="TimesNewRomanPSMT-Identity-H" w:cs="TimesNewRomanPSMT-Identity-H"/>
          <w:sz w:val="20"/>
          <w:szCs w:val="20"/>
        </w:rPr>
        <w:t xml:space="preserve">: </w:t>
      </w:r>
      <w:r w:rsidR="006B4C40" w:rsidRPr="006B4C40">
        <w:rPr>
          <w:rFonts w:ascii="TimesNewRomanPSMT-Identity-H" w:hAnsi="TimesNewRomanPSMT-Identity-H" w:cs="TimesNewRomanPSMT-Identity-H"/>
          <w:sz w:val="20"/>
          <w:szCs w:val="20"/>
        </w:rPr>
        <w:t>[</w:t>
      </w:r>
      <w:r w:rsidR="006B4C40" w:rsidRPr="006B4C40">
        <w:rPr>
          <w:rFonts w:ascii="TimesNewRomanPSMT-Identity-H" w:hAnsi="TimesNewRomanPSMT-Identity-H" w:cs="TimesNewRomanPSMT-Identity-H"/>
          <w:i/>
          <w:iCs/>
          <w:sz w:val="20"/>
          <w:szCs w:val="20"/>
        </w:rPr>
        <w:t>list all the documents that you wish to rely on or refer to in making this application and attach them to this application</w:t>
      </w:r>
      <w:r w:rsidR="006B4C40" w:rsidRPr="006B4C40">
        <w:rPr>
          <w:rFonts w:ascii="TimesNewRomanPSMT-Identity-H" w:hAnsi="TimesNewRomanPSMT-Identity-H" w:cs="TimesNewRomanPSMT-Identity-H"/>
          <w:sz w:val="20"/>
          <w:szCs w:val="20"/>
        </w:rPr>
        <w:t>]</w:t>
      </w:r>
      <w:r w:rsidR="006B4C40">
        <w:rPr>
          <w:rFonts w:ascii="TimesNewRomanPSMT-Identity-H" w:hAnsi="TimesNewRomanPSMT-Identity-H" w:cs="TimesNewRomanPSMT-Identity-H"/>
          <w:sz w:val="20"/>
          <w:szCs w:val="20"/>
        </w:rPr>
        <w:t>:</w:t>
      </w:r>
    </w:p>
    <w:p w:rsidR="009C075F" w:rsidRPr="00C30702" w:rsidRDefault="009C075F" w:rsidP="009C075F">
      <w:pPr>
        <w:pStyle w:val="ListParagraph"/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9C075F" w:rsidRPr="006B4C40" w:rsidRDefault="009C075F" w:rsidP="006B4C40">
      <w:pPr>
        <w:pStyle w:val="ListParagraph"/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0702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</w:t>
      </w:r>
    </w:p>
    <w:p w:rsidR="00DA5DBE" w:rsidRPr="006B4C40" w:rsidRDefault="00DA5DBE" w:rsidP="006B4C40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DA5DBE" w:rsidRDefault="00DA5DBE" w:rsidP="00DA5DBE">
      <w:pPr>
        <w:autoSpaceDE w:val="0"/>
        <w:autoSpaceDN w:val="0"/>
        <w:adjustRightInd w:val="0"/>
        <w:spacing w:line="36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486DBE" w:rsidRDefault="00486DBE" w:rsidP="00486DBE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Address for service</w:t>
      </w:r>
    </w:p>
    <w:p w:rsidR="00DA5DBE" w:rsidRDefault="00DA5DBE" w:rsidP="00C30702">
      <w:pPr>
        <w:autoSpaceDE w:val="0"/>
        <w:autoSpaceDN w:val="0"/>
        <w:adjustRightInd w:val="0"/>
        <w:spacing w:line="36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5B03FF" w:rsidRPr="006B4C40" w:rsidRDefault="006B4C40" w:rsidP="002E06DD">
      <w:pPr>
        <w:autoSpaceDE w:val="0"/>
        <w:autoSpaceDN w:val="0"/>
        <w:adjustRightInd w:val="0"/>
        <w:spacing w:line="240" w:lineRule="auto"/>
        <w:ind w:left="360" w:hanging="360"/>
        <w:contextualSpacing/>
        <w:rPr>
          <w:rFonts w:ascii="TimesNewRomanPSMT-Identity-H" w:hAnsi="TimesNewRomanPSMT-Identity-H" w:cs="TimesNewRomanPSMT-Identity-H"/>
          <w:sz w:val="20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t>5</w:t>
      </w:r>
      <w:r>
        <w:rPr>
          <w:rFonts w:ascii="TimesNewRomanPSMT-Identity-H" w:hAnsi="TimesNewRomanPSMT-Identity-H" w:cs="TimesNewRomanPSMT-Identity-H"/>
          <w:sz w:val="20"/>
          <w:szCs w:val="20"/>
        </w:rPr>
        <w:tab/>
      </w:r>
      <w:r w:rsidR="00DA5DBE" w:rsidRPr="006B4C40">
        <w:rPr>
          <w:rFonts w:ascii="TimesNewRomanPSMT-Identity-H" w:hAnsi="TimesNewRomanPSMT-Identity-H" w:cs="TimesNewRomanPSMT-Identity-H"/>
          <w:sz w:val="20"/>
          <w:szCs w:val="20"/>
        </w:rPr>
        <w:t xml:space="preserve">This application is lodged by </w:t>
      </w:r>
      <w:r w:rsidRPr="006B4C40">
        <w:rPr>
          <w:rFonts w:ascii="TimesNewRomanPSMT-Identity-H" w:hAnsi="TimesNewRomanPSMT-Identity-H" w:cs="TimesNewRomanPSMT-Identity-H"/>
          <w:sz w:val="20"/>
          <w:szCs w:val="20"/>
        </w:rPr>
        <w:t>[</w:t>
      </w:r>
      <w:r w:rsidRPr="006B4C40">
        <w:rPr>
          <w:rFonts w:ascii="TimesNewRomanPSMT-Identity-H" w:hAnsi="TimesNewRomanPSMT-Identity-H" w:cs="TimesNewRomanPSMT-Identity-H"/>
          <w:i/>
          <w:iCs/>
          <w:sz w:val="20"/>
          <w:szCs w:val="20"/>
        </w:rPr>
        <w:t>full name of third party responding to the Application/full name of third party’s representative</w:t>
      </w:r>
      <w:proofErr w:type="gramStart"/>
      <w:r w:rsidRPr="006B4C40">
        <w:rPr>
          <w:rFonts w:ascii="TimesNewRomanPSMT-Identity-H" w:hAnsi="TimesNewRomanPSMT-Identity-H" w:cs="TimesNewRomanPSMT-Identity-H"/>
          <w:sz w:val="20"/>
          <w:szCs w:val="20"/>
        </w:rPr>
        <w:t>]</w:t>
      </w:r>
      <w:r w:rsidR="00A02F65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bookmarkStart w:id="0" w:name="_GoBack"/>
      <w:bookmarkEnd w:id="0"/>
      <w:r w:rsidR="00DA5DBE" w:rsidRPr="006B4C40">
        <w:rPr>
          <w:rFonts w:ascii="TimesNewRomanPSMT-Identity-H" w:hAnsi="TimesNewRomanPSMT-Identity-H" w:cs="TimesNewRomanPSMT-Identity-H"/>
          <w:sz w:val="20"/>
          <w:szCs w:val="20"/>
        </w:rPr>
        <w:t>.</w:t>
      </w:r>
      <w:proofErr w:type="gramEnd"/>
      <w:r w:rsidR="00DA5DBE" w:rsidRPr="006B4C40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</w:t>
      </w:r>
      <w:r w:rsidR="00C30702" w:rsidRPr="006B4C40">
        <w:rPr>
          <w:rFonts w:ascii="TimesNewRomanPSMT-Identity-H" w:hAnsi="TimesNewRomanPSMT-Identity-H" w:cs="TimesNewRomanPSMT-Identity-H"/>
          <w:sz w:val="20"/>
          <w:szCs w:val="20"/>
        </w:rPr>
        <w:t>………………</w:t>
      </w:r>
    </w:p>
    <w:p w:rsidR="00DA5DBE" w:rsidRPr="00C30702" w:rsidRDefault="00DA5DBE" w:rsidP="002E06DD">
      <w:pPr>
        <w:autoSpaceDE w:val="0"/>
        <w:autoSpaceDN w:val="0"/>
        <w:adjustRightInd w:val="0"/>
        <w:spacing w:line="240" w:lineRule="auto"/>
        <w:contextualSpacing/>
        <w:rPr>
          <w:rFonts w:ascii="TimesNewRomanPSMT-Identity-H" w:hAnsi="TimesNewRomanPSMT-Identity-H" w:cs="TimesNewRomanPSMT-Identity-H"/>
          <w:sz w:val="20"/>
          <w:szCs w:val="20"/>
        </w:rPr>
      </w:pPr>
    </w:p>
    <w:p w:rsidR="000F7D2B" w:rsidRDefault="002E06DD" w:rsidP="00894DF7">
      <w:pPr>
        <w:autoSpaceDE w:val="0"/>
        <w:autoSpaceDN w:val="0"/>
        <w:adjustRightInd w:val="0"/>
        <w:spacing w:line="360" w:lineRule="auto"/>
        <w:ind w:left="357" w:hanging="357"/>
        <w:contextualSpacing/>
        <w:rPr>
          <w:rFonts w:ascii="TimesNewRomanPSMT-Identity-H" w:hAnsi="TimesNewRomanPSMT-Identity-H" w:cs="TimesNewRomanPSMT-Identity-H"/>
          <w:sz w:val="20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t>6</w:t>
      </w:r>
      <w:r w:rsidR="00486DBE" w:rsidRPr="00C3070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0F7D2B" w:rsidRPr="00C30702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2E06DD">
        <w:rPr>
          <w:rFonts w:ascii="TimesNewRomanPSMT-Identity-H" w:hAnsi="TimesNewRomanPSMT-Identity-H" w:cs="TimesNewRomanPSMT-Identity-H"/>
          <w:sz w:val="20"/>
          <w:szCs w:val="20"/>
        </w:rPr>
        <w:t>The address for service of the third party responding to the Application/representative of the third party responding to the Application* is [</w:t>
      </w:r>
      <w:r w:rsidRPr="002E06DD">
        <w:rPr>
          <w:rFonts w:ascii="TimesNewRomanPSMT-Identity-H" w:hAnsi="TimesNewRomanPSMT-Identity-H" w:cs="TimesNewRomanPSMT-Identity-H"/>
          <w:i/>
          <w:iCs/>
          <w:sz w:val="20"/>
          <w:szCs w:val="20"/>
        </w:rPr>
        <w:t>full physical or postal address to which any document may be sent</w:t>
      </w:r>
      <w:r w:rsidRPr="002E06DD">
        <w:rPr>
          <w:rFonts w:ascii="TimesNewRomanPSMT-Identity-H" w:hAnsi="TimesNewRomanPSMT-Identity-H" w:cs="TimesNewRomanPSMT-Identity-H"/>
          <w:sz w:val="20"/>
          <w:szCs w:val="20"/>
        </w:rPr>
        <w:t xml:space="preserve">] </w:t>
      </w:r>
      <w:r w:rsidRPr="006B4C40">
        <w:rPr>
          <w:rFonts w:ascii="TimesNewRomanPSMT-Identity-H" w:hAnsi="TimesNewRomanPSMT-Identity-H" w:cs="TimesNewRomanPSMT-Identity-H"/>
          <w:sz w:val="20"/>
          <w:szCs w:val="20"/>
        </w:rPr>
        <w:lastRenderedPageBreak/>
        <w:t>.…………………………………………………………………………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 xml:space="preserve">, telephone number is </w:t>
      </w:r>
      <w:r w:rsidRPr="006B4C40">
        <w:rPr>
          <w:rFonts w:ascii="TimesNewRomanPSMT-Identity-H" w:hAnsi="TimesNewRomanPSMT-Identity-H" w:cs="TimesNewRomanPSMT-Identity-H"/>
          <w:sz w:val="20"/>
          <w:szCs w:val="20"/>
        </w:rPr>
        <w:t>.…………………………………………………………………………</w:t>
      </w:r>
      <w:r w:rsidRPr="002E06DD">
        <w:rPr>
          <w:rFonts w:ascii="TimesNewRomanPSMT-Identity-H" w:hAnsi="TimesNewRomanPSMT-Identity-H" w:cs="TimesNewRomanPSMT-Identity-H"/>
          <w:sz w:val="20"/>
          <w:szCs w:val="20"/>
        </w:rPr>
        <w:t>, and em</w:t>
      </w:r>
      <w:r>
        <w:rPr>
          <w:rFonts w:ascii="TimesNewRomanPSMT-Identity-H" w:hAnsi="TimesNewRomanPSMT-Identity-H" w:cs="TimesNewRomanPSMT-Identity-H"/>
          <w:sz w:val="20"/>
          <w:szCs w:val="20"/>
        </w:rPr>
        <w:t xml:space="preserve">ail address for service is </w:t>
      </w:r>
      <w:r w:rsidRPr="006B4C40">
        <w:rPr>
          <w:rFonts w:ascii="TimesNewRomanPSMT-Identity-H" w:hAnsi="TimesNewRomanPSMT-Identity-H" w:cs="TimesNewRomanPSMT-Identity-H"/>
          <w:sz w:val="20"/>
          <w:szCs w:val="20"/>
        </w:rPr>
        <w:t>.…………………………………………………………………………</w:t>
      </w:r>
      <w:r w:rsidRPr="002E06DD">
        <w:rPr>
          <w:rFonts w:ascii="TimesNewRomanPSMT-Identity-H" w:hAnsi="TimesNewRomanPSMT-Identity-H" w:cs="TimesNewRomanPSMT-Identity-H"/>
          <w:sz w:val="20"/>
          <w:szCs w:val="20"/>
        </w:rPr>
        <w:t>.†</w:t>
      </w:r>
    </w:p>
    <w:p w:rsidR="002E06DD" w:rsidRPr="007C60FA" w:rsidRDefault="007C60FA" w:rsidP="002E06DD">
      <w:pPr>
        <w:autoSpaceDE w:val="0"/>
        <w:autoSpaceDN w:val="0"/>
        <w:adjustRightInd w:val="0"/>
        <w:spacing w:line="240" w:lineRule="auto"/>
        <w:ind w:left="360" w:hanging="360"/>
        <w:contextualSpacing/>
        <w:rPr>
          <w:rFonts w:ascii="TimesNewRomanPSMT-Identity-H" w:hAnsi="TimesNewRomanPSMT-Identity-H" w:cs="TimesNewRomanPSMT-Identity-H"/>
          <w:sz w:val="18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7C60FA">
        <w:rPr>
          <w:rFonts w:ascii="TimesNewRomanPSMT-Identity-H" w:hAnsi="TimesNewRomanPSMT-Identity-H" w:cs="TimesNewRomanPSMT-Identity-H"/>
          <w:sz w:val="18"/>
          <w:szCs w:val="20"/>
        </w:rPr>
        <w:t>*Select one</w:t>
      </w:r>
    </w:p>
    <w:p w:rsidR="002E06DD" w:rsidRPr="007C60FA" w:rsidRDefault="002E06DD" w:rsidP="002E06DD">
      <w:pPr>
        <w:autoSpaceDE w:val="0"/>
        <w:autoSpaceDN w:val="0"/>
        <w:adjustRightInd w:val="0"/>
        <w:spacing w:line="240" w:lineRule="auto"/>
        <w:ind w:left="360" w:hanging="360"/>
        <w:contextualSpacing/>
        <w:rPr>
          <w:rFonts w:ascii="TimesNewRomanPSMT-Identity-H" w:hAnsi="TimesNewRomanPSMT-Identity-H" w:cs="TimesNewRomanPSMT-Identity-H"/>
          <w:sz w:val="18"/>
          <w:szCs w:val="20"/>
        </w:rPr>
      </w:pPr>
      <w:r w:rsidRPr="007C60FA">
        <w:rPr>
          <w:rFonts w:ascii="TimesNewRomanPSMT-Identity-H" w:hAnsi="TimesNewRomanPSMT-Identity-H" w:cs="TimesNewRomanPSMT-Identity-H"/>
          <w:sz w:val="18"/>
          <w:szCs w:val="20"/>
        </w:rPr>
        <w:tab/>
      </w:r>
      <w:r w:rsidRPr="007C60FA">
        <w:rPr>
          <w:rFonts w:ascii="TimesNewRomanPSMT-Identity-H" w:hAnsi="TimesNewRomanPSMT-Identity-H" w:cs="TimesNewRomanPSMT-Identity-H"/>
          <w:sz w:val="18"/>
          <w:szCs w:val="20"/>
          <w:vertAlign w:val="superscript"/>
        </w:rPr>
        <w:t>†</w:t>
      </w:r>
      <w:r w:rsidRPr="007C60FA">
        <w:rPr>
          <w:rFonts w:ascii="TimesNewRomanPSMT-Identity-H" w:hAnsi="TimesNewRomanPSMT-Identity-H" w:cs="TimesNewRomanPSMT-Identity-H"/>
          <w:sz w:val="18"/>
          <w:szCs w:val="20"/>
        </w:rPr>
        <w:t>A full physical address, a telephone number, and an email address must always be supplied.</w:t>
      </w:r>
    </w:p>
    <w:p w:rsidR="000F7D2B" w:rsidRDefault="000F7D2B" w:rsidP="00486DBE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136B63" w:rsidRDefault="00136B63" w:rsidP="00136B63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136B63" w:rsidRPr="00C30702" w:rsidRDefault="00136B63" w:rsidP="00136B63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136B63" w:rsidRPr="00C30702" w:rsidRDefault="00136B63" w:rsidP="00136B63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 xml:space="preserve">Date: …………………………………………… </w:t>
      </w:r>
    </w:p>
    <w:p w:rsidR="00136B63" w:rsidRPr="00C30702" w:rsidRDefault="00136B63" w:rsidP="00136B63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C30702">
        <w:rPr>
          <w:rFonts w:ascii="TimesNewRomanPSMT-Identity-H" w:hAnsi="TimesNewRomanPSMT-Identity-H" w:cs="TimesNewRomanPSMT-Identity-H"/>
          <w:sz w:val="20"/>
          <w:szCs w:val="20"/>
        </w:rPr>
        <w:t>Signature</w:t>
      </w:r>
      <w:proofErr w:type="gramStart"/>
      <w:r w:rsidRPr="00C30702">
        <w:rPr>
          <w:rFonts w:ascii="TimesNewRomanPSMT-Identity-H" w:hAnsi="TimesNewRomanPSMT-Identity-H" w:cs="TimesNewRomanPSMT-Identity-H"/>
          <w:sz w:val="20"/>
          <w:szCs w:val="20"/>
        </w:rPr>
        <w:t>:……………………………………….</w:t>
      </w:r>
      <w:proofErr w:type="gramEnd"/>
    </w:p>
    <w:p w:rsidR="00486DBE" w:rsidRPr="00C30702" w:rsidRDefault="009921D0" w:rsidP="00486DBE">
      <w:pPr>
        <w:rPr>
          <w:sz w:val="20"/>
          <w:szCs w:val="20"/>
        </w:rPr>
      </w:pPr>
      <w:r w:rsidRPr="009921D0">
        <w:rPr>
          <w:rFonts w:ascii="TimesNewRomanPSMT-Identity-H" w:hAnsi="TimesNewRomanPSMT-Identity-H" w:cs="TimesNewRomanPSMT-Identity-H"/>
          <w:sz w:val="20"/>
          <w:szCs w:val="20"/>
        </w:rPr>
        <w:t>(Third party responding to the Application/Representative of third party responding to the Application)</w:t>
      </w:r>
      <w:r w:rsidR="00136B63" w:rsidRPr="00C30702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sectPr w:rsidR="00486DBE" w:rsidRPr="00C30702" w:rsidSect="00CF19F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4ED" w:rsidRDefault="00C634ED" w:rsidP="00486DBE">
      <w:pPr>
        <w:spacing w:line="240" w:lineRule="auto"/>
      </w:pPr>
      <w:r>
        <w:separator/>
      </w:r>
    </w:p>
  </w:endnote>
  <w:endnote w:type="continuationSeparator" w:id="0">
    <w:p w:rsidR="00C634ED" w:rsidRDefault="00C634ED" w:rsidP="00486D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-Identit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26173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F19F4" w:rsidRDefault="00CF19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2F6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19F4" w:rsidRDefault="00CF19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4ED" w:rsidRDefault="00C634ED" w:rsidP="00486DBE">
      <w:pPr>
        <w:spacing w:line="240" w:lineRule="auto"/>
      </w:pPr>
      <w:r>
        <w:separator/>
      </w:r>
    </w:p>
  </w:footnote>
  <w:footnote w:type="continuationSeparator" w:id="0">
    <w:p w:rsidR="00C634ED" w:rsidRDefault="00C634ED" w:rsidP="00486D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DBE" w:rsidRDefault="00DA5DBE" w:rsidP="00486DBE">
    <w:pPr>
      <w:autoSpaceDE w:val="0"/>
      <w:autoSpaceDN w:val="0"/>
      <w:adjustRightInd w:val="0"/>
      <w:spacing w:line="240" w:lineRule="auto"/>
      <w:jc w:val="center"/>
      <w:rPr>
        <w:rFonts w:ascii="TimesNewRomanPS-ItalicMT-Identi" w:hAnsi="TimesNewRomanPS-ItalicMT-Identi" w:cs="TimesNewRomanPS-ItalicMT-Identi"/>
        <w:i/>
        <w:iCs/>
        <w:sz w:val="20"/>
        <w:szCs w:val="20"/>
      </w:rPr>
    </w:pPr>
    <w:r>
      <w:rPr>
        <w:rFonts w:ascii="TimesNewRomanPSMT-Identity-H" w:hAnsi="TimesNewRomanPSMT-Identity-H" w:cs="TimesNewRomanPSMT-Identity-H"/>
        <w:sz w:val="23"/>
        <w:szCs w:val="23"/>
      </w:rPr>
      <w:t>Form 5</w:t>
    </w:r>
    <w:r>
      <w:rPr>
        <w:rFonts w:ascii="TimesNewRomanPS-ItalicMT-Identi" w:hAnsi="TimesNewRomanPS-ItalicMT-Identi" w:cs="TimesNewRomanPS-ItalicMT-Identi"/>
        <w:i/>
        <w:iCs/>
        <w:sz w:val="20"/>
        <w:szCs w:val="20"/>
      </w:rPr>
      <w:t>—continued</w:t>
    </w:r>
  </w:p>
  <w:p w:rsidR="00DA5DBE" w:rsidRDefault="00DA5D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4603"/>
    <w:multiLevelType w:val="hybridMultilevel"/>
    <w:tmpl w:val="5A6AFD3C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3E60DB4"/>
    <w:multiLevelType w:val="hybridMultilevel"/>
    <w:tmpl w:val="542A230C"/>
    <w:lvl w:ilvl="0" w:tplc="769CB2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DBE"/>
    <w:rsid w:val="000F7D2B"/>
    <w:rsid w:val="00136B63"/>
    <w:rsid w:val="002835A6"/>
    <w:rsid w:val="002D6C75"/>
    <w:rsid w:val="002E06DD"/>
    <w:rsid w:val="0032039A"/>
    <w:rsid w:val="003F739F"/>
    <w:rsid w:val="0040114A"/>
    <w:rsid w:val="00486DBE"/>
    <w:rsid w:val="00514050"/>
    <w:rsid w:val="005B03FF"/>
    <w:rsid w:val="006421D2"/>
    <w:rsid w:val="006B4C40"/>
    <w:rsid w:val="007C60FA"/>
    <w:rsid w:val="007D4D50"/>
    <w:rsid w:val="00894DF7"/>
    <w:rsid w:val="009921D0"/>
    <w:rsid w:val="009C075F"/>
    <w:rsid w:val="009D213C"/>
    <w:rsid w:val="00A02F65"/>
    <w:rsid w:val="00A53B57"/>
    <w:rsid w:val="00AD0637"/>
    <w:rsid w:val="00C30702"/>
    <w:rsid w:val="00C3690E"/>
    <w:rsid w:val="00C40710"/>
    <w:rsid w:val="00C634ED"/>
    <w:rsid w:val="00C85A8C"/>
    <w:rsid w:val="00C97C31"/>
    <w:rsid w:val="00CF19F4"/>
    <w:rsid w:val="00DA5DBE"/>
    <w:rsid w:val="00F24EF1"/>
    <w:rsid w:val="00F7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DB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DBE"/>
  </w:style>
  <w:style w:type="paragraph" w:styleId="Footer">
    <w:name w:val="footer"/>
    <w:basedOn w:val="Normal"/>
    <w:link w:val="FooterChar"/>
    <w:uiPriority w:val="99"/>
    <w:unhideWhenUsed/>
    <w:rsid w:val="00486DB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DBE"/>
  </w:style>
  <w:style w:type="paragraph" w:styleId="ListParagraph">
    <w:name w:val="List Paragraph"/>
    <w:basedOn w:val="Normal"/>
    <w:uiPriority w:val="34"/>
    <w:qFormat/>
    <w:rsid w:val="00486D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21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1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1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1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1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1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DB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DBE"/>
  </w:style>
  <w:style w:type="paragraph" w:styleId="Footer">
    <w:name w:val="footer"/>
    <w:basedOn w:val="Normal"/>
    <w:link w:val="FooterChar"/>
    <w:uiPriority w:val="99"/>
    <w:unhideWhenUsed/>
    <w:rsid w:val="00486DB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DBE"/>
  </w:style>
  <w:style w:type="paragraph" w:styleId="ListParagraph">
    <w:name w:val="List Paragraph"/>
    <w:basedOn w:val="Normal"/>
    <w:uiPriority w:val="34"/>
    <w:qFormat/>
    <w:rsid w:val="00486D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21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1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1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1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1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1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5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81C9D1-78E3-41E7-8B5D-AD11B30CAE54}"/>
</file>

<file path=customXml/itemProps2.xml><?xml version="1.0" encoding="utf-8"?>
<ds:datastoreItem xmlns:ds="http://schemas.openxmlformats.org/officeDocument/2006/customXml" ds:itemID="{A9A1F0A8-18BF-4905-B11F-CF352663EBDF}"/>
</file>

<file path=customXml/itemProps3.xml><?xml version="1.0" encoding="utf-8"?>
<ds:datastoreItem xmlns:ds="http://schemas.openxmlformats.org/officeDocument/2006/customXml" ds:itemID="{AB957BFA-71BB-4F1E-9418-A5D9F1DAD1D6}"/>
</file>

<file path=docProps/app.xml><?xml version="1.0" encoding="utf-8"?>
<Properties xmlns="http://schemas.openxmlformats.org/officeDocument/2006/extended-properties" xmlns:vt="http://schemas.openxmlformats.org/officeDocument/2006/docPropsVTypes">
  <Template>D12349C</Template>
  <TotalTime>8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SIR to application for determination of bargaining</vt:lpstr>
    </vt:vector>
  </TitlesOfParts>
  <Company>Ministry of Economic Development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SIR to application for determination of bargaining</dc:title>
  <dc:subject/>
  <dc:creator>Ministry of Business, Innovation and Employment</dc:creator>
  <cp:keywords/>
  <dc:description/>
  <cp:revision>8</cp:revision>
  <cp:lastPrinted>2015-07-28T21:15:00Z</cp:lastPrinted>
  <dcterms:created xsi:type="dcterms:W3CDTF">2020-06-14T22:23:00Z</dcterms:created>
  <dcterms:modified xsi:type="dcterms:W3CDTF">2020-06-14T23:48:00Z</dcterms:modified>
</cp:coreProperties>
</file>