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770" w:rsidRDefault="00D26770" w:rsidP="00C7004B">
      <w:pPr>
        <w:autoSpaceDE w:val="0"/>
        <w:autoSpaceDN w:val="0"/>
        <w:adjustRightInd w:val="0"/>
        <w:spacing w:line="240" w:lineRule="auto"/>
        <w:ind w:left="7920" w:firstLine="720"/>
        <w:rPr>
          <w:rFonts w:ascii="TimesNewRomanPSMT-Identity-H" w:hAnsi="TimesNewRomanPSMT-Identity-H" w:cs="TimesNewRomanPSMT-Identity-H"/>
          <w:sz w:val="18"/>
          <w:szCs w:val="18"/>
        </w:rPr>
      </w:pPr>
      <w:proofErr w:type="gramStart"/>
      <w:r>
        <w:rPr>
          <w:rFonts w:ascii="TimesNewRomanPSMT-Identity-H" w:hAnsi="TimesNewRomanPSMT-Identity-H" w:cs="TimesNewRomanPSMT-Identity-H"/>
          <w:sz w:val="18"/>
          <w:szCs w:val="18"/>
        </w:rPr>
        <w:t>r</w:t>
      </w:r>
      <w:proofErr w:type="gramEnd"/>
      <w:r>
        <w:rPr>
          <w:rFonts w:ascii="TimesNewRomanPSMT-Identity-H" w:hAnsi="TimesNewRomanPSMT-Identity-H" w:cs="TimesNewRomanPSMT-Identity-H"/>
          <w:sz w:val="18"/>
          <w:szCs w:val="18"/>
        </w:rPr>
        <w:t xml:space="preserve"> 7</w:t>
      </w:r>
    </w:p>
    <w:p w:rsidR="00D26770" w:rsidRDefault="00D26770"/>
    <w:p w:rsidR="00D26770" w:rsidRDefault="00D26770" w:rsidP="00D26770">
      <w:pPr>
        <w:autoSpaceDE w:val="0"/>
        <w:autoSpaceDN w:val="0"/>
        <w:adjustRightInd w:val="0"/>
        <w:spacing w:line="240" w:lineRule="auto"/>
        <w:jc w:val="center"/>
        <w:rPr>
          <w:rFonts w:ascii="TimesNewRomanPSMT-Identity-H" w:hAnsi="TimesNewRomanPSMT-Identity-H" w:cs="TimesNewRomanPSMT-Identity-H"/>
          <w:sz w:val="18"/>
          <w:szCs w:val="18"/>
        </w:rPr>
      </w:pPr>
      <w:r>
        <w:rPr>
          <w:rFonts w:ascii="TimesNewRomanPSMT-Identity-H" w:hAnsi="TimesNewRomanPSMT-Identity-H" w:cs="TimesNewRomanPSMT-Identity-H"/>
          <w:sz w:val="25"/>
          <w:szCs w:val="25"/>
        </w:rPr>
        <w:t xml:space="preserve">Form 2 </w:t>
      </w:r>
    </w:p>
    <w:p w:rsidR="00D26770" w:rsidRPr="00D26770" w:rsidRDefault="00D26770" w:rsidP="00D26770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32"/>
          <w:szCs w:val="32"/>
        </w:rPr>
      </w:pPr>
    </w:p>
    <w:p w:rsidR="00D26770" w:rsidRPr="009F34DD" w:rsidRDefault="00D26770" w:rsidP="00D26770">
      <w:pPr>
        <w:autoSpaceDE w:val="0"/>
        <w:autoSpaceDN w:val="0"/>
        <w:adjustRightInd w:val="0"/>
        <w:jc w:val="center"/>
        <w:rPr>
          <w:rFonts w:ascii="Arial" w:hAnsi="Arial" w:cs="Arial"/>
          <w:sz w:val="25"/>
          <w:szCs w:val="25"/>
        </w:rPr>
      </w:pPr>
      <w:r w:rsidRPr="009F34DD">
        <w:rPr>
          <w:rFonts w:ascii="Arial" w:hAnsi="Arial" w:cs="Arial"/>
          <w:sz w:val="25"/>
          <w:szCs w:val="25"/>
        </w:rPr>
        <w:t>Undertaking in relation to application for</w:t>
      </w:r>
    </w:p>
    <w:p w:rsidR="00D26770" w:rsidRPr="009F34DD" w:rsidRDefault="00D26770" w:rsidP="00D26770">
      <w:pPr>
        <w:autoSpaceDE w:val="0"/>
        <w:autoSpaceDN w:val="0"/>
        <w:adjustRightInd w:val="0"/>
        <w:jc w:val="center"/>
        <w:rPr>
          <w:rFonts w:ascii="TimesNewRomanPSMT-Identity-H" w:hAnsi="TimesNewRomanPSMT-Identity-H" w:cs="TimesNewRomanPSMT-Identity-H"/>
          <w:sz w:val="25"/>
          <w:szCs w:val="25"/>
        </w:rPr>
      </w:pPr>
      <w:proofErr w:type="gramStart"/>
      <w:r w:rsidRPr="009F34DD">
        <w:rPr>
          <w:rFonts w:ascii="Arial" w:hAnsi="Arial" w:cs="Arial"/>
          <w:sz w:val="25"/>
          <w:szCs w:val="25"/>
        </w:rPr>
        <w:t>interim</w:t>
      </w:r>
      <w:proofErr w:type="gramEnd"/>
      <w:r w:rsidRPr="009F34DD">
        <w:rPr>
          <w:rFonts w:ascii="Arial" w:hAnsi="Arial" w:cs="Arial"/>
          <w:sz w:val="25"/>
          <w:szCs w:val="25"/>
        </w:rPr>
        <w:t xml:space="preserve"> reinstatement</w:t>
      </w:r>
    </w:p>
    <w:p w:rsidR="00D26770" w:rsidRDefault="00D26770" w:rsidP="00D26770">
      <w:pPr>
        <w:autoSpaceDE w:val="0"/>
        <w:autoSpaceDN w:val="0"/>
        <w:adjustRightInd w:val="0"/>
        <w:jc w:val="center"/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</w:pPr>
      <w:bookmarkStart w:id="0" w:name="_GoBack"/>
      <w:r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Section 127(2), Employment Relations Act 2000</w:t>
      </w:r>
    </w:p>
    <w:bookmarkEnd w:id="0"/>
    <w:p w:rsidR="00D26770" w:rsidRDefault="00D26770" w:rsidP="00D26770">
      <w:pPr>
        <w:autoSpaceDE w:val="0"/>
        <w:autoSpaceDN w:val="0"/>
        <w:adjustRightInd w:val="0"/>
        <w:spacing w:line="240" w:lineRule="auto"/>
        <w:jc w:val="center"/>
        <w:rPr>
          <w:rFonts w:ascii="TimesNewRomanPSMT-Identity-H" w:hAnsi="TimesNewRomanPSMT-Identity-H" w:cs="TimesNewRomanPSMT-Identity-H"/>
          <w:sz w:val="23"/>
          <w:szCs w:val="23"/>
        </w:rPr>
      </w:pPr>
    </w:p>
    <w:p w:rsidR="00481E11" w:rsidRDefault="00481E11" w:rsidP="00481E11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3"/>
          <w:szCs w:val="23"/>
        </w:rPr>
      </w:pPr>
      <w:r>
        <w:rPr>
          <w:rFonts w:ascii="TimesNewRomanPSMT-Identity-H" w:hAnsi="TimesNewRomanPSMT-Identity-H" w:cs="TimesNewRomanPSMT-Identity-H"/>
          <w:sz w:val="23"/>
          <w:szCs w:val="23"/>
        </w:rPr>
        <w:t xml:space="preserve">Between </w:t>
      </w:r>
    </w:p>
    <w:p w:rsidR="00481E11" w:rsidRDefault="00481E11" w:rsidP="00481E11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3"/>
          <w:szCs w:val="23"/>
        </w:rPr>
      </w:pPr>
    </w:p>
    <w:p w:rsidR="00481E11" w:rsidRPr="000B7518" w:rsidRDefault="00481E11" w:rsidP="00481E11">
      <w:pPr>
        <w:autoSpaceDE w:val="0"/>
        <w:autoSpaceDN w:val="0"/>
        <w:adjustRightInd w:val="0"/>
        <w:spacing w:line="480" w:lineRule="auto"/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</w:pPr>
      <w:r w:rsidRPr="000B7518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Full name of Applicant ……………………………………………………………………………</w:t>
      </w:r>
      <w:r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……………</w:t>
      </w:r>
    </w:p>
    <w:p w:rsidR="00481E11" w:rsidRPr="000B7518" w:rsidRDefault="00481E11" w:rsidP="00481E11">
      <w:pPr>
        <w:autoSpaceDE w:val="0"/>
        <w:autoSpaceDN w:val="0"/>
        <w:adjustRightInd w:val="0"/>
        <w:spacing w:line="480" w:lineRule="auto"/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</w:pPr>
      <w:r w:rsidRPr="000B7518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Address ……………………………………………………………………………………………</w:t>
      </w:r>
      <w:r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……………..</w:t>
      </w:r>
    </w:p>
    <w:p w:rsidR="00481E11" w:rsidRPr="000B7518" w:rsidRDefault="00481E11" w:rsidP="00481E11">
      <w:pPr>
        <w:autoSpaceDE w:val="0"/>
        <w:autoSpaceDN w:val="0"/>
        <w:adjustRightInd w:val="0"/>
        <w:spacing w:line="480" w:lineRule="auto"/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</w:pPr>
      <w:r w:rsidRPr="000B7518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………………………………………………………………………………………………………</w:t>
      </w:r>
      <w:r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……………..</w:t>
      </w:r>
    </w:p>
    <w:p w:rsidR="00481E11" w:rsidRPr="000B7518" w:rsidRDefault="00481E11" w:rsidP="00481E11">
      <w:pPr>
        <w:autoSpaceDE w:val="0"/>
        <w:autoSpaceDN w:val="0"/>
        <w:adjustRightInd w:val="0"/>
        <w:spacing w:line="480" w:lineRule="auto"/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</w:pPr>
      <w:r w:rsidRPr="000B7518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Telephone number………………………………………………………………………………</w:t>
      </w:r>
      <w:r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……………….</w:t>
      </w:r>
    </w:p>
    <w:p w:rsidR="00481E11" w:rsidRPr="000B7518" w:rsidRDefault="00481E11" w:rsidP="00481E11">
      <w:pPr>
        <w:autoSpaceDE w:val="0"/>
        <w:autoSpaceDN w:val="0"/>
        <w:adjustRightInd w:val="0"/>
        <w:spacing w:line="48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0B7518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 xml:space="preserve">Email address </w:t>
      </w:r>
      <w:r w:rsidRPr="000B7518">
        <w:rPr>
          <w:rFonts w:ascii="TimesNewRomanPSMT-Identity-H" w:hAnsi="TimesNewRomanPSMT-Identity-H" w:cs="TimesNewRomanPSMT-Identity-H"/>
          <w:sz w:val="20"/>
          <w:szCs w:val="20"/>
        </w:rPr>
        <w:t>……………………………………………………………………………………</w:t>
      </w:r>
      <w:r>
        <w:rPr>
          <w:rFonts w:ascii="TimesNewRomanPSMT-Identity-H" w:hAnsi="TimesNewRomanPSMT-Identity-H" w:cs="TimesNewRomanPSMT-Identity-H"/>
          <w:sz w:val="20"/>
          <w:szCs w:val="20"/>
        </w:rPr>
        <w:t>………………</w:t>
      </w:r>
    </w:p>
    <w:p w:rsidR="00481E11" w:rsidRPr="000B7518" w:rsidRDefault="00481E11" w:rsidP="00481E11">
      <w:pPr>
        <w:autoSpaceDE w:val="0"/>
        <w:autoSpaceDN w:val="0"/>
        <w:adjustRightInd w:val="0"/>
        <w:spacing w:line="48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0B7518">
        <w:rPr>
          <w:rFonts w:ascii="TimesNewRomanPSMT-Identity-H" w:hAnsi="TimesNewRomanPSMT-Identity-H" w:cs="TimesNewRomanPSMT-Identity-H"/>
          <w:sz w:val="20"/>
          <w:szCs w:val="20"/>
        </w:rPr>
        <w:t xml:space="preserve"> And </w:t>
      </w:r>
    </w:p>
    <w:p w:rsidR="00481E11" w:rsidRPr="000B7518" w:rsidRDefault="00481E11" w:rsidP="00481E11">
      <w:pPr>
        <w:autoSpaceDE w:val="0"/>
        <w:autoSpaceDN w:val="0"/>
        <w:adjustRightInd w:val="0"/>
        <w:spacing w:line="48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0B7518">
        <w:rPr>
          <w:rFonts w:ascii="TimesNewRomanPSMT-Identity-H" w:hAnsi="TimesNewRomanPSMT-Identity-H" w:cs="TimesNewRomanPSMT-Identity-H"/>
          <w:sz w:val="20"/>
          <w:szCs w:val="20"/>
        </w:rPr>
        <w:t>Full name of Respondent…………………………………………………………………………</w:t>
      </w:r>
      <w:r>
        <w:rPr>
          <w:rFonts w:ascii="TimesNewRomanPSMT-Identity-H" w:hAnsi="TimesNewRomanPSMT-Identity-H" w:cs="TimesNewRomanPSMT-Identity-H"/>
          <w:sz w:val="20"/>
          <w:szCs w:val="20"/>
        </w:rPr>
        <w:t>…………….</w:t>
      </w:r>
      <w:r w:rsidRPr="000B7518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</w:p>
    <w:p w:rsidR="00481E11" w:rsidRPr="000B7518" w:rsidRDefault="00481E11" w:rsidP="00481E11">
      <w:pPr>
        <w:autoSpaceDE w:val="0"/>
        <w:autoSpaceDN w:val="0"/>
        <w:adjustRightInd w:val="0"/>
        <w:spacing w:line="480" w:lineRule="auto"/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</w:pPr>
      <w:r w:rsidRPr="000B7518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Address ……………………………………………………………………………………………</w:t>
      </w:r>
      <w:r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……………..</w:t>
      </w:r>
    </w:p>
    <w:p w:rsidR="00481E11" w:rsidRPr="000B7518" w:rsidRDefault="00481E11" w:rsidP="00481E11">
      <w:pPr>
        <w:autoSpaceDE w:val="0"/>
        <w:autoSpaceDN w:val="0"/>
        <w:adjustRightInd w:val="0"/>
        <w:spacing w:line="480" w:lineRule="auto"/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</w:pPr>
      <w:r w:rsidRPr="000B7518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………………………………………………………………………………………………………</w:t>
      </w:r>
      <w:r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……………..</w:t>
      </w:r>
    </w:p>
    <w:p w:rsidR="00481E11" w:rsidRPr="000B7518" w:rsidRDefault="00481E11" w:rsidP="00481E11">
      <w:pPr>
        <w:autoSpaceDE w:val="0"/>
        <w:autoSpaceDN w:val="0"/>
        <w:adjustRightInd w:val="0"/>
        <w:spacing w:line="480" w:lineRule="auto"/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</w:pPr>
      <w:r w:rsidRPr="000B7518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Telephone number………………………………………………………………………………...</w:t>
      </w:r>
      <w:r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..................</w:t>
      </w:r>
    </w:p>
    <w:p w:rsidR="00607A55" w:rsidRDefault="00481E11" w:rsidP="00481E11">
      <w:pPr>
        <w:autoSpaceDE w:val="0"/>
        <w:autoSpaceDN w:val="0"/>
        <w:adjustRightInd w:val="0"/>
        <w:spacing w:line="360" w:lineRule="auto"/>
        <w:rPr>
          <w:rFonts w:ascii="TimesNewRomanPSMT-Identity-H" w:hAnsi="TimesNewRomanPSMT-Identity-H" w:cs="TimesNewRomanPSMT-Identity-H"/>
          <w:sz w:val="23"/>
          <w:szCs w:val="23"/>
        </w:rPr>
      </w:pPr>
      <w:r w:rsidRPr="000B7518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 xml:space="preserve">Email address </w:t>
      </w:r>
      <w:r w:rsidRPr="000B7518">
        <w:rPr>
          <w:rFonts w:ascii="TimesNewRomanPSMT-Identity-H" w:hAnsi="TimesNewRomanPSMT-Identity-H" w:cs="TimesNewRomanPSMT-Identity-H"/>
          <w:sz w:val="20"/>
          <w:szCs w:val="20"/>
        </w:rPr>
        <w:t>……………………………………………………………………………………</w:t>
      </w:r>
      <w:r>
        <w:rPr>
          <w:rFonts w:ascii="TimesNewRomanPSMT-Identity-H" w:hAnsi="TimesNewRomanPSMT-Identity-H" w:cs="TimesNewRomanPSMT-Identity-H"/>
          <w:sz w:val="20"/>
          <w:szCs w:val="20"/>
        </w:rPr>
        <w:t>……………….</w:t>
      </w:r>
    </w:p>
    <w:p w:rsidR="00C7004B" w:rsidRPr="00481E11" w:rsidRDefault="00C7004B" w:rsidP="00C7004B">
      <w:pPr>
        <w:autoSpaceDE w:val="0"/>
        <w:autoSpaceDN w:val="0"/>
        <w:adjustRightInd w:val="0"/>
        <w:spacing w:line="360" w:lineRule="auto"/>
        <w:rPr>
          <w:rFonts w:ascii="TimesNewRomanPSMT-Identity-H" w:hAnsi="TimesNewRomanPSMT-Identity-H" w:cs="TimesNewRomanPSMT-Identity-H"/>
          <w:sz w:val="20"/>
          <w:szCs w:val="20"/>
        </w:rPr>
      </w:pPr>
    </w:p>
    <w:p w:rsidR="00D26770" w:rsidRPr="00481E11" w:rsidRDefault="00D26770" w:rsidP="003723A4">
      <w:pPr>
        <w:autoSpaceDE w:val="0"/>
        <w:autoSpaceDN w:val="0"/>
        <w:adjustRightInd w:val="0"/>
        <w:spacing w:line="360" w:lineRule="auto"/>
        <w:ind w:left="567" w:hanging="567"/>
        <w:rPr>
          <w:rFonts w:ascii="TimesNewRomanPSMT-Identity-H" w:hAnsi="TimesNewRomanPSMT-Identity-H" w:cs="TimesNewRomanPSMT-Identity-H"/>
          <w:sz w:val="20"/>
          <w:szCs w:val="20"/>
        </w:rPr>
      </w:pPr>
      <w:r w:rsidRPr="00481E11">
        <w:rPr>
          <w:rFonts w:ascii="TimesNewRomanPSMT-Identity-H" w:hAnsi="TimesNewRomanPSMT-Identity-H" w:cs="TimesNewRomanPSMT-Identity-H"/>
          <w:sz w:val="20"/>
          <w:szCs w:val="20"/>
        </w:rPr>
        <w:t>1</w:t>
      </w:r>
      <w:r w:rsidR="00607A55" w:rsidRPr="00481E11">
        <w:rPr>
          <w:rFonts w:ascii="TimesNewRomanPSMT-Identity-H" w:hAnsi="TimesNewRomanPSMT-Identity-H" w:cs="TimesNewRomanPSMT-Identity-H"/>
          <w:sz w:val="20"/>
          <w:szCs w:val="20"/>
        </w:rPr>
        <w:tab/>
      </w:r>
      <w:r w:rsidRPr="00481E11">
        <w:rPr>
          <w:rFonts w:ascii="TimesNewRomanPSMT-Identity-H" w:hAnsi="TimesNewRomanPSMT-Identity-H" w:cs="TimesNewRomanPSMT-Identity-H"/>
          <w:sz w:val="20"/>
          <w:szCs w:val="20"/>
        </w:rPr>
        <w:t>I</w:t>
      </w:r>
      <w:r w:rsidR="003723A4" w:rsidRPr="00481E11">
        <w:rPr>
          <w:rFonts w:ascii="TimesNewRomanPSMT-Identity-H" w:hAnsi="TimesNewRomanPSMT-Identity-H" w:cs="TimesNewRomanPSMT-Identity-H"/>
          <w:sz w:val="20"/>
          <w:szCs w:val="20"/>
        </w:rPr>
        <w:t xml:space="preserve"> [</w:t>
      </w:r>
      <w:r w:rsidR="003723A4" w:rsidRPr="00481E11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full name</w:t>
      </w:r>
      <w:r w:rsidR="003723A4" w:rsidRPr="00481E11">
        <w:rPr>
          <w:rFonts w:ascii="TimesNewRomanPSMT-Identity-H" w:hAnsi="TimesNewRomanPSMT-Identity-H" w:cs="TimesNewRomanPSMT-Identity-H"/>
          <w:sz w:val="20"/>
          <w:szCs w:val="20"/>
        </w:rPr>
        <w:t>],</w:t>
      </w:r>
      <w:r w:rsidR="00607A55" w:rsidRPr="00481E11">
        <w:rPr>
          <w:rFonts w:ascii="TimesNewRomanPSMT-Identity-H" w:hAnsi="TimesNewRomanPSMT-Identity-H" w:cs="TimesNewRomanPSMT-Identity-H"/>
          <w:sz w:val="20"/>
          <w:szCs w:val="20"/>
        </w:rPr>
        <w:t>………………………………</w:t>
      </w:r>
      <w:r w:rsidR="00481E11">
        <w:rPr>
          <w:rFonts w:ascii="TimesNewRomanPSMT-Identity-H" w:hAnsi="TimesNewRomanPSMT-Identity-H" w:cs="TimesNewRomanPSMT-Identity-H"/>
          <w:sz w:val="20"/>
          <w:szCs w:val="20"/>
        </w:rPr>
        <w:t>...</w:t>
      </w:r>
      <w:r w:rsidR="00C7004B" w:rsidRPr="00481E11">
        <w:rPr>
          <w:rFonts w:ascii="TimesNewRomanPSMT-Identity-H" w:hAnsi="TimesNewRomanPSMT-Identity-H" w:cs="TimesNewRomanPSMT-Identity-H"/>
          <w:sz w:val="20"/>
          <w:szCs w:val="20"/>
        </w:rPr>
        <w:t xml:space="preserve">……………. </w:t>
      </w:r>
      <w:r w:rsidRPr="00481E11">
        <w:rPr>
          <w:rFonts w:ascii="TimesNewRomanPSMT-Identity-H" w:hAnsi="TimesNewRomanPSMT-Identity-H" w:cs="TimesNewRomanPSMT-Identity-H"/>
          <w:sz w:val="20"/>
          <w:szCs w:val="20"/>
        </w:rPr>
        <w:t>am, by an application lodged at the same time as</w:t>
      </w:r>
      <w:r w:rsidR="00607A55" w:rsidRPr="00481E11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Pr="00481E11">
        <w:rPr>
          <w:rFonts w:ascii="TimesNewRomanPSMT-Identity-H" w:hAnsi="TimesNewRomanPSMT-Identity-H" w:cs="TimesNewRomanPSMT-Identity-H"/>
          <w:sz w:val="20"/>
          <w:szCs w:val="20"/>
        </w:rPr>
        <w:t>this undertaking, applying for an order under section 127(1) of</w:t>
      </w:r>
      <w:r w:rsidR="00607A55" w:rsidRPr="00481E11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Pr="00481E11">
        <w:rPr>
          <w:rFonts w:ascii="TimesNewRomanPSMT-Identity-H" w:hAnsi="TimesNewRomanPSMT-Identity-H" w:cs="TimesNewRomanPSMT-Identity-H"/>
          <w:sz w:val="20"/>
          <w:szCs w:val="20"/>
        </w:rPr>
        <w:t>the Employment Relations Act 2000 for interim reinstatement</w:t>
      </w:r>
      <w:r w:rsidR="00607A55" w:rsidRPr="00481E11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Pr="00481E11">
        <w:rPr>
          <w:rFonts w:ascii="TimesNewRomanPSMT-Identity-H" w:hAnsi="TimesNewRomanPSMT-Identity-H" w:cs="TimesNewRomanPSMT-Identity-H"/>
          <w:sz w:val="20"/>
          <w:szCs w:val="20"/>
        </w:rPr>
        <w:t>with my employer, [</w:t>
      </w:r>
      <w:r w:rsidRPr="00481E11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full name of employer</w:t>
      </w:r>
      <w:r w:rsidRPr="00481E11">
        <w:rPr>
          <w:rFonts w:ascii="TimesNewRomanPSMT-Identity-H" w:hAnsi="TimesNewRomanPSMT-Identity-H" w:cs="TimesNewRomanPSMT-Identity-H"/>
          <w:sz w:val="20"/>
          <w:szCs w:val="20"/>
        </w:rPr>
        <w:t>]</w:t>
      </w:r>
      <w:r w:rsidR="00481E11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="003723A4" w:rsidRPr="00481E11">
        <w:rPr>
          <w:rFonts w:ascii="TimesNewRomanPSMT-Identity-H" w:hAnsi="TimesNewRomanPSMT-Identity-H" w:cs="TimesNewRomanPSMT-Identity-H"/>
          <w:sz w:val="20"/>
          <w:szCs w:val="20"/>
        </w:rPr>
        <w:t>……………………………………………………………</w:t>
      </w:r>
      <w:r w:rsidR="00481E11">
        <w:rPr>
          <w:rFonts w:ascii="TimesNewRomanPSMT-Identity-H" w:hAnsi="TimesNewRomanPSMT-Identity-H" w:cs="TimesNewRomanPSMT-Identity-H"/>
          <w:sz w:val="20"/>
          <w:szCs w:val="20"/>
        </w:rPr>
        <w:t>…….,</w:t>
      </w:r>
      <w:r w:rsidRPr="00481E11">
        <w:rPr>
          <w:rFonts w:ascii="TimesNewRomanPSMT-Identity-H" w:hAnsi="TimesNewRomanPSMT-Identity-H" w:cs="TimesNewRomanPSMT-Identity-H"/>
          <w:sz w:val="20"/>
          <w:szCs w:val="20"/>
        </w:rPr>
        <w:t xml:space="preserve"> in the position of</w:t>
      </w:r>
      <w:r w:rsidR="00C7004B" w:rsidRPr="00481E11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Pr="00481E11">
        <w:rPr>
          <w:rFonts w:ascii="TimesNewRomanPSMT-Identity-H" w:hAnsi="TimesNewRomanPSMT-Identity-H" w:cs="TimesNewRomanPSMT-Identity-H"/>
          <w:sz w:val="20"/>
          <w:szCs w:val="20"/>
        </w:rPr>
        <w:t>[</w:t>
      </w:r>
      <w:r w:rsidRPr="00481E11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job title</w:t>
      </w:r>
      <w:r w:rsidRPr="00481E11">
        <w:rPr>
          <w:rFonts w:ascii="TimesNewRomanPSMT-Identity-H" w:hAnsi="TimesNewRomanPSMT-Identity-H" w:cs="TimesNewRomanPSMT-Identity-H"/>
          <w:sz w:val="20"/>
          <w:szCs w:val="20"/>
        </w:rPr>
        <w:t>]</w:t>
      </w:r>
      <w:r w:rsidR="003723A4" w:rsidRPr="00481E11">
        <w:rPr>
          <w:rFonts w:ascii="TimesNewRomanPSMT-Identity-H" w:hAnsi="TimesNewRomanPSMT-Identity-H" w:cs="TimesNewRomanPSMT-Identity-H"/>
          <w:sz w:val="20"/>
          <w:szCs w:val="20"/>
        </w:rPr>
        <w:t xml:space="preserve"> …………………………………...…………………………………..</w:t>
      </w:r>
      <w:r w:rsidR="00C7004B" w:rsidRPr="00481E11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</w:p>
    <w:p w:rsidR="00C7004B" w:rsidRPr="00481E11" w:rsidRDefault="00C7004B" w:rsidP="00D26770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</w:p>
    <w:p w:rsidR="00D26770" w:rsidRPr="00481E11" w:rsidRDefault="00D26770" w:rsidP="00C7004B">
      <w:pPr>
        <w:autoSpaceDE w:val="0"/>
        <w:autoSpaceDN w:val="0"/>
        <w:adjustRightInd w:val="0"/>
        <w:spacing w:line="240" w:lineRule="auto"/>
        <w:ind w:left="567" w:hanging="567"/>
        <w:rPr>
          <w:rFonts w:ascii="TimesNewRomanPSMT-Identity-H" w:hAnsi="TimesNewRomanPSMT-Identity-H" w:cs="TimesNewRomanPSMT-Identity-H"/>
          <w:sz w:val="20"/>
          <w:szCs w:val="20"/>
        </w:rPr>
      </w:pPr>
      <w:r w:rsidRPr="00481E11">
        <w:rPr>
          <w:rFonts w:ascii="TimesNewRomanPSMT-Identity-H" w:hAnsi="TimesNewRomanPSMT-Identity-H" w:cs="TimesNewRomanPSMT-Identity-H"/>
          <w:sz w:val="20"/>
          <w:szCs w:val="20"/>
        </w:rPr>
        <w:t xml:space="preserve">2 </w:t>
      </w:r>
      <w:r w:rsidR="00C7004B" w:rsidRPr="00481E11">
        <w:rPr>
          <w:rFonts w:ascii="TimesNewRomanPSMT-Identity-H" w:hAnsi="TimesNewRomanPSMT-Identity-H" w:cs="TimesNewRomanPSMT-Identity-H"/>
          <w:sz w:val="20"/>
          <w:szCs w:val="20"/>
        </w:rPr>
        <w:tab/>
      </w:r>
      <w:r w:rsidRPr="00481E11">
        <w:rPr>
          <w:rFonts w:ascii="TimesNewRomanPSMT-Identity-H" w:hAnsi="TimesNewRomanPSMT-Identity-H" w:cs="TimesNewRomanPSMT-Identity-H"/>
          <w:sz w:val="20"/>
          <w:szCs w:val="20"/>
        </w:rPr>
        <w:t>I raised the grievance with my employer on [</w:t>
      </w:r>
      <w:r w:rsidRPr="00481E11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date</w:t>
      </w:r>
      <w:r w:rsidRPr="00481E11">
        <w:rPr>
          <w:rFonts w:ascii="TimesNewRomanPSMT-Identity-H" w:hAnsi="TimesNewRomanPSMT-Identity-H" w:cs="TimesNewRomanPSMT-Identity-H"/>
          <w:sz w:val="20"/>
          <w:szCs w:val="20"/>
        </w:rPr>
        <w:t>]</w:t>
      </w:r>
      <w:r w:rsidR="003723A4" w:rsidRPr="00481E11">
        <w:rPr>
          <w:rFonts w:ascii="TimesNewRomanPSMT-Identity-H" w:hAnsi="TimesNewRomanPSMT-Identity-H" w:cs="TimesNewRomanPSMT-Identity-H"/>
          <w:sz w:val="20"/>
          <w:szCs w:val="20"/>
        </w:rPr>
        <w:t>……………………………………</w:t>
      </w:r>
      <w:r w:rsidR="00481E11">
        <w:rPr>
          <w:rFonts w:ascii="TimesNewRomanPSMT-Identity-H" w:hAnsi="TimesNewRomanPSMT-Identity-H" w:cs="TimesNewRomanPSMT-Identity-H"/>
          <w:sz w:val="20"/>
          <w:szCs w:val="20"/>
        </w:rPr>
        <w:t>………….</w:t>
      </w:r>
    </w:p>
    <w:p w:rsidR="00C7004B" w:rsidRPr="00481E11" w:rsidRDefault="00C7004B" w:rsidP="00D26770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</w:p>
    <w:p w:rsidR="00D26770" w:rsidRPr="00481E11" w:rsidRDefault="00D26770" w:rsidP="00481E11">
      <w:pPr>
        <w:autoSpaceDE w:val="0"/>
        <w:autoSpaceDN w:val="0"/>
        <w:adjustRightInd w:val="0"/>
        <w:ind w:left="567" w:hanging="567"/>
        <w:rPr>
          <w:rFonts w:ascii="TimesNewRomanPSMT-Identity-H" w:hAnsi="TimesNewRomanPSMT-Identity-H" w:cs="TimesNewRomanPSMT-Identity-H"/>
          <w:sz w:val="20"/>
          <w:szCs w:val="20"/>
        </w:rPr>
      </w:pPr>
      <w:r w:rsidRPr="00481E11">
        <w:rPr>
          <w:rFonts w:ascii="TimesNewRomanPSMT-Identity-H" w:hAnsi="TimesNewRomanPSMT-Identity-H" w:cs="TimesNewRomanPSMT-Identity-H"/>
          <w:sz w:val="20"/>
          <w:szCs w:val="20"/>
        </w:rPr>
        <w:t xml:space="preserve">3 </w:t>
      </w:r>
      <w:r w:rsidR="00C7004B" w:rsidRPr="00481E11">
        <w:rPr>
          <w:rFonts w:ascii="TimesNewRomanPSMT-Identity-H" w:hAnsi="TimesNewRomanPSMT-Identity-H" w:cs="TimesNewRomanPSMT-Identity-H"/>
          <w:sz w:val="20"/>
          <w:szCs w:val="20"/>
        </w:rPr>
        <w:tab/>
      </w:r>
      <w:r w:rsidRPr="00481E11">
        <w:rPr>
          <w:rFonts w:ascii="TimesNewRomanPSMT-Identity-H" w:hAnsi="TimesNewRomanPSMT-Identity-H" w:cs="TimesNewRomanPSMT-Identity-H"/>
          <w:sz w:val="20"/>
          <w:szCs w:val="20"/>
        </w:rPr>
        <w:t>I agree that I will abide by any order that the Employment</w:t>
      </w:r>
      <w:r w:rsidR="00C7004B" w:rsidRPr="00481E11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Pr="00481E11">
        <w:rPr>
          <w:rFonts w:ascii="TimesNewRomanPSMT-Identity-H" w:hAnsi="TimesNewRomanPSMT-Identity-H" w:cs="TimesNewRomanPSMT-Identity-H"/>
          <w:sz w:val="20"/>
          <w:szCs w:val="20"/>
        </w:rPr>
        <w:t>Relations Authority may make in respect of damages—</w:t>
      </w:r>
    </w:p>
    <w:p w:rsidR="00D26770" w:rsidRPr="00481E11" w:rsidRDefault="00D26770" w:rsidP="00481E11">
      <w:pPr>
        <w:autoSpaceDE w:val="0"/>
        <w:autoSpaceDN w:val="0"/>
        <w:adjustRightInd w:val="0"/>
        <w:ind w:left="567"/>
        <w:rPr>
          <w:rFonts w:ascii="TimesNewRomanPSMT-Identity-H" w:hAnsi="TimesNewRomanPSMT-Identity-H" w:cs="TimesNewRomanPSMT-Identity-H"/>
          <w:sz w:val="20"/>
          <w:szCs w:val="20"/>
        </w:rPr>
      </w:pPr>
      <w:r w:rsidRPr="00481E11">
        <w:rPr>
          <w:rFonts w:ascii="TimesNewRomanPSMT-Identity-H" w:hAnsi="TimesNewRomanPSMT-Identity-H" w:cs="TimesNewRomanPSMT-Identity-H"/>
          <w:sz w:val="20"/>
          <w:szCs w:val="20"/>
        </w:rPr>
        <w:t xml:space="preserve">(a) </w:t>
      </w:r>
      <w:proofErr w:type="gramStart"/>
      <w:r w:rsidRPr="00481E11">
        <w:rPr>
          <w:rFonts w:ascii="TimesNewRomanPSMT-Identity-H" w:hAnsi="TimesNewRomanPSMT-Identity-H" w:cs="TimesNewRomanPSMT-Identity-H"/>
          <w:sz w:val="20"/>
          <w:szCs w:val="20"/>
        </w:rPr>
        <w:t>that</w:t>
      </w:r>
      <w:proofErr w:type="gramEnd"/>
      <w:r w:rsidRPr="00481E11">
        <w:rPr>
          <w:rFonts w:ascii="TimesNewRomanPSMT-Identity-H" w:hAnsi="TimesNewRomanPSMT-Identity-H" w:cs="TimesNewRomanPSMT-Identity-H"/>
          <w:sz w:val="20"/>
          <w:szCs w:val="20"/>
        </w:rPr>
        <w:t xml:space="preserve"> are sustained by the respondent through the granting</w:t>
      </w:r>
      <w:r w:rsidR="00C7004B" w:rsidRPr="00481E11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Pr="00481E11">
        <w:rPr>
          <w:rFonts w:ascii="TimesNewRomanPSMT-Identity-H" w:hAnsi="TimesNewRomanPSMT-Identity-H" w:cs="TimesNewRomanPSMT-Identity-H"/>
          <w:sz w:val="20"/>
          <w:szCs w:val="20"/>
        </w:rPr>
        <w:t>of the order for interim reinstatement; and</w:t>
      </w:r>
    </w:p>
    <w:p w:rsidR="00D26770" w:rsidRPr="00481E11" w:rsidRDefault="00D26770" w:rsidP="00481E11">
      <w:pPr>
        <w:autoSpaceDE w:val="0"/>
        <w:autoSpaceDN w:val="0"/>
        <w:adjustRightInd w:val="0"/>
        <w:ind w:left="567"/>
        <w:rPr>
          <w:rFonts w:ascii="TimesNewRomanPSMT-Identity-H" w:hAnsi="TimesNewRomanPSMT-Identity-H" w:cs="TimesNewRomanPSMT-Identity-H"/>
          <w:sz w:val="20"/>
          <w:szCs w:val="20"/>
        </w:rPr>
      </w:pPr>
      <w:r w:rsidRPr="00481E11">
        <w:rPr>
          <w:rFonts w:ascii="TimesNewRomanPSMT-Identity-H" w:hAnsi="TimesNewRomanPSMT-Identity-H" w:cs="TimesNewRomanPSMT-Identity-H"/>
          <w:sz w:val="20"/>
          <w:szCs w:val="20"/>
        </w:rPr>
        <w:t xml:space="preserve">(b) </w:t>
      </w:r>
      <w:proofErr w:type="gramStart"/>
      <w:r w:rsidRPr="00481E11">
        <w:rPr>
          <w:rFonts w:ascii="TimesNewRomanPSMT-Identity-H" w:hAnsi="TimesNewRomanPSMT-Identity-H" w:cs="TimesNewRomanPSMT-Identity-H"/>
          <w:sz w:val="20"/>
          <w:szCs w:val="20"/>
        </w:rPr>
        <w:t>that</w:t>
      </w:r>
      <w:proofErr w:type="gramEnd"/>
      <w:r w:rsidRPr="00481E11">
        <w:rPr>
          <w:rFonts w:ascii="TimesNewRomanPSMT-Identity-H" w:hAnsi="TimesNewRomanPSMT-Identity-H" w:cs="TimesNewRomanPSMT-Identity-H"/>
          <w:sz w:val="20"/>
          <w:szCs w:val="20"/>
        </w:rPr>
        <w:t xml:space="preserve"> the Employment Relations Authority decides that I</w:t>
      </w:r>
      <w:r w:rsidR="00C7004B" w:rsidRPr="00481E11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Pr="00481E11">
        <w:rPr>
          <w:rFonts w:ascii="TimesNewRomanPSMT-Identity-H" w:hAnsi="TimesNewRomanPSMT-Identity-H" w:cs="TimesNewRomanPSMT-Identity-H"/>
          <w:sz w:val="20"/>
          <w:szCs w:val="20"/>
        </w:rPr>
        <w:t>ought to pay.</w:t>
      </w:r>
    </w:p>
    <w:p w:rsidR="00C7004B" w:rsidRPr="00481E11" w:rsidRDefault="00C7004B" w:rsidP="00D26770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</w:p>
    <w:p w:rsidR="00C7004B" w:rsidRPr="00481E11" w:rsidRDefault="00C7004B" w:rsidP="00D26770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</w:p>
    <w:p w:rsidR="00D26770" w:rsidRPr="00481E11" w:rsidRDefault="00D26770" w:rsidP="00C7004B">
      <w:pPr>
        <w:autoSpaceDE w:val="0"/>
        <w:autoSpaceDN w:val="0"/>
        <w:adjustRightInd w:val="0"/>
        <w:spacing w:line="48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481E11">
        <w:rPr>
          <w:rFonts w:ascii="TimesNewRomanPSMT-Identity-H" w:hAnsi="TimesNewRomanPSMT-Identity-H" w:cs="TimesNewRomanPSMT-Identity-H"/>
          <w:sz w:val="20"/>
          <w:szCs w:val="20"/>
        </w:rPr>
        <w:t>Date</w:t>
      </w:r>
      <w:proofErr w:type="gramStart"/>
      <w:r w:rsidRPr="00481E11">
        <w:rPr>
          <w:rFonts w:ascii="TimesNewRomanPSMT-Identity-H" w:hAnsi="TimesNewRomanPSMT-Identity-H" w:cs="TimesNewRomanPSMT-Identity-H"/>
          <w:sz w:val="20"/>
          <w:szCs w:val="20"/>
        </w:rPr>
        <w:t>:</w:t>
      </w:r>
      <w:r w:rsidR="00C7004B" w:rsidRPr="00481E11">
        <w:rPr>
          <w:rFonts w:ascii="TimesNewRomanPSMT-Identity-H" w:hAnsi="TimesNewRomanPSMT-Identity-H" w:cs="TimesNewRomanPSMT-Identity-H"/>
          <w:sz w:val="20"/>
          <w:szCs w:val="20"/>
        </w:rPr>
        <w:t>…………………………………………………….</w:t>
      </w:r>
      <w:proofErr w:type="gramEnd"/>
    </w:p>
    <w:p w:rsidR="00D26770" w:rsidRPr="00481E11" w:rsidRDefault="00D26770" w:rsidP="00C7004B">
      <w:pPr>
        <w:autoSpaceDE w:val="0"/>
        <w:autoSpaceDN w:val="0"/>
        <w:adjustRightInd w:val="0"/>
        <w:spacing w:line="48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481E11">
        <w:rPr>
          <w:rFonts w:ascii="TimesNewRomanPSMT-Identity-H" w:hAnsi="TimesNewRomanPSMT-Identity-H" w:cs="TimesNewRomanPSMT-Identity-H"/>
          <w:sz w:val="20"/>
          <w:szCs w:val="20"/>
        </w:rPr>
        <w:t>Signature</w:t>
      </w:r>
      <w:proofErr w:type="gramStart"/>
      <w:r w:rsidRPr="00481E11">
        <w:rPr>
          <w:rFonts w:ascii="TimesNewRomanPSMT-Identity-H" w:hAnsi="TimesNewRomanPSMT-Identity-H" w:cs="TimesNewRomanPSMT-Identity-H"/>
          <w:sz w:val="20"/>
          <w:szCs w:val="20"/>
        </w:rPr>
        <w:t>:</w:t>
      </w:r>
      <w:r w:rsidR="00C7004B" w:rsidRPr="00481E11">
        <w:rPr>
          <w:rFonts w:ascii="TimesNewRomanPSMT-Identity-H" w:hAnsi="TimesNewRomanPSMT-Identity-H" w:cs="TimesNewRomanPSMT-Identity-H"/>
          <w:sz w:val="20"/>
          <w:szCs w:val="20"/>
        </w:rPr>
        <w:t>……………………………………………….</w:t>
      </w:r>
      <w:proofErr w:type="gramEnd"/>
    </w:p>
    <w:p w:rsidR="00D26770" w:rsidRPr="00481E11" w:rsidRDefault="00D26770" w:rsidP="00C7004B">
      <w:pPr>
        <w:autoSpaceDE w:val="0"/>
        <w:autoSpaceDN w:val="0"/>
        <w:adjustRightInd w:val="0"/>
        <w:spacing w:line="36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481E11">
        <w:rPr>
          <w:rFonts w:ascii="TimesNewRomanPSMT-Identity-H" w:hAnsi="TimesNewRomanPSMT-Identity-H" w:cs="TimesNewRomanPSMT-Identity-H"/>
          <w:sz w:val="20"/>
          <w:szCs w:val="20"/>
        </w:rPr>
        <w:t>(</w:t>
      </w:r>
      <w:proofErr w:type="gramStart"/>
      <w:r w:rsidRPr="00481E11">
        <w:rPr>
          <w:rFonts w:ascii="TimesNewRomanPSMT-Identity-H" w:hAnsi="TimesNewRomanPSMT-Identity-H" w:cs="TimesNewRomanPSMT-Identity-H"/>
          <w:sz w:val="20"/>
          <w:szCs w:val="20"/>
        </w:rPr>
        <w:t>applicant</w:t>
      </w:r>
      <w:proofErr w:type="gramEnd"/>
      <w:r w:rsidRPr="00481E11">
        <w:rPr>
          <w:rFonts w:ascii="TimesNewRomanPSMT-Identity-H" w:hAnsi="TimesNewRomanPSMT-Identity-H" w:cs="TimesNewRomanPSMT-Identity-H"/>
          <w:sz w:val="20"/>
          <w:szCs w:val="20"/>
        </w:rPr>
        <w:t>)</w:t>
      </w:r>
    </w:p>
    <w:sectPr w:rsidR="00D26770" w:rsidRPr="00481E11" w:rsidSect="003723A4">
      <w:pgSz w:w="11906" w:h="16838"/>
      <w:pgMar w:top="1134" w:right="1440" w:bottom="119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-Identity-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-ItalicMT-Identi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770"/>
    <w:rsid w:val="003723A4"/>
    <w:rsid w:val="003F2811"/>
    <w:rsid w:val="00481E11"/>
    <w:rsid w:val="005B03FF"/>
    <w:rsid w:val="00607A55"/>
    <w:rsid w:val="0095343D"/>
    <w:rsid w:val="009F34DD"/>
    <w:rsid w:val="00BE13F7"/>
    <w:rsid w:val="00C7004B"/>
    <w:rsid w:val="00D26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39D7DECC</Template>
  <TotalTime>42</TotalTime>
  <Pages>1</Pages>
  <Words>155</Words>
  <Characters>1296</Characters>
  <Application>Microsoft Office Word</Application>
  <DocSecurity>0</DocSecurity>
  <Lines>40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Economic Development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Vivienne Gee</dc:creator>
  <cp:keywords/>
  <dc:description/>
  <cp:lastModifiedBy>Vivienne Gee</cp:lastModifiedBy>
  <cp:revision>7</cp:revision>
  <cp:lastPrinted>2015-03-25T20:39:00Z</cp:lastPrinted>
  <dcterms:created xsi:type="dcterms:W3CDTF">2015-03-13T00:19:00Z</dcterms:created>
  <dcterms:modified xsi:type="dcterms:W3CDTF">2015-03-25T20:39:00Z</dcterms:modified>
</cp:coreProperties>
</file>